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14" w:rsidRPr="002D25B5" w:rsidRDefault="00084C14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Załącznik nr 1</w:t>
      </w:r>
    </w:p>
    <w:p w:rsidR="00084C14" w:rsidRPr="002D25B5" w:rsidRDefault="00084C14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Zamawiający:</w:t>
      </w:r>
    </w:p>
    <w:p w:rsidR="00084C14" w:rsidRPr="002D25B5" w:rsidRDefault="00084C14" w:rsidP="00C15DB2">
      <w:pPr>
        <w:spacing w:after="0" w:line="240" w:lineRule="auto"/>
        <w:ind w:left="4248" w:firstLine="708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 xml:space="preserve">Uniwersytet Ekonomiczny w Krakowie </w:t>
      </w:r>
    </w:p>
    <w:p w:rsidR="00084C14" w:rsidRPr="002D25B5" w:rsidRDefault="00084C14" w:rsidP="00E65A00">
      <w:pPr>
        <w:spacing w:line="240" w:lineRule="auto"/>
        <w:ind w:left="4248" w:firstLine="708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ul. Rakowicka 27, 31-510 Kraków</w:t>
      </w:r>
    </w:p>
    <w:p w:rsidR="00084C14" w:rsidRPr="002D25B5" w:rsidRDefault="00084C14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20"/>
          <w:szCs w:val="20"/>
        </w:rPr>
      </w:pPr>
      <w:r w:rsidRPr="002D25B5">
        <w:rPr>
          <w:rFonts w:ascii="Tahoma" w:hAnsi="Tahoma" w:cs="Tahoma"/>
          <w:i/>
          <w:sz w:val="20"/>
          <w:szCs w:val="20"/>
        </w:rPr>
        <w:t xml:space="preserve"> (pełna nazwa/firma, adres)</w:t>
      </w:r>
    </w:p>
    <w:p w:rsidR="00084C14" w:rsidRPr="002D25B5" w:rsidRDefault="00084C14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B030E9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Wykonawca:</w:t>
      </w:r>
      <w:r w:rsidRPr="002D25B5">
        <w:rPr>
          <w:rFonts w:ascii="Tahoma" w:hAnsi="Tahoma" w:cs="Tahoma"/>
          <w:b/>
          <w:sz w:val="20"/>
          <w:szCs w:val="20"/>
        </w:rPr>
        <w:tab/>
      </w:r>
    </w:p>
    <w:p w:rsidR="00084C14" w:rsidRPr="002D25B5" w:rsidRDefault="00084C14" w:rsidP="00896545">
      <w:pPr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2D25B5">
        <w:rPr>
          <w:rFonts w:ascii="Tahoma" w:hAnsi="Tahoma" w:cs="Tahoma"/>
          <w:sz w:val="20"/>
          <w:szCs w:val="20"/>
        </w:rPr>
        <w:tab/>
        <w:t>……………………………………………………………</w:t>
      </w:r>
    </w:p>
    <w:p w:rsidR="00084C14" w:rsidRPr="002D25B5" w:rsidRDefault="00084C14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>Pieczęć firmowa Wykonawcy</w:t>
      </w: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84C14" w:rsidRPr="002D25B5" w:rsidRDefault="00084C14" w:rsidP="00B030E9">
      <w:pPr>
        <w:spacing w:after="0" w:line="240" w:lineRule="auto"/>
        <w:ind w:right="5953"/>
        <w:rPr>
          <w:rFonts w:ascii="Tahoma" w:hAnsi="Tahoma" w:cs="Tahoma"/>
          <w:i/>
          <w:sz w:val="20"/>
          <w:szCs w:val="20"/>
        </w:rPr>
      </w:pPr>
      <w:r w:rsidRPr="002D25B5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:rsidR="00084C14" w:rsidRPr="002D25B5" w:rsidRDefault="00084C14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084C14" w:rsidRPr="002D25B5" w:rsidRDefault="00084C14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2D25B5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084C14" w:rsidRPr="002D25B5" w:rsidRDefault="00084C14" w:rsidP="00B030E9">
      <w:pPr>
        <w:spacing w:after="0" w:line="240" w:lineRule="auto"/>
        <w:ind w:right="5953"/>
        <w:rPr>
          <w:rFonts w:ascii="Tahoma" w:hAnsi="Tahoma" w:cs="Tahoma"/>
          <w:i/>
          <w:sz w:val="20"/>
          <w:szCs w:val="20"/>
        </w:rPr>
      </w:pPr>
      <w:r w:rsidRPr="002D25B5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:rsidR="00084C14" w:rsidRPr="002D25B5" w:rsidRDefault="00084C14" w:rsidP="00C4103F">
      <w:pPr>
        <w:rPr>
          <w:rFonts w:ascii="Tahoma" w:hAnsi="Tahoma" w:cs="Tahoma"/>
          <w:sz w:val="20"/>
          <w:szCs w:val="20"/>
        </w:rPr>
      </w:pPr>
    </w:p>
    <w:p w:rsidR="00084C14" w:rsidRPr="002D25B5" w:rsidRDefault="00084C14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2D25B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084C14" w:rsidRPr="002D25B5" w:rsidRDefault="00084C1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084C14" w:rsidRPr="002D25B5" w:rsidRDefault="00084C14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084C14" w:rsidRPr="002D25B5" w:rsidRDefault="00084C14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2D25B5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785640">
      <w:pPr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Pr="002D25B5">
        <w:rPr>
          <w:rFonts w:ascii="Tahoma" w:hAnsi="Tahoma" w:cs="Tahoma"/>
          <w:b/>
          <w:sz w:val="20"/>
          <w:szCs w:val="20"/>
        </w:rPr>
        <w:t xml:space="preserve">„Usługi </w:t>
      </w:r>
      <w:r w:rsidRPr="002D25B5">
        <w:rPr>
          <w:rFonts w:ascii="Tahoma" w:hAnsi="Tahoma" w:cs="Tahoma"/>
          <w:b/>
          <w:sz w:val="20"/>
          <w:szCs w:val="20"/>
          <w:lang w:eastAsia="pl-PL"/>
        </w:rPr>
        <w:t>kompleksowego ubezpieczenia Uniwersytetu Ekonomicznego w Krakowie – 2 zadania”</w:t>
      </w:r>
      <w:r w:rsidRPr="002D25B5">
        <w:rPr>
          <w:rFonts w:ascii="Tahoma" w:hAnsi="Tahoma" w:cs="Tahoma"/>
          <w:sz w:val="20"/>
          <w:szCs w:val="20"/>
        </w:rPr>
        <w:t>, nr K-DZP-272-1/18,</w:t>
      </w:r>
      <w:r w:rsidRPr="002D25B5">
        <w:rPr>
          <w:rFonts w:ascii="Tahoma" w:hAnsi="Tahoma" w:cs="Tahoma"/>
          <w:i/>
          <w:sz w:val="20"/>
          <w:szCs w:val="20"/>
        </w:rPr>
        <w:t xml:space="preserve"> </w:t>
      </w:r>
      <w:r w:rsidRPr="002D25B5">
        <w:rPr>
          <w:rFonts w:ascii="Tahoma" w:hAnsi="Tahoma" w:cs="Tahoma"/>
          <w:sz w:val="20"/>
          <w:szCs w:val="20"/>
        </w:rPr>
        <w:t>prowadzonego przez Uniwersytet Ekonomiczny w Krakowie</w:t>
      </w:r>
      <w:r w:rsidRPr="002D25B5">
        <w:rPr>
          <w:rFonts w:ascii="Tahoma" w:hAnsi="Tahoma" w:cs="Tahoma"/>
          <w:i/>
          <w:sz w:val="20"/>
          <w:szCs w:val="20"/>
        </w:rPr>
        <w:t xml:space="preserve">, </w:t>
      </w:r>
      <w:r w:rsidRPr="002D25B5">
        <w:rPr>
          <w:rFonts w:ascii="Tahoma" w:hAnsi="Tahoma" w:cs="Tahoma"/>
          <w:sz w:val="20"/>
          <w:szCs w:val="20"/>
        </w:rPr>
        <w:t>oświadczam, co następuje:</w:t>
      </w:r>
    </w:p>
    <w:p w:rsidR="00084C14" w:rsidRPr="002D25B5" w:rsidRDefault="00084C14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084C14" w:rsidRPr="002D25B5" w:rsidRDefault="00084C14" w:rsidP="00C5250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D25B5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084C14" w:rsidRPr="002D25B5" w:rsidRDefault="00084C14" w:rsidP="00C5250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D25B5">
        <w:rPr>
          <w:rFonts w:ascii="Tahoma" w:hAnsi="Tahoma" w:cs="Tahoma"/>
          <w:sz w:val="20"/>
          <w:szCs w:val="20"/>
        </w:rPr>
        <w:br/>
        <w:t>art. 24 ust. 5 pkt 1 oraz 8 ustawy Pzp.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………………………… (miejscowość), dnia …………………… r. 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…………………………………………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               (imię i nazwisko)</w:t>
      </w:r>
    </w:p>
    <w:p w:rsidR="00084C14" w:rsidRPr="002D25B5" w:rsidRDefault="00084C14" w:rsidP="00A038E7">
      <w:pPr>
        <w:spacing w:after="0" w:line="240" w:lineRule="auto"/>
        <w:ind w:firstLine="504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podpis uprawnionego przedstawiciela Wykonawcy </w:t>
      </w: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2D25B5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2D25B5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………………………… (miejscowość), dnia …………………… r. 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…………………………………………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               (imię i nazwisko)</w:t>
      </w:r>
    </w:p>
    <w:p w:rsidR="00084C14" w:rsidRPr="002D25B5" w:rsidRDefault="00084C14" w:rsidP="00A038E7">
      <w:pPr>
        <w:spacing w:after="0" w:line="240" w:lineRule="auto"/>
        <w:ind w:firstLine="504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podpis uprawnionego przedstawiciela Wykonawcy </w:t>
      </w:r>
    </w:p>
    <w:p w:rsidR="00084C14" w:rsidRPr="002D25B5" w:rsidRDefault="00084C14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084C14" w:rsidRPr="002D25B5" w:rsidRDefault="00084C14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2D25B5">
        <w:rPr>
          <w:rFonts w:ascii="Tahoma" w:hAnsi="Tahoma" w:cs="Tahoma"/>
          <w:sz w:val="20"/>
          <w:szCs w:val="20"/>
        </w:rPr>
        <w:t xml:space="preserve"> </w:t>
      </w:r>
      <w:r w:rsidRPr="002D25B5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2D25B5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………………………… (miejscowość), dnia …………………… r. 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…………………………………………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               (imię i nazwisko)</w:t>
      </w:r>
    </w:p>
    <w:p w:rsidR="00084C14" w:rsidRPr="002D25B5" w:rsidRDefault="00084C14" w:rsidP="00A038E7">
      <w:pPr>
        <w:spacing w:after="0" w:line="240" w:lineRule="auto"/>
        <w:ind w:firstLine="504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podpis uprawnionego przedstawiciela Wykonawcy 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2D25B5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2D25B5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………………………… (miejscowość), dnia …………………… r. 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…………………………………………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               (imię i nazwisko)</w:t>
      </w:r>
    </w:p>
    <w:p w:rsidR="00084C14" w:rsidRPr="002D25B5" w:rsidRDefault="00084C14" w:rsidP="00A038E7">
      <w:pPr>
        <w:spacing w:after="0" w:line="240" w:lineRule="auto"/>
        <w:ind w:firstLine="504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podpis uprawnionego przedstawiciela Wykonawcy </w:t>
      </w: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D25B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2D25B5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084C14" w:rsidRPr="002D25B5" w:rsidRDefault="00084C14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………………………… (miejscowość), dnia …………………… r. 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…………………………………………</w:t>
      </w:r>
    </w:p>
    <w:p w:rsidR="00084C14" w:rsidRPr="002D25B5" w:rsidRDefault="00084C14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</w:r>
      <w:r w:rsidRPr="002D25B5">
        <w:rPr>
          <w:rFonts w:ascii="Tahoma" w:hAnsi="Tahoma" w:cs="Tahoma"/>
          <w:sz w:val="20"/>
          <w:szCs w:val="20"/>
        </w:rPr>
        <w:tab/>
        <w:t xml:space="preserve">                  (imię i nazwisko)</w:t>
      </w:r>
    </w:p>
    <w:p w:rsidR="00084C14" w:rsidRPr="002D25B5" w:rsidRDefault="00084C14" w:rsidP="00A038E7">
      <w:pPr>
        <w:spacing w:after="0" w:line="240" w:lineRule="auto"/>
        <w:ind w:firstLine="5040"/>
        <w:jc w:val="both"/>
        <w:rPr>
          <w:rFonts w:ascii="Tahoma" w:hAnsi="Tahoma" w:cs="Tahoma"/>
          <w:sz w:val="20"/>
          <w:szCs w:val="20"/>
        </w:rPr>
      </w:pPr>
      <w:r w:rsidRPr="002D25B5">
        <w:rPr>
          <w:rFonts w:ascii="Tahoma" w:hAnsi="Tahoma" w:cs="Tahoma"/>
          <w:sz w:val="20"/>
          <w:szCs w:val="20"/>
        </w:rPr>
        <w:t xml:space="preserve">podpis uprawnionego przedstawiciela Wykonawcy </w:t>
      </w:r>
    </w:p>
    <w:p w:rsidR="00084C14" w:rsidRPr="002D25B5" w:rsidRDefault="00084C14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084C14" w:rsidRPr="002D25B5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C14" w:rsidRDefault="00084C14" w:rsidP="0038231F">
      <w:pPr>
        <w:spacing w:after="0" w:line="240" w:lineRule="auto"/>
      </w:pPr>
      <w:r>
        <w:separator/>
      </w:r>
    </w:p>
  </w:endnote>
  <w:endnote w:type="continuationSeparator" w:id="0">
    <w:p w:rsidR="00084C14" w:rsidRDefault="00084C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14" w:rsidRPr="0027560C" w:rsidRDefault="00084C14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084C14" w:rsidRDefault="00084C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C14" w:rsidRDefault="00084C14" w:rsidP="0038231F">
      <w:pPr>
        <w:spacing w:after="0" w:line="240" w:lineRule="auto"/>
      </w:pPr>
      <w:r>
        <w:separator/>
      </w:r>
    </w:p>
  </w:footnote>
  <w:footnote w:type="continuationSeparator" w:id="0">
    <w:p w:rsidR="00084C14" w:rsidRDefault="00084C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C14" w:rsidRPr="008259AD" w:rsidRDefault="00084C14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K-DZP-272-1/18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42D"/>
    <w:rsid w:val="000613EB"/>
    <w:rsid w:val="0007155B"/>
    <w:rsid w:val="000809B6"/>
    <w:rsid w:val="000817F4"/>
    <w:rsid w:val="00084C14"/>
    <w:rsid w:val="0009347F"/>
    <w:rsid w:val="000B1025"/>
    <w:rsid w:val="000B1F47"/>
    <w:rsid w:val="000C021E"/>
    <w:rsid w:val="000D03AF"/>
    <w:rsid w:val="000D73C4"/>
    <w:rsid w:val="000E4D37"/>
    <w:rsid w:val="000E5E4C"/>
    <w:rsid w:val="000F1229"/>
    <w:rsid w:val="000F2452"/>
    <w:rsid w:val="000F4C8A"/>
    <w:rsid w:val="0010384A"/>
    <w:rsid w:val="00103A02"/>
    <w:rsid w:val="00103B61"/>
    <w:rsid w:val="0011121A"/>
    <w:rsid w:val="0011190F"/>
    <w:rsid w:val="001448FB"/>
    <w:rsid w:val="001670F2"/>
    <w:rsid w:val="001807BF"/>
    <w:rsid w:val="00190D6E"/>
    <w:rsid w:val="001911E3"/>
    <w:rsid w:val="00193E01"/>
    <w:rsid w:val="001957C5"/>
    <w:rsid w:val="001B6EFA"/>
    <w:rsid w:val="001C6945"/>
    <w:rsid w:val="001D3A19"/>
    <w:rsid w:val="001D4C90"/>
    <w:rsid w:val="001F4AB2"/>
    <w:rsid w:val="001F4C82"/>
    <w:rsid w:val="00200610"/>
    <w:rsid w:val="002167D3"/>
    <w:rsid w:val="00224D83"/>
    <w:rsid w:val="002339A7"/>
    <w:rsid w:val="0024732C"/>
    <w:rsid w:val="0025263C"/>
    <w:rsid w:val="0025358A"/>
    <w:rsid w:val="00254FE3"/>
    <w:rsid w:val="00255142"/>
    <w:rsid w:val="00267089"/>
    <w:rsid w:val="0027117B"/>
    <w:rsid w:val="0027560C"/>
    <w:rsid w:val="002840F9"/>
    <w:rsid w:val="00287BCD"/>
    <w:rsid w:val="002A2BFA"/>
    <w:rsid w:val="002B19EE"/>
    <w:rsid w:val="002C42F8"/>
    <w:rsid w:val="002C4948"/>
    <w:rsid w:val="002D25B5"/>
    <w:rsid w:val="002E641A"/>
    <w:rsid w:val="002F2727"/>
    <w:rsid w:val="00300674"/>
    <w:rsid w:val="00304292"/>
    <w:rsid w:val="00307A36"/>
    <w:rsid w:val="00313911"/>
    <w:rsid w:val="00314BE9"/>
    <w:rsid w:val="003178CE"/>
    <w:rsid w:val="0033016D"/>
    <w:rsid w:val="003303B8"/>
    <w:rsid w:val="00340823"/>
    <w:rsid w:val="003416FE"/>
    <w:rsid w:val="0034230E"/>
    <w:rsid w:val="00351D52"/>
    <w:rsid w:val="0036066E"/>
    <w:rsid w:val="003636E7"/>
    <w:rsid w:val="003761EA"/>
    <w:rsid w:val="0038231F"/>
    <w:rsid w:val="00382530"/>
    <w:rsid w:val="0038706E"/>
    <w:rsid w:val="00392EC7"/>
    <w:rsid w:val="0039628D"/>
    <w:rsid w:val="003B214C"/>
    <w:rsid w:val="003B295A"/>
    <w:rsid w:val="003B690E"/>
    <w:rsid w:val="003C3B64"/>
    <w:rsid w:val="003C4E34"/>
    <w:rsid w:val="003C53E9"/>
    <w:rsid w:val="003C58F8"/>
    <w:rsid w:val="003D272A"/>
    <w:rsid w:val="003D7458"/>
    <w:rsid w:val="003E1710"/>
    <w:rsid w:val="003E3FA2"/>
    <w:rsid w:val="003E5865"/>
    <w:rsid w:val="003F024C"/>
    <w:rsid w:val="003F0F5D"/>
    <w:rsid w:val="00416E30"/>
    <w:rsid w:val="00434786"/>
    <w:rsid w:val="00434CC2"/>
    <w:rsid w:val="00446C51"/>
    <w:rsid w:val="00466838"/>
    <w:rsid w:val="004761C6"/>
    <w:rsid w:val="00484F88"/>
    <w:rsid w:val="00490C85"/>
    <w:rsid w:val="004B00A9"/>
    <w:rsid w:val="004C43B8"/>
    <w:rsid w:val="004D5C7A"/>
    <w:rsid w:val="004F23F7"/>
    <w:rsid w:val="004F3005"/>
    <w:rsid w:val="00500358"/>
    <w:rsid w:val="005031A7"/>
    <w:rsid w:val="00517D5E"/>
    <w:rsid w:val="00520174"/>
    <w:rsid w:val="00520592"/>
    <w:rsid w:val="0052487A"/>
    <w:rsid w:val="00525621"/>
    <w:rsid w:val="0053130C"/>
    <w:rsid w:val="005319CA"/>
    <w:rsid w:val="00552EA3"/>
    <w:rsid w:val="00563D0D"/>
    <w:rsid w:val="005641F0"/>
    <w:rsid w:val="0057122C"/>
    <w:rsid w:val="00591C93"/>
    <w:rsid w:val="005A73FB"/>
    <w:rsid w:val="005D0A17"/>
    <w:rsid w:val="005E176A"/>
    <w:rsid w:val="005E31C2"/>
    <w:rsid w:val="005F2E5A"/>
    <w:rsid w:val="00605C6F"/>
    <w:rsid w:val="00606F79"/>
    <w:rsid w:val="006440B0"/>
    <w:rsid w:val="0064500B"/>
    <w:rsid w:val="006617A5"/>
    <w:rsid w:val="00661B3E"/>
    <w:rsid w:val="00665738"/>
    <w:rsid w:val="0066592A"/>
    <w:rsid w:val="00677C66"/>
    <w:rsid w:val="00687919"/>
    <w:rsid w:val="006918DD"/>
    <w:rsid w:val="00692DF3"/>
    <w:rsid w:val="006A52B6"/>
    <w:rsid w:val="006C65C6"/>
    <w:rsid w:val="006C747E"/>
    <w:rsid w:val="006D5298"/>
    <w:rsid w:val="006E16A6"/>
    <w:rsid w:val="006F3D32"/>
    <w:rsid w:val="00705030"/>
    <w:rsid w:val="007118F0"/>
    <w:rsid w:val="00746532"/>
    <w:rsid w:val="007530E5"/>
    <w:rsid w:val="007840F2"/>
    <w:rsid w:val="00785640"/>
    <w:rsid w:val="00792723"/>
    <w:rsid w:val="007936D6"/>
    <w:rsid w:val="0079713A"/>
    <w:rsid w:val="007C1BBB"/>
    <w:rsid w:val="007C7B03"/>
    <w:rsid w:val="007E25BD"/>
    <w:rsid w:val="007E2F69"/>
    <w:rsid w:val="007E3E3C"/>
    <w:rsid w:val="007F75B9"/>
    <w:rsid w:val="00804F07"/>
    <w:rsid w:val="0081003B"/>
    <w:rsid w:val="00812CF8"/>
    <w:rsid w:val="008259AD"/>
    <w:rsid w:val="00830AB1"/>
    <w:rsid w:val="0084469A"/>
    <w:rsid w:val="008453CE"/>
    <w:rsid w:val="008560CF"/>
    <w:rsid w:val="00874044"/>
    <w:rsid w:val="00874CDF"/>
    <w:rsid w:val="00875011"/>
    <w:rsid w:val="00892E48"/>
    <w:rsid w:val="00896545"/>
    <w:rsid w:val="008A5BE7"/>
    <w:rsid w:val="008C6DF8"/>
    <w:rsid w:val="008D0487"/>
    <w:rsid w:val="008E3274"/>
    <w:rsid w:val="008F25FF"/>
    <w:rsid w:val="008F3818"/>
    <w:rsid w:val="009052E7"/>
    <w:rsid w:val="009129F3"/>
    <w:rsid w:val="00920F98"/>
    <w:rsid w:val="009210A3"/>
    <w:rsid w:val="00923D39"/>
    <w:rsid w:val="009301A2"/>
    <w:rsid w:val="009375EB"/>
    <w:rsid w:val="009469C7"/>
    <w:rsid w:val="00956C26"/>
    <w:rsid w:val="0096051D"/>
    <w:rsid w:val="00975C49"/>
    <w:rsid w:val="009A397D"/>
    <w:rsid w:val="009C0C6C"/>
    <w:rsid w:val="009C6DDE"/>
    <w:rsid w:val="009D0913"/>
    <w:rsid w:val="009D2A52"/>
    <w:rsid w:val="009D314C"/>
    <w:rsid w:val="009D6662"/>
    <w:rsid w:val="00A038E7"/>
    <w:rsid w:val="00A058AD"/>
    <w:rsid w:val="00A0658E"/>
    <w:rsid w:val="00A112A7"/>
    <w:rsid w:val="00A1401D"/>
    <w:rsid w:val="00A1471A"/>
    <w:rsid w:val="00A1685D"/>
    <w:rsid w:val="00A30DC4"/>
    <w:rsid w:val="00A3431A"/>
    <w:rsid w:val="00A347DE"/>
    <w:rsid w:val="00A36E95"/>
    <w:rsid w:val="00A45DB8"/>
    <w:rsid w:val="00A56074"/>
    <w:rsid w:val="00A56607"/>
    <w:rsid w:val="00A62798"/>
    <w:rsid w:val="00A75EF0"/>
    <w:rsid w:val="00A776FE"/>
    <w:rsid w:val="00AB39E6"/>
    <w:rsid w:val="00AB5E32"/>
    <w:rsid w:val="00AB71A8"/>
    <w:rsid w:val="00AC087B"/>
    <w:rsid w:val="00AC4B12"/>
    <w:rsid w:val="00AD72B8"/>
    <w:rsid w:val="00AE6FF2"/>
    <w:rsid w:val="00AF33BF"/>
    <w:rsid w:val="00AF4280"/>
    <w:rsid w:val="00AF69CC"/>
    <w:rsid w:val="00B01B85"/>
    <w:rsid w:val="00B030E9"/>
    <w:rsid w:val="00B119F4"/>
    <w:rsid w:val="00B15219"/>
    <w:rsid w:val="00B154B4"/>
    <w:rsid w:val="00B22BBE"/>
    <w:rsid w:val="00B24CF0"/>
    <w:rsid w:val="00B35FDB"/>
    <w:rsid w:val="00B37134"/>
    <w:rsid w:val="00B40FC8"/>
    <w:rsid w:val="00B80D0E"/>
    <w:rsid w:val="00B921EF"/>
    <w:rsid w:val="00BD06C3"/>
    <w:rsid w:val="00BD3127"/>
    <w:rsid w:val="00BD460E"/>
    <w:rsid w:val="00BF1F3F"/>
    <w:rsid w:val="00C003F1"/>
    <w:rsid w:val="00C00C2E"/>
    <w:rsid w:val="00C10606"/>
    <w:rsid w:val="00C15DB2"/>
    <w:rsid w:val="00C202E4"/>
    <w:rsid w:val="00C22538"/>
    <w:rsid w:val="00C26D7B"/>
    <w:rsid w:val="00C34509"/>
    <w:rsid w:val="00C4103F"/>
    <w:rsid w:val="00C4489D"/>
    <w:rsid w:val="00C456FB"/>
    <w:rsid w:val="00C5250B"/>
    <w:rsid w:val="00C57DEB"/>
    <w:rsid w:val="00C75633"/>
    <w:rsid w:val="00C91264"/>
    <w:rsid w:val="00CA5F28"/>
    <w:rsid w:val="00CC09B6"/>
    <w:rsid w:val="00CC6896"/>
    <w:rsid w:val="00CD5133"/>
    <w:rsid w:val="00CE6400"/>
    <w:rsid w:val="00CF4A74"/>
    <w:rsid w:val="00D01E05"/>
    <w:rsid w:val="00D112C1"/>
    <w:rsid w:val="00D241ED"/>
    <w:rsid w:val="00D34D9A"/>
    <w:rsid w:val="00D409DE"/>
    <w:rsid w:val="00D42C9B"/>
    <w:rsid w:val="00D47D38"/>
    <w:rsid w:val="00D50594"/>
    <w:rsid w:val="00D7532C"/>
    <w:rsid w:val="00D93EB7"/>
    <w:rsid w:val="00DC2ACC"/>
    <w:rsid w:val="00DC3F44"/>
    <w:rsid w:val="00DD146A"/>
    <w:rsid w:val="00DD3E9D"/>
    <w:rsid w:val="00DE73EE"/>
    <w:rsid w:val="00E14552"/>
    <w:rsid w:val="00E15D59"/>
    <w:rsid w:val="00E21B42"/>
    <w:rsid w:val="00E30517"/>
    <w:rsid w:val="00E32C33"/>
    <w:rsid w:val="00E42CC3"/>
    <w:rsid w:val="00E55512"/>
    <w:rsid w:val="00E602A3"/>
    <w:rsid w:val="00E65A00"/>
    <w:rsid w:val="00E86A2B"/>
    <w:rsid w:val="00E94CCA"/>
    <w:rsid w:val="00EA74CD"/>
    <w:rsid w:val="00EB3286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261D5"/>
    <w:rsid w:val="00F33AC3"/>
    <w:rsid w:val="00F35087"/>
    <w:rsid w:val="00F365F2"/>
    <w:rsid w:val="00F47743"/>
    <w:rsid w:val="00F54680"/>
    <w:rsid w:val="00F70333"/>
    <w:rsid w:val="00FA5460"/>
    <w:rsid w:val="00FA5C20"/>
    <w:rsid w:val="00FA5E2C"/>
    <w:rsid w:val="00FB3562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C26D7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3</Pages>
  <Words>521</Words>
  <Characters>3132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bielatoh</cp:lastModifiedBy>
  <cp:revision>36</cp:revision>
  <cp:lastPrinted>2016-07-26T08:32:00Z</cp:lastPrinted>
  <dcterms:created xsi:type="dcterms:W3CDTF">2016-08-09T15:03:00Z</dcterms:created>
  <dcterms:modified xsi:type="dcterms:W3CDTF">2018-02-01T15:26:00Z</dcterms:modified>
</cp:coreProperties>
</file>