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EC" w:rsidRDefault="00237EEC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237EEC" w:rsidRDefault="00237EEC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237EEC" w:rsidRPr="00B030E9" w:rsidRDefault="00237EEC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237EEC" w:rsidRDefault="00237EEC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237EEC" w:rsidRPr="00284F95" w:rsidRDefault="00237EEC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237EEC" w:rsidRPr="00284F95" w:rsidRDefault="00237EEC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237EEC" w:rsidRPr="00284F95" w:rsidRDefault="00237EEC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237EEC" w:rsidRPr="00B030E9" w:rsidRDefault="00237EEC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37EEC" w:rsidRPr="00B030E9" w:rsidRDefault="00237EEC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237EEC" w:rsidRPr="00B030E9" w:rsidRDefault="00237EEC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237EEC" w:rsidRDefault="00237EEC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237EEC" w:rsidRPr="00F256BA" w:rsidRDefault="00237EEC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237EEC" w:rsidRPr="00896545" w:rsidRDefault="00237EEC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237EEC" w:rsidRDefault="00237EE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237EEC" w:rsidRDefault="00237EE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37EEC" w:rsidRDefault="00237EE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37EEC" w:rsidRDefault="00237EE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37EEC" w:rsidRPr="00B030E9" w:rsidRDefault="00237EE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237EEC" w:rsidRPr="00B030E9" w:rsidRDefault="00237EEC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237EEC" w:rsidRDefault="00237EEC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237EEC" w:rsidRPr="00B030E9" w:rsidRDefault="00237EEC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237EEC" w:rsidRDefault="00237EE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37EEC" w:rsidRDefault="00237EE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237EEC" w:rsidRDefault="00237EE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237EEC" w:rsidRPr="00B030E9" w:rsidRDefault="00237EE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237EEC" w:rsidRPr="00B030E9" w:rsidRDefault="00237EEC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237EEC" w:rsidRPr="00B030E9" w:rsidRDefault="00237EEC" w:rsidP="00C4103F">
      <w:pPr>
        <w:rPr>
          <w:rFonts w:ascii="Tahoma" w:hAnsi="Tahoma" w:cs="Tahoma"/>
          <w:sz w:val="20"/>
          <w:szCs w:val="20"/>
        </w:rPr>
      </w:pPr>
    </w:p>
    <w:p w:rsidR="00237EEC" w:rsidRPr="00B030E9" w:rsidRDefault="00237EEC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Wykonawcy</w:t>
      </w:r>
    </w:p>
    <w:p w:rsidR="00237EEC" w:rsidRPr="00B030E9" w:rsidRDefault="00237EEC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237EEC" w:rsidRPr="00B030E9" w:rsidRDefault="00237EEC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237EEC" w:rsidRPr="00B030E9" w:rsidRDefault="00237EEC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237EEC" w:rsidRPr="00284F95" w:rsidRDefault="00237EE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Pr="00284F95" w:rsidRDefault="00237EEC" w:rsidP="00284F95">
      <w:pPr>
        <w:pStyle w:val="BodyTextIndent"/>
        <w:ind w:left="0"/>
        <w:rPr>
          <w:rFonts w:ascii="Tahoma" w:hAnsi="Tahoma" w:cs="Tahoma"/>
          <w:b/>
        </w:rPr>
      </w:pPr>
      <w:r w:rsidRPr="00284F95">
        <w:rPr>
          <w:rFonts w:ascii="Tahoma" w:hAnsi="Tahoma" w:cs="Tahoma"/>
        </w:rPr>
        <w:t>Na potrzeby postępowania o udz</w:t>
      </w:r>
      <w:r>
        <w:rPr>
          <w:rFonts w:ascii="Tahoma" w:hAnsi="Tahoma" w:cs="Tahoma"/>
        </w:rPr>
        <w:t xml:space="preserve">ielenie zamówienia publicznego </w:t>
      </w:r>
      <w:r w:rsidRPr="00284F95">
        <w:rPr>
          <w:rFonts w:ascii="Tahoma" w:hAnsi="Tahoma" w:cs="Tahoma"/>
        </w:rPr>
        <w:t xml:space="preserve">pn. </w:t>
      </w:r>
      <w:r w:rsidRPr="00284F95">
        <w:rPr>
          <w:rFonts w:ascii="Tahoma" w:hAnsi="Tahoma" w:cs="Tahoma"/>
          <w:b/>
        </w:rPr>
        <w:t xml:space="preserve">Malowanie wybranych pokoi studenckich w budynku Domu Studenckiego Merkury przy Al. 29 Listopada 48A w Krakowie, </w:t>
      </w:r>
      <w:r>
        <w:rPr>
          <w:rFonts w:ascii="Tahoma" w:hAnsi="Tahoma" w:cs="Tahoma"/>
        </w:rPr>
        <w:t>(nr K-DZP-272-6/18</w:t>
      </w:r>
      <w:r w:rsidRPr="00284F95">
        <w:rPr>
          <w:rFonts w:ascii="Tahoma" w:hAnsi="Tahoma" w:cs="Tahoma"/>
        </w:rPr>
        <w:t>),</w:t>
      </w:r>
      <w:r w:rsidRPr="00284F95">
        <w:rPr>
          <w:rFonts w:ascii="Tahoma" w:hAnsi="Tahoma" w:cs="Tahoma"/>
          <w:i/>
        </w:rPr>
        <w:t xml:space="preserve"> </w:t>
      </w:r>
      <w:r w:rsidRPr="00284F95">
        <w:rPr>
          <w:rFonts w:ascii="Tahoma" w:hAnsi="Tahoma" w:cs="Tahoma"/>
        </w:rPr>
        <w:t>prowadzonego przez Uniwersytet Ekonomiczny w Krakowie</w:t>
      </w:r>
      <w:r w:rsidRPr="00284F95">
        <w:rPr>
          <w:rFonts w:ascii="Tahoma" w:hAnsi="Tahoma" w:cs="Tahoma"/>
          <w:i/>
        </w:rPr>
        <w:t xml:space="preserve">, </w:t>
      </w:r>
      <w:r w:rsidRPr="00284F95">
        <w:rPr>
          <w:rFonts w:ascii="Tahoma" w:hAnsi="Tahoma" w:cs="Tahoma"/>
        </w:rPr>
        <w:t>oświadczam, co następuje:</w:t>
      </w:r>
    </w:p>
    <w:p w:rsidR="00237EEC" w:rsidRPr="00B030E9" w:rsidRDefault="00237EEC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Pr="00B030E9" w:rsidRDefault="00237EEC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237EEC" w:rsidRPr="00B030E9" w:rsidRDefault="00237EEC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nie podlegam wykluczen</w:t>
      </w:r>
      <w:r>
        <w:rPr>
          <w:rFonts w:ascii="Tahoma" w:hAnsi="Tahoma" w:cs="Tahoma"/>
          <w:sz w:val="20"/>
          <w:szCs w:val="20"/>
        </w:rPr>
        <w:t xml:space="preserve">iu z postępowania na podstawie </w:t>
      </w:r>
      <w:r w:rsidRPr="00B030E9">
        <w:rPr>
          <w:rFonts w:ascii="Tahoma" w:hAnsi="Tahoma" w:cs="Tahoma"/>
          <w:sz w:val="20"/>
          <w:szCs w:val="20"/>
        </w:rPr>
        <w:t>art. 24 ust 1 pkt 12-23 ustawy Pzp.</w:t>
      </w:r>
    </w:p>
    <w:p w:rsidR="00237EEC" w:rsidRPr="0027117B" w:rsidRDefault="00237EEC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>Oświadczam, że nie podlegam wykluczen</w:t>
      </w:r>
      <w:r>
        <w:rPr>
          <w:rFonts w:ascii="Tahoma" w:hAnsi="Tahoma" w:cs="Tahoma"/>
          <w:sz w:val="20"/>
          <w:szCs w:val="20"/>
        </w:rPr>
        <w:t xml:space="preserve">iu z postępowania na podstawie </w:t>
      </w:r>
      <w:r w:rsidRPr="0027117B">
        <w:rPr>
          <w:rFonts w:ascii="Tahoma" w:hAnsi="Tahoma" w:cs="Tahoma"/>
          <w:sz w:val="20"/>
          <w:szCs w:val="20"/>
        </w:rPr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237EEC" w:rsidRDefault="00237EEC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37EEC" w:rsidRPr="00B030E9" w:rsidRDefault="00237EEC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37EEC" w:rsidRPr="00A038E7" w:rsidRDefault="00237EEC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37EEC" w:rsidRPr="00B030E9" w:rsidRDefault="00237EE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37EEC" w:rsidRDefault="00237EE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37EEC" w:rsidRDefault="00237EE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37EEC" w:rsidRDefault="00237EEC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Pr="00B030E9" w:rsidRDefault="00237EEC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 1 oraz 8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237EEC" w:rsidRPr="00B030E9" w:rsidRDefault="00237EE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</w:t>
      </w:r>
    </w:p>
    <w:p w:rsidR="00237EEC" w:rsidRDefault="00237EE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37EEC" w:rsidRDefault="00237EE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37EEC" w:rsidRPr="00A038E7" w:rsidRDefault="00237EE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37EEC" w:rsidRPr="00B030E9" w:rsidRDefault="00237EE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37EEC" w:rsidRDefault="00237EE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37EEC" w:rsidRDefault="00237EE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37EEC" w:rsidRPr="00B030E9" w:rsidRDefault="00237EEC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237EEC" w:rsidRPr="00B030E9" w:rsidRDefault="00237EEC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237EEC" w:rsidRPr="00B030E9" w:rsidRDefault="00237EE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37EEC" w:rsidRPr="00B030E9" w:rsidRDefault="00237EE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237EEC" w:rsidRDefault="00237EE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Pr="00A038E7" w:rsidRDefault="00237EE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37EEC" w:rsidRPr="00B030E9" w:rsidRDefault="00237EE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37EEC" w:rsidRDefault="00237EE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37EEC" w:rsidRDefault="00237EE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37EEC" w:rsidRPr="00B030E9" w:rsidRDefault="00237EE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37EEC" w:rsidRPr="00B030E9" w:rsidRDefault="00237EEC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237EEC" w:rsidRPr="00B030E9" w:rsidRDefault="00237EE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37EEC" w:rsidRDefault="00237EE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237EEC" w:rsidRDefault="00237EE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Pr="00A038E7" w:rsidRDefault="00237EE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37EEC" w:rsidRPr="00B030E9" w:rsidRDefault="00237EE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37EEC" w:rsidRDefault="00237EE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37EEC" w:rsidRDefault="00237EE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37EEC" w:rsidRDefault="00237EE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Default="00237EE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Default="00237EE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Default="00237EE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Default="00237EEC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237EEC" w:rsidRPr="00B030E9" w:rsidRDefault="00237EEC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237EEC" w:rsidRPr="00B030E9" w:rsidRDefault="00237EE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237EEC" w:rsidRPr="00B030E9" w:rsidRDefault="00237EE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237EEC" w:rsidRDefault="00237EE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37EEC" w:rsidRPr="00A038E7" w:rsidRDefault="00237EE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237EEC" w:rsidRPr="00B030E9" w:rsidRDefault="00237EE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237EEC" w:rsidRDefault="00237EE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237EEC" w:rsidRDefault="00237EE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237EEC" w:rsidRPr="00B030E9" w:rsidRDefault="00237EE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237EEC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EEC" w:rsidRDefault="00237EEC" w:rsidP="0038231F">
      <w:pPr>
        <w:spacing w:after="0" w:line="240" w:lineRule="auto"/>
      </w:pPr>
      <w:r>
        <w:separator/>
      </w:r>
    </w:p>
  </w:endnote>
  <w:endnote w:type="continuationSeparator" w:id="0">
    <w:p w:rsidR="00237EEC" w:rsidRDefault="00237E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EEC" w:rsidRPr="0027560C" w:rsidRDefault="00237EEC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237EEC" w:rsidRDefault="00237E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EEC" w:rsidRDefault="00237EEC" w:rsidP="0038231F">
      <w:pPr>
        <w:spacing w:after="0" w:line="240" w:lineRule="auto"/>
      </w:pPr>
      <w:r>
        <w:separator/>
      </w:r>
    </w:p>
  </w:footnote>
  <w:footnote w:type="continuationSeparator" w:id="0">
    <w:p w:rsidR="00237EEC" w:rsidRDefault="00237E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EEC" w:rsidRDefault="00237EEC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K-DZP-272-6/18</w:t>
    </w:r>
  </w:p>
  <w:p w:rsidR="00237EEC" w:rsidRDefault="00237E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8EE"/>
    <w:rsid w:val="00050F34"/>
    <w:rsid w:val="000613EB"/>
    <w:rsid w:val="0007155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7EEC"/>
    <w:rsid w:val="0024732C"/>
    <w:rsid w:val="0025263C"/>
    <w:rsid w:val="0025358A"/>
    <w:rsid w:val="00255142"/>
    <w:rsid w:val="00267089"/>
    <w:rsid w:val="0027117B"/>
    <w:rsid w:val="0027560C"/>
    <w:rsid w:val="002840F9"/>
    <w:rsid w:val="00284F95"/>
    <w:rsid w:val="00287BCD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761EA"/>
    <w:rsid w:val="0038231F"/>
    <w:rsid w:val="00383113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6058D"/>
    <w:rsid w:val="005641F0"/>
    <w:rsid w:val="0057122C"/>
    <w:rsid w:val="005715C7"/>
    <w:rsid w:val="00591C93"/>
    <w:rsid w:val="005A73FB"/>
    <w:rsid w:val="005C195A"/>
    <w:rsid w:val="005E176A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3BD6"/>
    <w:rsid w:val="006A52B6"/>
    <w:rsid w:val="006C747E"/>
    <w:rsid w:val="006E16A6"/>
    <w:rsid w:val="006F3D32"/>
    <w:rsid w:val="00705030"/>
    <w:rsid w:val="007118F0"/>
    <w:rsid w:val="00746532"/>
    <w:rsid w:val="007530E5"/>
    <w:rsid w:val="00754B61"/>
    <w:rsid w:val="007819E2"/>
    <w:rsid w:val="007840F2"/>
    <w:rsid w:val="007936D6"/>
    <w:rsid w:val="0079713A"/>
    <w:rsid w:val="007A32A1"/>
    <w:rsid w:val="007E25BD"/>
    <w:rsid w:val="007E2F69"/>
    <w:rsid w:val="00802E17"/>
    <w:rsid w:val="00804F07"/>
    <w:rsid w:val="0081003B"/>
    <w:rsid w:val="0083047B"/>
    <w:rsid w:val="00830AB1"/>
    <w:rsid w:val="00830E83"/>
    <w:rsid w:val="0084469A"/>
    <w:rsid w:val="008560CF"/>
    <w:rsid w:val="00874044"/>
    <w:rsid w:val="00875011"/>
    <w:rsid w:val="00892E48"/>
    <w:rsid w:val="00896545"/>
    <w:rsid w:val="008A5BE7"/>
    <w:rsid w:val="008C6DF8"/>
    <w:rsid w:val="008D0487"/>
    <w:rsid w:val="008E3274"/>
    <w:rsid w:val="008F3818"/>
    <w:rsid w:val="009052E7"/>
    <w:rsid w:val="009129F3"/>
    <w:rsid w:val="00920F98"/>
    <w:rsid w:val="009210A3"/>
    <w:rsid w:val="009301A2"/>
    <w:rsid w:val="009375EB"/>
    <w:rsid w:val="009469C7"/>
    <w:rsid w:val="00956C26"/>
    <w:rsid w:val="00963B33"/>
    <w:rsid w:val="00975C49"/>
    <w:rsid w:val="009A397D"/>
    <w:rsid w:val="009C0C6C"/>
    <w:rsid w:val="009C45F7"/>
    <w:rsid w:val="009C6DDE"/>
    <w:rsid w:val="009D0913"/>
    <w:rsid w:val="009D314C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A5445"/>
    <w:rsid w:val="00AB39E6"/>
    <w:rsid w:val="00AB5E32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929"/>
    <w:rsid w:val="00B22BBE"/>
    <w:rsid w:val="00B35FDB"/>
    <w:rsid w:val="00B37134"/>
    <w:rsid w:val="00B40FC8"/>
    <w:rsid w:val="00B80D0E"/>
    <w:rsid w:val="00B921EF"/>
    <w:rsid w:val="00BD06C3"/>
    <w:rsid w:val="00BE5C27"/>
    <w:rsid w:val="00BF1F3F"/>
    <w:rsid w:val="00C003F1"/>
    <w:rsid w:val="00C00C2E"/>
    <w:rsid w:val="00C22538"/>
    <w:rsid w:val="00C4103F"/>
    <w:rsid w:val="00C456FB"/>
    <w:rsid w:val="00C57DEB"/>
    <w:rsid w:val="00C64D3D"/>
    <w:rsid w:val="00C67080"/>
    <w:rsid w:val="00C75633"/>
    <w:rsid w:val="00CA5F28"/>
    <w:rsid w:val="00CB7C54"/>
    <w:rsid w:val="00CC6896"/>
    <w:rsid w:val="00CE6400"/>
    <w:rsid w:val="00CF4A74"/>
    <w:rsid w:val="00D009C7"/>
    <w:rsid w:val="00D01E05"/>
    <w:rsid w:val="00D34D9A"/>
    <w:rsid w:val="00D37A93"/>
    <w:rsid w:val="00D409DE"/>
    <w:rsid w:val="00D42C9B"/>
    <w:rsid w:val="00D45006"/>
    <w:rsid w:val="00D47469"/>
    <w:rsid w:val="00D47D38"/>
    <w:rsid w:val="00D50594"/>
    <w:rsid w:val="00D53153"/>
    <w:rsid w:val="00D7532C"/>
    <w:rsid w:val="00DC2ACC"/>
    <w:rsid w:val="00DC3F44"/>
    <w:rsid w:val="00DD146A"/>
    <w:rsid w:val="00DD3E9D"/>
    <w:rsid w:val="00DE73EE"/>
    <w:rsid w:val="00E14552"/>
    <w:rsid w:val="00E15D59"/>
    <w:rsid w:val="00E21B42"/>
    <w:rsid w:val="00E25A8D"/>
    <w:rsid w:val="00E30517"/>
    <w:rsid w:val="00E32C33"/>
    <w:rsid w:val="00E42CC3"/>
    <w:rsid w:val="00E55512"/>
    <w:rsid w:val="00E86A2B"/>
    <w:rsid w:val="00EA74CD"/>
    <w:rsid w:val="00EB3286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93AD1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3047B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69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3</Pages>
  <Words>525</Words>
  <Characters>3155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26</cp:revision>
  <cp:lastPrinted>2016-07-26T08:32:00Z</cp:lastPrinted>
  <dcterms:created xsi:type="dcterms:W3CDTF">2016-08-09T15:03:00Z</dcterms:created>
  <dcterms:modified xsi:type="dcterms:W3CDTF">2018-04-10T07:09:00Z</dcterms:modified>
</cp:coreProperties>
</file>