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AB7" w:rsidRDefault="00FE2AB7" w:rsidP="006918DD">
      <w:pPr>
        <w:spacing w:after="0" w:line="240" w:lineRule="auto"/>
        <w:ind w:left="708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1</w:t>
      </w:r>
    </w:p>
    <w:p w:rsidR="00FE2AB7" w:rsidRDefault="00FE2AB7" w:rsidP="00B030E9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</w:p>
    <w:p w:rsidR="00FE2AB7" w:rsidRPr="00B030E9" w:rsidRDefault="00FE2AB7" w:rsidP="00B030E9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Zamawiający:</w:t>
      </w:r>
    </w:p>
    <w:p w:rsidR="00FE2AB7" w:rsidRDefault="00FE2AB7" w:rsidP="00B030E9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</w:p>
    <w:p w:rsidR="00FE2AB7" w:rsidRPr="00284F95" w:rsidRDefault="00FE2AB7" w:rsidP="00284F95">
      <w:pPr>
        <w:spacing w:after="0" w:line="240" w:lineRule="auto"/>
        <w:ind w:left="5664"/>
        <w:rPr>
          <w:rFonts w:ascii="Tahoma" w:hAnsi="Tahoma" w:cs="Tahoma"/>
          <w:sz w:val="20"/>
          <w:szCs w:val="20"/>
        </w:rPr>
      </w:pPr>
      <w:r w:rsidRPr="00284F95">
        <w:rPr>
          <w:rFonts w:ascii="Tahoma" w:hAnsi="Tahoma" w:cs="Tahoma"/>
          <w:sz w:val="20"/>
          <w:szCs w:val="20"/>
        </w:rPr>
        <w:t xml:space="preserve">Uniwersytet Ekonomiczny w Krakowie </w:t>
      </w:r>
    </w:p>
    <w:p w:rsidR="00FE2AB7" w:rsidRPr="00284F95" w:rsidRDefault="00FE2AB7" w:rsidP="00284F95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</w:p>
    <w:p w:rsidR="00FE2AB7" w:rsidRPr="00284F95" w:rsidRDefault="00FE2AB7" w:rsidP="00284F95">
      <w:pPr>
        <w:spacing w:line="240" w:lineRule="auto"/>
        <w:ind w:left="4956" w:firstLine="708"/>
        <w:rPr>
          <w:rFonts w:ascii="Tahoma" w:hAnsi="Tahoma" w:cs="Tahoma"/>
          <w:sz w:val="20"/>
          <w:szCs w:val="20"/>
        </w:rPr>
      </w:pPr>
      <w:r w:rsidRPr="00284F95">
        <w:rPr>
          <w:rFonts w:ascii="Tahoma" w:hAnsi="Tahoma" w:cs="Tahoma"/>
          <w:sz w:val="20"/>
          <w:szCs w:val="20"/>
        </w:rPr>
        <w:t>ul. Rakowicka 27, 31-510 Kraków</w:t>
      </w:r>
    </w:p>
    <w:p w:rsidR="00FE2AB7" w:rsidRPr="00B030E9" w:rsidRDefault="00FE2AB7" w:rsidP="00B030E9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FE2AB7" w:rsidRPr="00B030E9" w:rsidRDefault="00FE2AB7" w:rsidP="00B030E9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adres)</w:t>
      </w:r>
    </w:p>
    <w:p w:rsidR="00FE2AB7" w:rsidRPr="00B030E9" w:rsidRDefault="00FE2AB7" w:rsidP="007118F0">
      <w:pPr>
        <w:spacing w:after="0"/>
        <w:rPr>
          <w:rFonts w:ascii="Tahoma" w:hAnsi="Tahoma" w:cs="Tahoma"/>
          <w:b/>
          <w:sz w:val="20"/>
          <w:szCs w:val="20"/>
        </w:rPr>
      </w:pPr>
    </w:p>
    <w:p w:rsidR="00FE2AB7" w:rsidRDefault="00FE2AB7" w:rsidP="00896545">
      <w:pPr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Wykonawca:</w:t>
      </w:r>
      <w:r>
        <w:rPr>
          <w:rFonts w:ascii="Tahoma" w:hAnsi="Tahoma" w:cs="Tahoma"/>
          <w:b/>
          <w:sz w:val="20"/>
          <w:szCs w:val="20"/>
        </w:rPr>
        <w:tab/>
      </w:r>
    </w:p>
    <w:p w:rsidR="00FE2AB7" w:rsidRPr="00F256BA" w:rsidRDefault="00FE2AB7" w:rsidP="00896545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 xml:space="preserve">……………………………………………………….             </w:t>
      </w:r>
      <w:r w:rsidRPr="00416E30">
        <w:rPr>
          <w:rFonts w:ascii="Tahoma" w:hAnsi="Tahoma" w:cs="Tahoma"/>
          <w:sz w:val="20"/>
          <w:szCs w:val="20"/>
        </w:rPr>
        <w:tab/>
      </w:r>
      <w:r w:rsidRPr="00F256BA">
        <w:rPr>
          <w:rFonts w:ascii="Tahoma" w:hAnsi="Tahoma" w:cs="Tahoma"/>
          <w:sz w:val="18"/>
          <w:szCs w:val="18"/>
        </w:rPr>
        <w:t>…………………………………………………………</w:t>
      </w:r>
      <w:r>
        <w:rPr>
          <w:rFonts w:ascii="Tahoma" w:hAnsi="Tahoma" w:cs="Tahoma"/>
          <w:sz w:val="18"/>
          <w:szCs w:val="18"/>
        </w:rPr>
        <w:t>…</w:t>
      </w:r>
    </w:p>
    <w:p w:rsidR="00FE2AB7" w:rsidRPr="00896545" w:rsidRDefault="00FE2AB7" w:rsidP="0089654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Pieczęć firmowa Wykonawcy</w:t>
      </w:r>
    </w:p>
    <w:p w:rsidR="00FE2AB7" w:rsidRDefault="00FE2AB7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FE2AB7" w:rsidRDefault="00FE2AB7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FE2AB7" w:rsidRDefault="00FE2AB7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FE2AB7" w:rsidRDefault="00FE2AB7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FE2AB7" w:rsidRPr="00B030E9" w:rsidRDefault="00FE2AB7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………………………………………………..</w:t>
      </w:r>
    </w:p>
    <w:p w:rsidR="00FE2AB7" w:rsidRPr="00B030E9" w:rsidRDefault="00FE2AB7" w:rsidP="00B030E9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adres, w zależności od podmiotu: NIP/PESEL, KRS/CEiDG)</w:t>
      </w:r>
    </w:p>
    <w:p w:rsidR="00FE2AB7" w:rsidRDefault="00FE2AB7" w:rsidP="00B030E9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FE2AB7" w:rsidRPr="00B030E9" w:rsidRDefault="00FE2AB7" w:rsidP="00B030E9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B030E9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FE2AB7" w:rsidRDefault="00FE2AB7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FE2AB7" w:rsidRDefault="00FE2AB7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FE2AB7" w:rsidRDefault="00FE2AB7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FE2AB7" w:rsidRPr="00B030E9" w:rsidRDefault="00FE2AB7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FE2AB7" w:rsidRPr="00B030E9" w:rsidRDefault="00FE2AB7" w:rsidP="00B030E9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:rsidR="00FE2AB7" w:rsidRPr="00B030E9" w:rsidRDefault="00FE2AB7" w:rsidP="00C4103F">
      <w:pPr>
        <w:rPr>
          <w:rFonts w:ascii="Tahoma" w:hAnsi="Tahoma" w:cs="Tahoma"/>
          <w:sz w:val="20"/>
          <w:szCs w:val="20"/>
        </w:rPr>
      </w:pPr>
    </w:p>
    <w:p w:rsidR="00FE2AB7" w:rsidRPr="00B030E9" w:rsidRDefault="00FE2AB7" w:rsidP="00BF1F3F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Oświadczenie W</w:t>
      </w:r>
      <w:r w:rsidRPr="00B030E9">
        <w:rPr>
          <w:rFonts w:ascii="Tahoma" w:hAnsi="Tahoma" w:cs="Tahoma"/>
          <w:b/>
          <w:sz w:val="20"/>
          <w:szCs w:val="20"/>
          <w:u w:val="single"/>
        </w:rPr>
        <w:t xml:space="preserve">ykonawcy </w:t>
      </w:r>
    </w:p>
    <w:p w:rsidR="00FE2AB7" w:rsidRPr="00B030E9" w:rsidRDefault="00FE2AB7" w:rsidP="00BF1F3F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 xml:space="preserve">składane na podstawie art. 25a ust. 1 ustawy z dnia 29 stycznia 2004 r. </w:t>
      </w:r>
    </w:p>
    <w:p w:rsidR="00FE2AB7" w:rsidRPr="00B030E9" w:rsidRDefault="00FE2AB7" w:rsidP="00BF1F3F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 xml:space="preserve"> Prawo zamówień publicznych (dalej jako: ustawa Pzp), </w:t>
      </w:r>
    </w:p>
    <w:p w:rsidR="00FE2AB7" w:rsidRPr="00B030E9" w:rsidRDefault="00FE2AB7" w:rsidP="00BF1F3F">
      <w:pPr>
        <w:spacing w:before="120"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B030E9">
        <w:rPr>
          <w:rFonts w:ascii="Tahoma" w:hAnsi="Tahoma" w:cs="Tahoma"/>
          <w:b/>
          <w:sz w:val="20"/>
          <w:szCs w:val="20"/>
          <w:u w:val="single"/>
        </w:rPr>
        <w:t>DOTYCZĄCE PRZESŁANEK WYKLUCZENIA Z POSTĘPOWANIA</w:t>
      </w:r>
    </w:p>
    <w:p w:rsidR="00FE2AB7" w:rsidRPr="00284F95" w:rsidRDefault="00FE2AB7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FE2AB7" w:rsidRPr="00067D60" w:rsidRDefault="00FE2AB7" w:rsidP="00707F55">
      <w:pPr>
        <w:autoSpaceDE w:val="0"/>
        <w:autoSpaceDN w:val="0"/>
        <w:adjustRightInd w:val="0"/>
        <w:rPr>
          <w:b/>
        </w:rPr>
      </w:pPr>
      <w:r w:rsidRPr="00067D60">
        <w:t xml:space="preserve">Na potrzeby postępowania o udzielenie zamówienia publicznego pn. </w:t>
      </w:r>
      <w:r w:rsidRPr="00603C3A">
        <w:rPr>
          <w:b/>
          <w:bCs/>
        </w:rPr>
        <w:t>Budow</w:t>
      </w:r>
      <w:r>
        <w:rPr>
          <w:b/>
          <w:bCs/>
        </w:rPr>
        <w:t>ę</w:t>
      </w:r>
      <w:r w:rsidRPr="00603C3A">
        <w:rPr>
          <w:b/>
          <w:bCs/>
        </w:rPr>
        <w:t xml:space="preserve"> </w:t>
      </w:r>
      <w:r>
        <w:rPr>
          <w:b/>
          <w:bCs/>
        </w:rPr>
        <w:t>przyłącza elektrycznego nN na terenie Kampusu</w:t>
      </w:r>
      <w:r w:rsidRPr="00067D60">
        <w:t>, (nr K-DZP-272-</w:t>
      </w:r>
      <w:r>
        <w:t>7</w:t>
      </w:r>
      <w:r w:rsidRPr="00067D60">
        <w:t>/1</w:t>
      </w:r>
      <w:r>
        <w:t>8</w:t>
      </w:r>
      <w:r w:rsidRPr="00067D60">
        <w:t>),</w:t>
      </w:r>
      <w:r w:rsidRPr="00067D60">
        <w:rPr>
          <w:i/>
        </w:rPr>
        <w:t xml:space="preserve"> </w:t>
      </w:r>
      <w:r w:rsidRPr="00067D60">
        <w:t>prowadzonego przez Uniwersytet Ekonomiczny w Krakowie</w:t>
      </w:r>
      <w:r w:rsidRPr="00067D60">
        <w:rPr>
          <w:i/>
        </w:rPr>
        <w:t xml:space="preserve">, </w:t>
      </w:r>
      <w:r w:rsidRPr="00067D60">
        <w:t>oświadczam, co następuje:</w:t>
      </w:r>
    </w:p>
    <w:p w:rsidR="00FE2AB7" w:rsidRPr="00B030E9" w:rsidRDefault="00FE2AB7" w:rsidP="004C43B8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FE2AB7" w:rsidRPr="00B030E9" w:rsidRDefault="00FE2AB7" w:rsidP="00B030E9">
      <w:pPr>
        <w:shd w:val="clear" w:color="auto" w:fill="BFBFBF"/>
        <w:spacing w:after="0" w:line="360" w:lineRule="auto"/>
        <w:rPr>
          <w:rFonts w:ascii="Tahoma" w:hAnsi="Tahoma" w:cs="Tahoma"/>
          <w:b/>
          <w:sz w:val="20"/>
          <w:szCs w:val="20"/>
        </w:rPr>
      </w:pPr>
      <w:r w:rsidRPr="00304838">
        <w:rPr>
          <w:rFonts w:ascii="Tahoma" w:hAnsi="Tahoma" w:cs="Tahoma"/>
          <w:b/>
          <w:sz w:val="20"/>
          <w:szCs w:val="20"/>
        </w:rPr>
        <w:t>OŚWIADCZENIA DOTYCZĄCE WYKONAWCY:</w:t>
      </w:r>
    </w:p>
    <w:p w:rsidR="00FE2AB7" w:rsidRPr="00B030E9" w:rsidRDefault="00FE2AB7" w:rsidP="00E32C33">
      <w:pPr>
        <w:pStyle w:val="ListParagraph"/>
        <w:numPr>
          <w:ilvl w:val="0"/>
          <w:numId w:val="7"/>
        </w:numPr>
        <w:spacing w:after="0"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B030E9">
        <w:rPr>
          <w:rFonts w:ascii="Tahoma" w:hAnsi="Tahoma" w:cs="Tahoma"/>
          <w:sz w:val="20"/>
          <w:szCs w:val="20"/>
        </w:rPr>
        <w:br/>
        <w:t>art. 24 ust 1 pkt 12-23 ustawy Pzp.</w:t>
      </w:r>
    </w:p>
    <w:p w:rsidR="00FE2AB7" w:rsidRPr="0027117B" w:rsidRDefault="00FE2AB7" w:rsidP="0027117B">
      <w:pPr>
        <w:pStyle w:val="ListParagraph"/>
        <w:numPr>
          <w:ilvl w:val="0"/>
          <w:numId w:val="7"/>
        </w:numPr>
        <w:spacing w:after="0"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27117B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27117B">
        <w:rPr>
          <w:rFonts w:ascii="Tahoma" w:hAnsi="Tahoma" w:cs="Tahoma"/>
          <w:sz w:val="20"/>
          <w:szCs w:val="20"/>
        </w:rPr>
        <w:br/>
        <w:t xml:space="preserve">art. 24 ust. 5 </w:t>
      </w:r>
      <w:r>
        <w:rPr>
          <w:rFonts w:ascii="Tahoma" w:hAnsi="Tahoma" w:cs="Tahoma"/>
          <w:sz w:val="20"/>
          <w:szCs w:val="20"/>
        </w:rPr>
        <w:t xml:space="preserve">pkt 1 oraz 8 </w:t>
      </w:r>
      <w:r w:rsidRPr="0027117B">
        <w:rPr>
          <w:rFonts w:ascii="Tahoma" w:hAnsi="Tahoma" w:cs="Tahoma"/>
          <w:sz w:val="20"/>
          <w:szCs w:val="20"/>
        </w:rPr>
        <w:t>ustawy Pzp.</w:t>
      </w:r>
    </w:p>
    <w:p w:rsidR="00FE2AB7" w:rsidRDefault="00FE2AB7" w:rsidP="00300674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FE2AB7" w:rsidRPr="00B030E9" w:rsidRDefault="00FE2AB7" w:rsidP="00300674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FE2AB7" w:rsidRPr="00A038E7" w:rsidRDefault="00FE2AB7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FE2AB7" w:rsidRPr="00B030E9" w:rsidRDefault="00FE2AB7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FE2AB7" w:rsidRDefault="00FE2AB7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FE2AB7" w:rsidRDefault="00FE2AB7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FE2AB7" w:rsidRDefault="00FE2AB7" w:rsidP="00A038E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FE2AB7" w:rsidRPr="00B030E9" w:rsidRDefault="00FE2AB7" w:rsidP="00A038E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B030E9">
        <w:rPr>
          <w:rFonts w:ascii="Tahoma" w:hAnsi="Tahoma" w:cs="Tahoma"/>
          <w:i/>
          <w:sz w:val="20"/>
          <w:szCs w:val="20"/>
        </w:rPr>
        <w:t>(podać mającą zastosowanie podstawę wykluczenia spośród wymienionych w art. 24 ust. 1 pkt 13-14, 16-20 lub art. 24 ust. 5 ustawy Pzp).</w:t>
      </w:r>
      <w:r w:rsidRPr="00B030E9">
        <w:rPr>
          <w:rFonts w:ascii="Tahoma" w:hAnsi="Tahoma" w:cs="Tahoma"/>
          <w:sz w:val="20"/>
          <w:szCs w:val="20"/>
        </w:rPr>
        <w:t xml:space="preserve"> 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FE2AB7" w:rsidRPr="00B030E9" w:rsidRDefault="00FE2AB7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E2AB7" w:rsidRDefault="00FE2AB7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FE2AB7" w:rsidRDefault="00FE2AB7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FE2AB7" w:rsidRPr="00A038E7" w:rsidRDefault="00FE2AB7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FE2AB7" w:rsidRPr="00B030E9" w:rsidRDefault="00FE2AB7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FE2AB7" w:rsidRDefault="00FE2AB7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FE2AB7" w:rsidRDefault="00FE2AB7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FE2AB7" w:rsidRPr="00B030E9" w:rsidRDefault="00FE2AB7" w:rsidP="00C456FB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FE2AB7" w:rsidRPr="00B030E9" w:rsidRDefault="00FE2AB7" w:rsidP="00300674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304838">
        <w:rPr>
          <w:rFonts w:ascii="Tahoma" w:hAnsi="Tahoma" w:cs="Tahoma"/>
          <w:b/>
          <w:sz w:val="20"/>
          <w:szCs w:val="20"/>
        </w:rPr>
        <w:t>OŚWIADCZENIE DOTYCZĄCE PODMIOTU, NA KTÓREGO ZASOBY POWOŁUJE SIĘ WYKONAWCA:</w:t>
      </w:r>
    </w:p>
    <w:p w:rsidR="00FE2AB7" w:rsidRPr="00B030E9" w:rsidRDefault="00FE2AB7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FE2AB7" w:rsidRPr="00B030E9" w:rsidRDefault="00FE2AB7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Oświadczam, że w stosunku do następującego/ych podmiotu/tów, na którego/ych zasoby powołuję się w niniejszym postępowaniu, tj.: ……………………………………………………………</w:t>
      </w:r>
      <w:bookmarkStart w:id="0" w:name="_GoBack"/>
      <w:bookmarkEnd w:id="0"/>
      <w:r w:rsidRPr="00B030E9">
        <w:rPr>
          <w:rFonts w:ascii="Tahoma" w:hAnsi="Tahoma" w:cs="Tahoma"/>
          <w:sz w:val="20"/>
          <w:szCs w:val="20"/>
        </w:rPr>
        <w:t xml:space="preserve"> </w:t>
      </w:r>
      <w:r w:rsidRPr="00B030E9">
        <w:rPr>
          <w:rFonts w:ascii="Tahoma" w:hAnsi="Tahoma" w:cs="Tahoma"/>
          <w:i/>
          <w:sz w:val="20"/>
          <w:szCs w:val="20"/>
        </w:rPr>
        <w:t xml:space="preserve">(podać pełną nazwę/firmę, adres, a także w zależności od podmiotu: NIP/PESEL, KRS/CEiDG) </w:t>
      </w:r>
      <w:r w:rsidRPr="00B030E9">
        <w:rPr>
          <w:rFonts w:ascii="Tahoma" w:hAnsi="Tahoma" w:cs="Tahoma"/>
          <w:sz w:val="20"/>
          <w:szCs w:val="20"/>
        </w:rPr>
        <w:t>nie zachodzą podstawy wykluczenia z postępowania o udzielenie zamówienia.</w:t>
      </w:r>
    </w:p>
    <w:p w:rsidR="00FE2AB7" w:rsidRDefault="00FE2AB7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FE2AB7" w:rsidRPr="00A038E7" w:rsidRDefault="00FE2AB7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FE2AB7" w:rsidRPr="00B030E9" w:rsidRDefault="00FE2AB7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FE2AB7" w:rsidRDefault="00FE2AB7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FE2AB7" w:rsidRDefault="00FE2AB7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FE2AB7" w:rsidRPr="00B030E9" w:rsidRDefault="00FE2AB7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FE2AB7" w:rsidRPr="00B030E9" w:rsidRDefault="00FE2AB7" w:rsidP="00300674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OŚWIADCZENIE DOTYCZĄCE PODWYKONAWCY NIEBĘDĄCEGO PODMIOTEM, NA KTÓREGO ZASOBY POWOŁUJE SIĘ WYKONAWCA:</w:t>
      </w:r>
    </w:p>
    <w:p w:rsidR="00FE2AB7" w:rsidRPr="00B030E9" w:rsidRDefault="00FE2AB7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FE2AB7" w:rsidRDefault="00FE2AB7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B030E9">
        <w:rPr>
          <w:rFonts w:ascii="Tahoma" w:hAnsi="Tahoma" w:cs="Tahoma"/>
          <w:i/>
          <w:sz w:val="20"/>
          <w:szCs w:val="20"/>
        </w:rPr>
        <w:t>(podać pełną nazwę/firmę, adres, a także w zależności od podmiotu: NIP/PESEL, KRS/CEiDG)</w:t>
      </w:r>
      <w:r w:rsidRPr="00B030E9">
        <w:rPr>
          <w:rFonts w:ascii="Tahoma" w:hAnsi="Tahoma" w:cs="Tahoma"/>
          <w:sz w:val="20"/>
          <w:szCs w:val="20"/>
        </w:rPr>
        <w:t>, nie zachodzą podstawy wykluczenia z postępowania o udzielenie zamówienia.</w:t>
      </w:r>
    </w:p>
    <w:p w:rsidR="00FE2AB7" w:rsidRDefault="00FE2AB7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FE2AB7" w:rsidRPr="00A038E7" w:rsidRDefault="00FE2AB7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FE2AB7" w:rsidRPr="00B030E9" w:rsidRDefault="00FE2AB7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FE2AB7" w:rsidRDefault="00FE2AB7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FE2AB7" w:rsidRDefault="00FE2AB7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FE2AB7" w:rsidRDefault="00FE2AB7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FE2AB7" w:rsidRDefault="00FE2AB7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FE2AB7" w:rsidRDefault="00FE2AB7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FE2AB7" w:rsidRDefault="00FE2AB7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FE2AB7" w:rsidRDefault="00FE2AB7" w:rsidP="0025358A">
      <w:pPr>
        <w:shd w:val="clear" w:color="auto" w:fill="BFBFBF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FE2AB7" w:rsidRPr="00B030E9" w:rsidRDefault="00FE2AB7" w:rsidP="0025358A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:rsidR="00FE2AB7" w:rsidRPr="00B030E9" w:rsidRDefault="00FE2AB7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FE2AB7" w:rsidRPr="00B030E9" w:rsidRDefault="00FE2AB7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B030E9">
        <w:rPr>
          <w:rFonts w:ascii="Tahoma" w:hAnsi="Tahoma" w:cs="Tahoma"/>
          <w:sz w:val="20"/>
          <w:szCs w:val="20"/>
        </w:rPr>
        <w:br/>
        <w:t>i zgodne z prawdą oraz zostały przedstawione z pełną świadomo</w:t>
      </w:r>
      <w:r>
        <w:rPr>
          <w:rFonts w:ascii="Tahoma" w:hAnsi="Tahoma" w:cs="Tahoma"/>
          <w:sz w:val="20"/>
          <w:szCs w:val="20"/>
        </w:rPr>
        <w:t>ścią konsekwencji wprowadzenia Z</w:t>
      </w:r>
      <w:r w:rsidRPr="00B030E9">
        <w:rPr>
          <w:rFonts w:ascii="Tahoma" w:hAnsi="Tahoma" w:cs="Tahoma"/>
          <w:sz w:val="20"/>
          <w:szCs w:val="20"/>
        </w:rPr>
        <w:t>amawiającego w błąd przy przedstawianiu informacji.</w:t>
      </w:r>
    </w:p>
    <w:p w:rsidR="00FE2AB7" w:rsidRDefault="00FE2AB7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FE2AB7" w:rsidRPr="00A038E7" w:rsidRDefault="00FE2AB7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FE2AB7" w:rsidRPr="00B030E9" w:rsidRDefault="00FE2AB7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FE2AB7" w:rsidRDefault="00FE2AB7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FE2AB7" w:rsidRDefault="00FE2AB7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FE2AB7" w:rsidRPr="00B030E9" w:rsidRDefault="00FE2AB7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sectPr w:rsidR="00FE2AB7" w:rsidRPr="00B030E9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AB7" w:rsidRDefault="00FE2AB7" w:rsidP="0038231F">
      <w:pPr>
        <w:spacing w:after="0" w:line="240" w:lineRule="auto"/>
      </w:pPr>
      <w:r>
        <w:separator/>
      </w:r>
    </w:p>
  </w:endnote>
  <w:endnote w:type="continuationSeparator" w:id="0">
    <w:p w:rsidR="00FE2AB7" w:rsidRDefault="00FE2AB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AB7" w:rsidRPr="0027560C" w:rsidRDefault="00FE2AB7">
    <w:pPr>
      <w:pStyle w:val="Footer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FE2AB7" w:rsidRDefault="00FE2AB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AB7" w:rsidRDefault="00FE2AB7" w:rsidP="0038231F">
      <w:pPr>
        <w:spacing w:after="0" w:line="240" w:lineRule="auto"/>
      </w:pPr>
      <w:r>
        <w:separator/>
      </w:r>
    </w:p>
  </w:footnote>
  <w:footnote w:type="continuationSeparator" w:id="0">
    <w:p w:rsidR="00FE2AB7" w:rsidRDefault="00FE2AB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AB7" w:rsidRDefault="00FE2AB7" w:rsidP="009C45F7">
    <w:pPr>
      <w:pStyle w:val="Head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K-DZP-272-7/18</w:t>
    </w:r>
  </w:p>
  <w:p w:rsidR="00FE2AB7" w:rsidRDefault="00FE2AB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78EE"/>
    <w:rsid w:val="00030566"/>
    <w:rsid w:val="000613EB"/>
    <w:rsid w:val="00067D60"/>
    <w:rsid w:val="0007155B"/>
    <w:rsid w:val="000809B6"/>
    <w:rsid w:val="000817F4"/>
    <w:rsid w:val="000B0870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489E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117B"/>
    <w:rsid w:val="0027560C"/>
    <w:rsid w:val="00283ACB"/>
    <w:rsid w:val="002840F9"/>
    <w:rsid w:val="00284F95"/>
    <w:rsid w:val="00287BCD"/>
    <w:rsid w:val="002B21FB"/>
    <w:rsid w:val="002C42F8"/>
    <w:rsid w:val="002C4948"/>
    <w:rsid w:val="002C6614"/>
    <w:rsid w:val="002E641A"/>
    <w:rsid w:val="002F2727"/>
    <w:rsid w:val="00300674"/>
    <w:rsid w:val="00304292"/>
    <w:rsid w:val="00304838"/>
    <w:rsid w:val="00307A36"/>
    <w:rsid w:val="00313911"/>
    <w:rsid w:val="003178CE"/>
    <w:rsid w:val="003416FE"/>
    <w:rsid w:val="0034230E"/>
    <w:rsid w:val="00351D52"/>
    <w:rsid w:val="003636E7"/>
    <w:rsid w:val="003761EA"/>
    <w:rsid w:val="0038231F"/>
    <w:rsid w:val="00392EC7"/>
    <w:rsid w:val="0039711F"/>
    <w:rsid w:val="003971F9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3FA2"/>
    <w:rsid w:val="003F024C"/>
    <w:rsid w:val="003F0F5D"/>
    <w:rsid w:val="004113F3"/>
    <w:rsid w:val="00414B26"/>
    <w:rsid w:val="00416E30"/>
    <w:rsid w:val="00434CC2"/>
    <w:rsid w:val="00466838"/>
    <w:rsid w:val="004761C6"/>
    <w:rsid w:val="00484F88"/>
    <w:rsid w:val="004B00A9"/>
    <w:rsid w:val="004C43B8"/>
    <w:rsid w:val="004F23F7"/>
    <w:rsid w:val="004F3005"/>
    <w:rsid w:val="004F5C00"/>
    <w:rsid w:val="00500358"/>
    <w:rsid w:val="005031A7"/>
    <w:rsid w:val="00520174"/>
    <w:rsid w:val="00520592"/>
    <w:rsid w:val="0052487A"/>
    <w:rsid w:val="00525621"/>
    <w:rsid w:val="00526E90"/>
    <w:rsid w:val="0053130C"/>
    <w:rsid w:val="005319CA"/>
    <w:rsid w:val="00532E6B"/>
    <w:rsid w:val="005416DB"/>
    <w:rsid w:val="0056058D"/>
    <w:rsid w:val="005641F0"/>
    <w:rsid w:val="0057122C"/>
    <w:rsid w:val="00591C93"/>
    <w:rsid w:val="005A73FB"/>
    <w:rsid w:val="005E176A"/>
    <w:rsid w:val="00603C3A"/>
    <w:rsid w:val="006172D0"/>
    <w:rsid w:val="006440B0"/>
    <w:rsid w:val="0064500B"/>
    <w:rsid w:val="00661B3E"/>
    <w:rsid w:val="00665738"/>
    <w:rsid w:val="0066592A"/>
    <w:rsid w:val="00677C66"/>
    <w:rsid w:val="00687919"/>
    <w:rsid w:val="006918DD"/>
    <w:rsid w:val="00692DF3"/>
    <w:rsid w:val="006A52B6"/>
    <w:rsid w:val="006C747E"/>
    <w:rsid w:val="006E16A6"/>
    <w:rsid w:val="006F3D32"/>
    <w:rsid w:val="00705030"/>
    <w:rsid w:val="00707F55"/>
    <w:rsid w:val="007118F0"/>
    <w:rsid w:val="00713483"/>
    <w:rsid w:val="00744066"/>
    <w:rsid w:val="00746532"/>
    <w:rsid w:val="007530E5"/>
    <w:rsid w:val="007819E2"/>
    <w:rsid w:val="007840F2"/>
    <w:rsid w:val="007936D6"/>
    <w:rsid w:val="0079713A"/>
    <w:rsid w:val="007E25BD"/>
    <w:rsid w:val="007E2F69"/>
    <w:rsid w:val="00804F07"/>
    <w:rsid w:val="0081003B"/>
    <w:rsid w:val="00830AB1"/>
    <w:rsid w:val="0084469A"/>
    <w:rsid w:val="008560CF"/>
    <w:rsid w:val="00874044"/>
    <w:rsid w:val="00875011"/>
    <w:rsid w:val="00892E48"/>
    <w:rsid w:val="00896545"/>
    <w:rsid w:val="008A5BE7"/>
    <w:rsid w:val="008C6DF8"/>
    <w:rsid w:val="008D0487"/>
    <w:rsid w:val="008E3274"/>
    <w:rsid w:val="008F3818"/>
    <w:rsid w:val="009052E7"/>
    <w:rsid w:val="00910EA3"/>
    <w:rsid w:val="009129F3"/>
    <w:rsid w:val="00920F98"/>
    <w:rsid w:val="009210A3"/>
    <w:rsid w:val="009301A2"/>
    <w:rsid w:val="009375EB"/>
    <w:rsid w:val="009469C7"/>
    <w:rsid w:val="009569AF"/>
    <w:rsid w:val="00956C26"/>
    <w:rsid w:val="00963B33"/>
    <w:rsid w:val="00975C49"/>
    <w:rsid w:val="009A397D"/>
    <w:rsid w:val="009C0C6C"/>
    <w:rsid w:val="009C45F7"/>
    <w:rsid w:val="009C6DDE"/>
    <w:rsid w:val="009D0913"/>
    <w:rsid w:val="009D314C"/>
    <w:rsid w:val="00A038E7"/>
    <w:rsid w:val="00A058AD"/>
    <w:rsid w:val="00A0658E"/>
    <w:rsid w:val="00A112A7"/>
    <w:rsid w:val="00A1401D"/>
    <w:rsid w:val="00A1471A"/>
    <w:rsid w:val="00A1685D"/>
    <w:rsid w:val="00A3431A"/>
    <w:rsid w:val="00A347DE"/>
    <w:rsid w:val="00A36E95"/>
    <w:rsid w:val="00A45DB8"/>
    <w:rsid w:val="00A56074"/>
    <w:rsid w:val="00A56607"/>
    <w:rsid w:val="00A62798"/>
    <w:rsid w:val="00A776FE"/>
    <w:rsid w:val="00AA2890"/>
    <w:rsid w:val="00AB39E6"/>
    <w:rsid w:val="00AB5E32"/>
    <w:rsid w:val="00AB71A8"/>
    <w:rsid w:val="00AE6FF2"/>
    <w:rsid w:val="00AF33BF"/>
    <w:rsid w:val="00AF69CC"/>
    <w:rsid w:val="00AF747D"/>
    <w:rsid w:val="00B01B85"/>
    <w:rsid w:val="00B030E9"/>
    <w:rsid w:val="00B119F4"/>
    <w:rsid w:val="00B15219"/>
    <w:rsid w:val="00B154B4"/>
    <w:rsid w:val="00B22BBE"/>
    <w:rsid w:val="00B35FDB"/>
    <w:rsid w:val="00B37134"/>
    <w:rsid w:val="00B40FC8"/>
    <w:rsid w:val="00B80D0E"/>
    <w:rsid w:val="00B921EF"/>
    <w:rsid w:val="00B97854"/>
    <w:rsid w:val="00BD06C3"/>
    <w:rsid w:val="00BE5C27"/>
    <w:rsid w:val="00BF1F3F"/>
    <w:rsid w:val="00C003F1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009C7"/>
    <w:rsid w:val="00D01E05"/>
    <w:rsid w:val="00D16504"/>
    <w:rsid w:val="00D34D9A"/>
    <w:rsid w:val="00D37A93"/>
    <w:rsid w:val="00D409DE"/>
    <w:rsid w:val="00D42C9B"/>
    <w:rsid w:val="00D47D38"/>
    <w:rsid w:val="00D50594"/>
    <w:rsid w:val="00D53153"/>
    <w:rsid w:val="00D60742"/>
    <w:rsid w:val="00D7532C"/>
    <w:rsid w:val="00DA25F5"/>
    <w:rsid w:val="00DC2ACC"/>
    <w:rsid w:val="00DC3F44"/>
    <w:rsid w:val="00DD146A"/>
    <w:rsid w:val="00DD3E9D"/>
    <w:rsid w:val="00DD6B7D"/>
    <w:rsid w:val="00DE09ED"/>
    <w:rsid w:val="00DE63D3"/>
    <w:rsid w:val="00DE73EE"/>
    <w:rsid w:val="00E14552"/>
    <w:rsid w:val="00E15D59"/>
    <w:rsid w:val="00E21B42"/>
    <w:rsid w:val="00E30517"/>
    <w:rsid w:val="00E32C33"/>
    <w:rsid w:val="00E42CC3"/>
    <w:rsid w:val="00E55512"/>
    <w:rsid w:val="00E86A2B"/>
    <w:rsid w:val="00EA74CD"/>
    <w:rsid w:val="00EB3286"/>
    <w:rsid w:val="00ED5439"/>
    <w:rsid w:val="00EE4535"/>
    <w:rsid w:val="00EE7725"/>
    <w:rsid w:val="00EF741B"/>
    <w:rsid w:val="00EF74CA"/>
    <w:rsid w:val="00F00F7F"/>
    <w:rsid w:val="00F014B6"/>
    <w:rsid w:val="00F053EC"/>
    <w:rsid w:val="00F13746"/>
    <w:rsid w:val="00F2074D"/>
    <w:rsid w:val="00F2412F"/>
    <w:rsid w:val="00F24D93"/>
    <w:rsid w:val="00F256BA"/>
    <w:rsid w:val="00F33AC3"/>
    <w:rsid w:val="00F365F2"/>
    <w:rsid w:val="00F54680"/>
    <w:rsid w:val="00F72CCA"/>
    <w:rsid w:val="00FA5460"/>
    <w:rsid w:val="00FA5E2C"/>
    <w:rsid w:val="00FB7965"/>
    <w:rsid w:val="00FC0667"/>
    <w:rsid w:val="00FE2AB7"/>
    <w:rsid w:val="00FE7798"/>
    <w:rsid w:val="00FF1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D5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284F95"/>
    <w:pPr>
      <w:spacing w:after="120" w:line="240" w:lineRule="auto"/>
      <w:ind w:left="283"/>
    </w:pPr>
    <w:rPr>
      <w:rFonts w:ascii="Times New Roman" w:hAnsi="Times New Roman"/>
      <w:sz w:val="20"/>
      <w:szCs w:val="20"/>
      <w:lang w:eastAsia="pl-PL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E63D3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224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</TotalTime>
  <Pages>3</Pages>
  <Words>519</Words>
  <Characters>3120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burkowim</cp:lastModifiedBy>
  <cp:revision>22</cp:revision>
  <cp:lastPrinted>2016-07-26T08:32:00Z</cp:lastPrinted>
  <dcterms:created xsi:type="dcterms:W3CDTF">2016-08-09T15:03:00Z</dcterms:created>
  <dcterms:modified xsi:type="dcterms:W3CDTF">2018-05-07T08:56:00Z</dcterms:modified>
</cp:coreProperties>
</file>