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D9F" w:rsidRDefault="007D5D9F" w:rsidP="006918DD">
      <w:pPr>
        <w:spacing w:after="0" w:line="240" w:lineRule="auto"/>
        <w:ind w:left="708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1</w:t>
      </w:r>
    </w:p>
    <w:p w:rsidR="007D5D9F" w:rsidRDefault="007D5D9F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7D5D9F" w:rsidRPr="00B030E9" w:rsidRDefault="007D5D9F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7D5D9F" w:rsidRDefault="007D5D9F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7D5D9F" w:rsidRPr="00284F95" w:rsidRDefault="007D5D9F" w:rsidP="00284F95">
      <w:pPr>
        <w:spacing w:after="0" w:line="240" w:lineRule="auto"/>
        <w:ind w:left="5664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 xml:space="preserve">Uniwersytet Ekonomiczny w Krakowie </w:t>
      </w:r>
    </w:p>
    <w:p w:rsidR="007D5D9F" w:rsidRPr="00284F95" w:rsidRDefault="007D5D9F" w:rsidP="00284F9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7D5D9F" w:rsidRPr="00284F95" w:rsidRDefault="007D5D9F" w:rsidP="00284F95">
      <w:pPr>
        <w:spacing w:line="240" w:lineRule="auto"/>
        <w:ind w:left="4956" w:firstLine="708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>ul. Rakowicka 27, 31-510 Kraków</w:t>
      </w:r>
    </w:p>
    <w:p w:rsidR="007D5D9F" w:rsidRPr="00B030E9" w:rsidRDefault="007D5D9F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7D5D9F" w:rsidRPr="00B030E9" w:rsidRDefault="007D5D9F" w:rsidP="00B030E9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adres)</w:t>
      </w:r>
    </w:p>
    <w:p w:rsidR="007D5D9F" w:rsidRPr="00B030E9" w:rsidRDefault="007D5D9F" w:rsidP="007118F0">
      <w:pPr>
        <w:spacing w:after="0"/>
        <w:rPr>
          <w:rFonts w:ascii="Tahoma" w:hAnsi="Tahoma" w:cs="Tahoma"/>
          <w:b/>
          <w:sz w:val="20"/>
          <w:szCs w:val="20"/>
        </w:rPr>
      </w:pPr>
    </w:p>
    <w:p w:rsidR="007D5D9F" w:rsidRDefault="007D5D9F" w:rsidP="00896545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7D5D9F" w:rsidRPr="00F256BA" w:rsidRDefault="007D5D9F" w:rsidP="0089654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7D5D9F" w:rsidRPr="00896545" w:rsidRDefault="007D5D9F" w:rsidP="0089654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7D5D9F" w:rsidRDefault="007D5D9F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7D5D9F" w:rsidRDefault="007D5D9F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7D5D9F" w:rsidRDefault="007D5D9F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7D5D9F" w:rsidRDefault="007D5D9F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7D5D9F" w:rsidRPr="00B030E9" w:rsidRDefault="007D5D9F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7D5D9F" w:rsidRPr="00B030E9" w:rsidRDefault="007D5D9F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7D5D9F" w:rsidRDefault="007D5D9F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7D5D9F" w:rsidRPr="00B030E9" w:rsidRDefault="007D5D9F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7D5D9F" w:rsidRDefault="007D5D9F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7D5D9F" w:rsidRDefault="007D5D9F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7D5D9F" w:rsidRDefault="007D5D9F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7D5D9F" w:rsidRPr="00B030E9" w:rsidRDefault="007D5D9F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7D5D9F" w:rsidRPr="00B030E9" w:rsidRDefault="007D5D9F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7D5D9F" w:rsidRPr="00B030E9" w:rsidRDefault="007D5D9F" w:rsidP="00C4103F">
      <w:pPr>
        <w:rPr>
          <w:rFonts w:ascii="Tahoma" w:hAnsi="Tahoma" w:cs="Tahoma"/>
          <w:sz w:val="20"/>
          <w:szCs w:val="20"/>
        </w:rPr>
      </w:pPr>
    </w:p>
    <w:p w:rsidR="007D5D9F" w:rsidRPr="00B030E9" w:rsidRDefault="007D5D9F" w:rsidP="00BF1F3F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B030E9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7D5D9F" w:rsidRPr="00B030E9" w:rsidRDefault="007D5D9F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7D5D9F" w:rsidRPr="00B030E9" w:rsidRDefault="007D5D9F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7D5D9F" w:rsidRPr="00B030E9" w:rsidRDefault="007D5D9F" w:rsidP="00BF1F3F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030E9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:rsidR="007D5D9F" w:rsidRPr="00284F95" w:rsidRDefault="007D5D9F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7D5D9F" w:rsidRPr="00067D60" w:rsidRDefault="007D5D9F" w:rsidP="00284F95">
      <w:pPr>
        <w:pStyle w:val="BodyTextIndent"/>
        <w:ind w:left="0"/>
        <w:rPr>
          <w:rFonts w:ascii="Tahoma" w:hAnsi="Tahoma" w:cs="Tahoma"/>
          <w:b/>
        </w:rPr>
      </w:pPr>
      <w:r w:rsidRPr="00067D60">
        <w:rPr>
          <w:rFonts w:ascii="Tahoma" w:hAnsi="Tahoma" w:cs="Tahoma"/>
        </w:rPr>
        <w:t xml:space="preserve">Na potrzeby postępowania o udzielenie zamówienia publicznego pn. </w:t>
      </w:r>
      <w:r w:rsidRPr="00DA25F5">
        <w:rPr>
          <w:rFonts w:ascii="Tahoma" w:hAnsi="Tahoma" w:cs="Tahoma"/>
          <w:b/>
        </w:rPr>
        <w:t xml:space="preserve">Naprawa konstrukcji stropu przewiązki </w:t>
      </w:r>
      <w:r>
        <w:rPr>
          <w:rFonts w:ascii="Tahoma" w:hAnsi="Tahoma" w:cs="Tahoma"/>
          <w:b/>
        </w:rPr>
        <w:t xml:space="preserve">w Budynku Głównym </w:t>
      </w:r>
      <w:r w:rsidRPr="00DA25F5">
        <w:rPr>
          <w:rFonts w:ascii="Tahoma" w:hAnsi="Tahoma" w:cs="Tahoma"/>
          <w:b/>
        </w:rPr>
        <w:t>wraz z zapewnieniem nadzoru konserwatorskieg</w:t>
      </w:r>
      <w:r>
        <w:rPr>
          <w:rFonts w:ascii="Tahoma" w:hAnsi="Tahoma" w:cs="Tahoma"/>
          <w:b/>
        </w:rPr>
        <w:t>o</w:t>
      </w:r>
      <w:r w:rsidRPr="00067D60">
        <w:rPr>
          <w:rFonts w:ascii="Tahoma" w:hAnsi="Tahoma" w:cs="Tahoma"/>
        </w:rPr>
        <w:t>, (nr K-DZP-272-</w:t>
      </w:r>
      <w:r>
        <w:rPr>
          <w:rFonts w:ascii="Tahoma" w:hAnsi="Tahoma" w:cs="Tahoma"/>
        </w:rPr>
        <w:t>9</w:t>
      </w:r>
      <w:r w:rsidRPr="00067D60">
        <w:rPr>
          <w:rFonts w:ascii="Tahoma" w:hAnsi="Tahoma" w:cs="Tahoma"/>
        </w:rPr>
        <w:t>/1</w:t>
      </w:r>
      <w:r>
        <w:rPr>
          <w:rFonts w:ascii="Tahoma" w:hAnsi="Tahoma" w:cs="Tahoma"/>
        </w:rPr>
        <w:t>8</w:t>
      </w:r>
      <w:r w:rsidRPr="00067D60">
        <w:rPr>
          <w:rFonts w:ascii="Tahoma" w:hAnsi="Tahoma" w:cs="Tahoma"/>
        </w:rPr>
        <w:t>),</w:t>
      </w:r>
      <w:r w:rsidRPr="00067D60">
        <w:rPr>
          <w:rFonts w:ascii="Tahoma" w:hAnsi="Tahoma" w:cs="Tahoma"/>
          <w:i/>
        </w:rPr>
        <w:t xml:space="preserve"> </w:t>
      </w:r>
      <w:r w:rsidRPr="00067D60">
        <w:rPr>
          <w:rFonts w:ascii="Tahoma" w:hAnsi="Tahoma" w:cs="Tahoma"/>
        </w:rPr>
        <w:t>prowadzonego przez Uniwersytet Ekonomiczny w Krakowie</w:t>
      </w:r>
      <w:r w:rsidRPr="00067D60">
        <w:rPr>
          <w:rFonts w:ascii="Tahoma" w:hAnsi="Tahoma" w:cs="Tahoma"/>
          <w:i/>
        </w:rPr>
        <w:t xml:space="preserve">, </w:t>
      </w:r>
      <w:r w:rsidRPr="00067D60">
        <w:rPr>
          <w:rFonts w:ascii="Tahoma" w:hAnsi="Tahoma" w:cs="Tahoma"/>
        </w:rPr>
        <w:t>oświadczam, co następuje:</w:t>
      </w:r>
    </w:p>
    <w:p w:rsidR="007D5D9F" w:rsidRPr="00B030E9" w:rsidRDefault="007D5D9F" w:rsidP="004C43B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7D5D9F" w:rsidRPr="00B030E9" w:rsidRDefault="007D5D9F" w:rsidP="00B030E9">
      <w:pPr>
        <w:shd w:val="clear" w:color="auto" w:fill="BFBF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OŚWIADCZENIA DOTYCZĄCE WYKONAWCY:</w:t>
      </w:r>
    </w:p>
    <w:p w:rsidR="007D5D9F" w:rsidRPr="00B030E9" w:rsidRDefault="007D5D9F" w:rsidP="00E32C33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B030E9">
        <w:rPr>
          <w:rFonts w:ascii="Tahoma" w:hAnsi="Tahoma" w:cs="Tahoma"/>
          <w:sz w:val="20"/>
          <w:szCs w:val="20"/>
        </w:rPr>
        <w:br/>
        <w:t>art. 24 ust 1 pkt 12-23 ustawy Pzp.</w:t>
      </w:r>
    </w:p>
    <w:p w:rsidR="007D5D9F" w:rsidRPr="0027117B" w:rsidRDefault="007D5D9F" w:rsidP="0027117B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27117B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27117B">
        <w:rPr>
          <w:rFonts w:ascii="Tahoma" w:hAnsi="Tahoma" w:cs="Tahoma"/>
          <w:sz w:val="20"/>
          <w:szCs w:val="20"/>
        </w:rPr>
        <w:br/>
        <w:t xml:space="preserve">art. 24 ust. 5 </w:t>
      </w:r>
      <w:r>
        <w:rPr>
          <w:rFonts w:ascii="Tahoma" w:hAnsi="Tahoma" w:cs="Tahoma"/>
          <w:sz w:val="20"/>
          <w:szCs w:val="20"/>
        </w:rPr>
        <w:t xml:space="preserve">pkt 1 oraz 8 </w:t>
      </w:r>
      <w:r w:rsidRPr="0027117B">
        <w:rPr>
          <w:rFonts w:ascii="Tahoma" w:hAnsi="Tahoma" w:cs="Tahoma"/>
          <w:sz w:val="20"/>
          <w:szCs w:val="20"/>
        </w:rPr>
        <w:t>ustawy Pzp.</w:t>
      </w:r>
    </w:p>
    <w:p w:rsidR="007D5D9F" w:rsidRDefault="007D5D9F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7D5D9F" w:rsidRPr="00B030E9" w:rsidRDefault="007D5D9F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7D5D9F" w:rsidRPr="00A038E7" w:rsidRDefault="007D5D9F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7D5D9F" w:rsidRPr="00B030E9" w:rsidRDefault="007D5D9F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7D5D9F" w:rsidRDefault="007D5D9F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7D5D9F" w:rsidRDefault="007D5D9F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7D5D9F" w:rsidRDefault="007D5D9F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7D5D9F" w:rsidRPr="00B030E9" w:rsidRDefault="007D5D9F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B030E9">
        <w:rPr>
          <w:rFonts w:ascii="Tahoma" w:hAnsi="Tahoma" w:cs="Tahoma"/>
          <w:i/>
          <w:sz w:val="20"/>
          <w:szCs w:val="20"/>
        </w:rPr>
        <w:t>(podać mającą zastosowanie podstawę wykluczenia spośród wymienionych w art. 24 ust. 1 pkt 13-14, 16-20 lub art. 24 ust. 5 ustawy Pzp).</w:t>
      </w:r>
      <w:r w:rsidRPr="00B030E9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7D5D9F" w:rsidRPr="00B030E9" w:rsidRDefault="007D5D9F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5D9F" w:rsidRDefault="007D5D9F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7D5D9F" w:rsidRDefault="007D5D9F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7D5D9F" w:rsidRPr="00A038E7" w:rsidRDefault="007D5D9F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7D5D9F" w:rsidRPr="00B030E9" w:rsidRDefault="007D5D9F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7D5D9F" w:rsidRDefault="007D5D9F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7D5D9F" w:rsidRDefault="007D5D9F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7D5D9F" w:rsidRPr="00B030E9" w:rsidRDefault="007D5D9F" w:rsidP="00C456FB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7D5D9F" w:rsidRPr="00B030E9" w:rsidRDefault="007D5D9F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OŚWIADCZENIE DOTYCZĄCE PODMIOTU, NA KTÓREGO ZASOBY POWOŁUJE SIĘ WYKONAWCA:</w:t>
      </w:r>
    </w:p>
    <w:p w:rsidR="007D5D9F" w:rsidRPr="00B030E9" w:rsidRDefault="007D5D9F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7D5D9F" w:rsidRPr="00B030E9" w:rsidRDefault="007D5D9F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Oświadczam, że w stosunku do następującego/ych podmiotu/tów, na którego/ych zasoby powołuję się w niniejszym postępowaniu, tj.: ……………………………………………………………</w:t>
      </w:r>
      <w:bookmarkStart w:id="0" w:name="_GoBack"/>
      <w:bookmarkEnd w:id="0"/>
      <w:r w:rsidRPr="00B030E9">
        <w:rPr>
          <w:rFonts w:ascii="Tahoma" w:hAnsi="Tahoma" w:cs="Tahoma"/>
          <w:sz w:val="20"/>
          <w:szCs w:val="20"/>
        </w:rPr>
        <w:t xml:space="preserve"> </w:t>
      </w:r>
      <w:r w:rsidRPr="00B030E9">
        <w:rPr>
          <w:rFonts w:ascii="Tahoma" w:hAnsi="Tahoma" w:cs="Tahoma"/>
          <w:i/>
          <w:sz w:val="20"/>
          <w:szCs w:val="20"/>
        </w:rPr>
        <w:t xml:space="preserve">(podać pełną nazwę/firmę, adres, a także w zależności od podmiotu: NIP/PESEL, KRS/CEiDG) </w:t>
      </w:r>
      <w:r w:rsidRPr="00B030E9">
        <w:rPr>
          <w:rFonts w:ascii="Tahoma" w:hAnsi="Tahoma" w:cs="Tahoma"/>
          <w:sz w:val="20"/>
          <w:szCs w:val="20"/>
        </w:rPr>
        <w:t>nie zachodzą podstawy wykluczenia z postępowania o udzielenie zamówienia.</w:t>
      </w:r>
    </w:p>
    <w:p w:rsidR="007D5D9F" w:rsidRDefault="007D5D9F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7D5D9F" w:rsidRPr="00A038E7" w:rsidRDefault="007D5D9F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7D5D9F" w:rsidRPr="00B030E9" w:rsidRDefault="007D5D9F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7D5D9F" w:rsidRDefault="007D5D9F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7D5D9F" w:rsidRDefault="007D5D9F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7D5D9F" w:rsidRPr="00B030E9" w:rsidRDefault="007D5D9F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7D5D9F" w:rsidRPr="00B030E9" w:rsidRDefault="007D5D9F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7D5D9F" w:rsidRPr="00B030E9" w:rsidRDefault="007D5D9F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7D5D9F" w:rsidRDefault="007D5D9F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B030E9">
        <w:rPr>
          <w:rFonts w:ascii="Tahoma" w:hAnsi="Tahoma" w:cs="Tahoma"/>
          <w:i/>
          <w:sz w:val="20"/>
          <w:szCs w:val="20"/>
        </w:rPr>
        <w:t>(podać pełną nazwę/firmę, adres, a także w zależności od podmiotu: NIP/PESEL, KRS/CEiDG)</w:t>
      </w:r>
      <w:r w:rsidRPr="00B030E9">
        <w:rPr>
          <w:rFonts w:ascii="Tahoma" w:hAnsi="Tahoma" w:cs="Tahoma"/>
          <w:sz w:val="20"/>
          <w:szCs w:val="20"/>
        </w:rPr>
        <w:t>, nie zachodzą podstawy wykluczenia z postępowania o udzielenie zamówienia.</w:t>
      </w:r>
    </w:p>
    <w:p w:rsidR="007D5D9F" w:rsidRDefault="007D5D9F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7D5D9F" w:rsidRPr="00A038E7" w:rsidRDefault="007D5D9F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7D5D9F" w:rsidRPr="00B030E9" w:rsidRDefault="007D5D9F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7D5D9F" w:rsidRDefault="007D5D9F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7D5D9F" w:rsidRDefault="007D5D9F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7D5D9F" w:rsidRDefault="007D5D9F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7D5D9F" w:rsidRDefault="007D5D9F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7D5D9F" w:rsidRDefault="007D5D9F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7D5D9F" w:rsidRDefault="007D5D9F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7D5D9F" w:rsidRDefault="007D5D9F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7D5D9F" w:rsidRPr="00B030E9" w:rsidRDefault="007D5D9F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7D5D9F" w:rsidRPr="00B030E9" w:rsidRDefault="007D5D9F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7D5D9F" w:rsidRPr="00B030E9" w:rsidRDefault="007D5D9F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B030E9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B030E9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7D5D9F" w:rsidRDefault="007D5D9F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7D5D9F" w:rsidRPr="00A038E7" w:rsidRDefault="007D5D9F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7D5D9F" w:rsidRPr="00B030E9" w:rsidRDefault="007D5D9F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7D5D9F" w:rsidRDefault="007D5D9F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7D5D9F" w:rsidRDefault="007D5D9F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7D5D9F" w:rsidRPr="00B030E9" w:rsidRDefault="007D5D9F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sectPr w:rsidR="007D5D9F" w:rsidRPr="00B030E9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D9F" w:rsidRDefault="007D5D9F" w:rsidP="0038231F">
      <w:pPr>
        <w:spacing w:after="0" w:line="240" w:lineRule="auto"/>
      </w:pPr>
      <w:r>
        <w:separator/>
      </w:r>
    </w:p>
  </w:endnote>
  <w:endnote w:type="continuationSeparator" w:id="0">
    <w:p w:rsidR="007D5D9F" w:rsidRDefault="007D5D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D9F" w:rsidRPr="0027560C" w:rsidRDefault="007D5D9F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:rsidR="007D5D9F" w:rsidRDefault="007D5D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D9F" w:rsidRDefault="007D5D9F" w:rsidP="0038231F">
      <w:pPr>
        <w:spacing w:after="0" w:line="240" w:lineRule="auto"/>
      </w:pPr>
      <w:r>
        <w:separator/>
      </w:r>
    </w:p>
  </w:footnote>
  <w:footnote w:type="continuationSeparator" w:id="0">
    <w:p w:rsidR="007D5D9F" w:rsidRDefault="007D5D9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D9F" w:rsidRDefault="007D5D9F" w:rsidP="009C45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K-DZP-272-9/18</w:t>
    </w:r>
  </w:p>
  <w:p w:rsidR="007D5D9F" w:rsidRDefault="007D5D9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78EE"/>
    <w:rsid w:val="000613EB"/>
    <w:rsid w:val="00067D60"/>
    <w:rsid w:val="0007155B"/>
    <w:rsid w:val="000809B6"/>
    <w:rsid w:val="000817F4"/>
    <w:rsid w:val="000B0870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89E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117B"/>
    <w:rsid w:val="0027560C"/>
    <w:rsid w:val="00283ACB"/>
    <w:rsid w:val="002840F9"/>
    <w:rsid w:val="00284F95"/>
    <w:rsid w:val="00287BCD"/>
    <w:rsid w:val="002C42F8"/>
    <w:rsid w:val="002C4948"/>
    <w:rsid w:val="002C6614"/>
    <w:rsid w:val="002E641A"/>
    <w:rsid w:val="002F2727"/>
    <w:rsid w:val="00300674"/>
    <w:rsid w:val="00304292"/>
    <w:rsid w:val="00304838"/>
    <w:rsid w:val="00307A36"/>
    <w:rsid w:val="00313911"/>
    <w:rsid w:val="003178CE"/>
    <w:rsid w:val="003416FE"/>
    <w:rsid w:val="0034230E"/>
    <w:rsid w:val="00351D52"/>
    <w:rsid w:val="003636E7"/>
    <w:rsid w:val="003761EA"/>
    <w:rsid w:val="0038231F"/>
    <w:rsid w:val="00392EC7"/>
    <w:rsid w:val="0039711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FA2"/>
    <w:rsid w:val="003F024C"/>
    <w:rsid w:val="003F0F5D"/>
    <w:rsid w:val="004113F3"/>
    <w:rsid w:val="00414B26"/>
    <w:rsid w:val="00416E30"/>
    <w:rsid w:val="004248CA"/>
    <w:rsid w:val="00434CC2"/>
    <w:rsid w:val="00466838"/>
    <w:rsid w:val="004761C6"/>
    <w:rsid w:val="00484F88"/>
    <w:rsid w:val="004B00A9"/>
    <w:rsid w:val="004C43B8"/>
    <w:rsid w:val="004F23F7"/>
    <w:rsid w:val="004F3005"/>
    <w:rsid w:val="004F5C00"/>
    <w:rsid w:val="00500358"/>
    <w:rsid w:val="005031A7"/>
    <w:rsid w:val="00520174"/>
    <w:rsid w:val="00520592"/>
    <w:rsid w:val="0052487A"/>
    <w:rsid w:val="00525621"/>
    <w:rsid w:val="00526E90"/>
    <w:rsid w:val="0053130C"/>
    <w:rsid w:val="005319CA"/>
    <w:rsid w:val="00532E6B"/>
    <w:rsid w:val="0056058D"/>
    <w:rsid w:val="005641F0"/>
    <w:rsid w:val="0057122C"/>
    <w:rsid w:val="00591C93"/>
    <w:rsid w:val="005A73FB"/>
    <w:rsid w:val="005E176A"/>
    <w:rsid w:val="006172D0"/>
    <w:rsid w:val="006440B0"/>
    <w:rsid w:val="0064500B"/>
    <w:rsid w:val="00661B3E"/>
    <w:rsid w:val="00665738"/>
    <w:rsid w:val="0066592A"/>
    <w:rsid w:val="00677C66"/>
    <w:rsid w:val="00687919"/>
    <w:rsid w:val="006918DD"/>
    <w:rsid w:val="00692DF3"/>
    <w:rsid w:val="006A52B6"/>
    <w:rsid w:val="006C747E"/>
    <w:rsid w:val="006E16A6"/>
    <w:rsid w:val="006F3D32"/>
    <w:rsid w:val="00705030"/>
    <w:rsid w:val="007118F0"/>
    <w:rsid w:val="00713483"/>
    <w:rsid w:val="00744066"/>
    <w:rsid w:val="00746532"/>
    <w:rsid w:val="007530E5"/>
    <w:rsid w:val="007819E2"/>
    <w:rsid w:val="007840F2"/>
    <w:rsid w:val="007936D6"/>
    <w:rsid w:val="0079713A"/>
    <w:rsid w:val="007D5D9F"/>
    <w:rsid w:val="007E25BD"/>
    <w:rsid w:val="007E2978"/>
    <w:rsid w:val="007E2F69"/>
    <w:rsid w:val="008042D5"/>
    <w:rsid w:val="00804F07"/>
    <w:rsid w:val="0081003B"/>
    <w:rsid w:val="00830AB1"/>
    <w:rsid w:val="0084469A"/>
    <w:rsid w:val="008560CF"/>
    <w:rsid w:val="00874044"/>
    <w:rsid w:val="00875011"/>
    <w:rsid w:val="00892E48"/>
    <w:rsid w:val="00896545"/>
    <w:rsid w:val="008A5BE7"/>
    <w:rsid w:val="008C6DF8"/>
    <w:rsid w:val="008D0487"/>
    <w:rsid w:val="008E3274"/>
    <w:rsid w:val="008F3818"/>
    <w:rsid w:val="009052E7"/>
    <w:rsid w:val="00910EA3"/>
    <w:rsid w:val="009129F3"/>
    <w:rsid w:val="00920F98"/>
    <w:rsid w:val="009210A3"/>
    <w:rsid w:val="009301A2"/>
    <w:rsid w:val="009375EB"/>
    <w:rsid w:val="009469C7"/>
    <w:rsid w:val="009569AF"/>
    <w:rsid w:val="00956C26"/>
    <w:rsid w:val="00963B33"/>
    <w:rsid w:val="00975C49"/>
    <w:rsid w:val="009A397D"/>
    <w:rsid w:val="009C0C6C"/>
    <w:rsid w:val="009C45F7"/>
    <w:rsid w:val="009C6DDE"/>
    <w:rsid w:val="009D0913"/>
    <w:rsid w:val="009D314C"/>
    <w:rsid w:val="00A038E7"/>
    <w:rsid w:val="00A058AD"/>
    <w:rsid w:val="00A0658E"/>
    <w:rsid w:val="00A112A7"/>
    <w:rsid w:val="00A1401D"/>
    <w:rsid w:val="00A14097"/>
    <w:rsid w:val="00A1471A"/>
    <w:rsid w:val="00A1685D"/>
    <w:rsid w:val="00A3431A"/>
    <w:rsid w:val="00A347DE"/>
    <w:rsid w:val="00A36E95"/>
    <w:rsid w:val="00A45DB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747D"/>
    <w:rsid w:val="00B01B85"/>
    <w:rsid w:val="00B030E9"/>
    <w:rsid w:val="00B119F4"/>
    <w:rsid w:val="00B15219"/>
    <w:rsid w:val="00B154B4"/>
    <w:rsid w:val="00B22BBE"/>
    <w:rsid w:val="00B35FDB"/>
    <w:rsid w:val="00B37134"/>
    <w:rsid w:val="00B40FC8"/>
    <w:rsid w:val="00B80D0E"/>
    <w:rsid w:val="00B921EF"/>
    <w:rsid w:val="00B97854"/>
    <w:rsid w:val="00BD06C3"/>
    <w:rsid w:val="00BE5C27"/>
    <w:rsid w:val="00BF1F3F"/>
    <w:rsid w:val="00C003F1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E6900"/>
    <w:rsid w:val="00CF4A74"/>
    <w:rsid w:val="00D009C7"/>
    <w:rsid w:val="00D01E05"/>
    <w:rsid w:val="00D16504"/>
    <w:rsid w:val="00D34D9A"/>
    <w:rsid w:val="00D37A93"/>
    <w:rsid w:val="00D409DE"/>
    <w:rsid w:val="00D42C9B"/>
    <w:rsid w:val="00D47D38"/>
    <w:rsid w:val="00D50594"/>
    <w:rsid w:val="00D53153"/>
    <w:rsid w:val="00D60742"/>
    <w:rsid w:val="00D7532C"/>
    <w:rsid w:val="00DA25F5"/>
    <w:rsid w:val="00DC2ACC"/>
    <w:rsid w:val="00DC3F44"/>
    <w:rsid w:val="00DD146A"/>
    <w:rsid w:val="00DD1F4E"/>
    <w:rsid w:val="00DD3E9D"/>
    <w:rsid w:val="00DD6B7D"/>
    <w:rsid w:val="00DE63D3"/>
    <w:rsid w:val="00DE73EE"/>
    <w:rsid w:val="00E14552"/>
    <w:rsid w:val="00E15D59"/>
    <w:rsid w:val="00E21B42"/>
    <w:rsid w:val="00E30517"/>
    <w:rsid w:val="00E32C33"/>
    <w:rsid w:val="00E42CC3"/>
    <w:rsid w:val="00E55512"/>
    <w:rsid w:val="00E86A2B"/>
    <w:rsid w:val="00EA74CD"/>
    <w:rsid w:val="00EB3286"/>
    <w:rsid w:val="00ED5439"/>
    <w:rsid w:val="00EE4535"/>
    <w:rsid w:val="00EE7725"/>
    <w:rsid w:val="00EF741B"/>
    <w:rsid w:val="00EF74CA"/>
    <w:rsid w:val="00F00F7F"/>
    <w:rsid w:val="00F014B6"/>
    <w:rsid w:val="00F053EC"/>
    <w:rsid w:val="00F13746"/>
    <w:rsid w:val="00F2074D"/>
    <w:rsid w:val="00F2412F"/>
    <w:rsid w:val="00F24D93"/>
    <w:rsid w:val="00F256BA"/>
    <w:rsid w:val="00F33AC3"/>
    <w:rsid w:val="00F365F2"/>
    <w:rsid w:val="00F448EA"/>
    <w:rsid w:val="00F54680"/>
    <w:rsid w:val="00F5611B"/>
    <w:rsid w:val="00F72CCA"/>
    <w:rsid w:val="00FA5460"/>
    <w:rsid w:val="00FA5E2C"/>
    <w:rsid w:val="00FB7965"/>
    <w:rsid w:val="00FC0667"/>
    <w:rsid w:val="00FE7798"/>
    <w:rsid w:val="00FF1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D5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284F95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E63D3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77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3</Pages>
  <Words>526</Words>
  <Characters>3162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burkowim</cp:lastModifiedBy>
  <cp:revision>24</cp:revision>
  <cp:lastPrinted>2016-07-26T08:32:00Z</cp:lastPrinted>
  <dcterms:created xsi:type="dcterms:W3CDTF">2016-08-09T15:03:00Z</dcterms:created>
  <dcterms:modified xsi:type="dcterms:W3CDTF">2018-06-15T05:45:00Z</dcterms:modified>
</cp:coreProperties>
</file>