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073" w:rsidRDefault="00552073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552073" w:rsidRDefault="00552073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552073" w:rsidRPr="00B030E9" w:rsidRDefault="00552073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552073" w:rsidRDefault="00552073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552073" w:rsidRPr="00284F95" w:rsidRDefault="00552073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552073" w:rsidRPr="00284F95" w:rsidRDefault="00552073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552073" w:rsidRPr="00284F95" w:rsidRDefault="00552073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552073" w:rsidRPr="00B030E9" w:rsidRDefault="00552073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552073" w:rsidRPr="00B030E9" w:rsidRDefault="00552073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552073" w:rsidRPr="00B030E9" w:rsidRDefault="00552073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552073" w:rsidRDefault="00552073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552073" w:rsidRPr="00F256BA" w:rsidRDefault="00552073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552073" w:rsidRPr="00896545" w:rsidRDefault="00552073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552073" w:rsidRDefault="00552073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552073" w:rsidRDefault="00552073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52073" w:rsidRDefault="00552073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552073" w:rsidRDefault="00552073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52073" w:rsidRPr="00B030E9" w:rsidRDefault="00552073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552073" w:rsidRPr="00B030E9" w:rsidRDefault="00552073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552073" w:rsidRDefault="00552073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52073" w:rsidRPr="00B030E9" w:rsidRDefault="00552073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552073" w:rsidRDefault="00552073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52073" w:rsidRDefault="00552073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552073" w:rsidRDefault="00552073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552073" w:rsidRPr="00B030E9" w:rsidRDefault="00552073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552073" w:rsidRPr="00B030E9" w:rsidRDefault="00552073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552073" w:rsidRPr="00B030E9" w:rsidRDefault="00552073" w:rsidP="00C4103F">
      <w:pPr>
        <w:rPr>
          <w:rFonts w:ascii="Tahoma" w:hAnsi="Tahoma" w:cs="Tahoma"/>
          <w:sz w:val="20"/>
          <w:szCs w:val="20"/>
        </w:rPr>
      </w:pPr>
    </w:p>
    <w:p w:rsidR="00552073" w:rsidRPr="00B030E9" w:rsidRDefault="00552073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552073" w:rsidRPr="00B030E9" w:rsidRDefault="00552073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552073" w:rsidRPr="00B030E9" w:rsidRDefault="00552073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552073" w:rsidRPr="00B030E9" w:rsidRDefault="00552073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552073" w:rsidRPr="00AA56F5" w:rsidRDefault="00552073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52073" w:rsidRPr="00AA56F5" w:rsidRDefault="00552073" w:rsidP="00AA56F5">
      <w:pPr>
        <w:jc w:val="both"/>
        <w:rPr>
          <w:rFonts w:ascii="Tahoma" w:hAnsi="Tahoma" w:cs="Tahoma"/>
          <w:sz w:val="20"/>
          <w:szCs w:val="20"/>
        </w:rPr>
      </w:pPr>
      <w:r w:rsidRPr="00AA56F5">
        <w:rPr>
          <w:rFonts w:ascii="Tahoma" w:hAnsi="Tahoma" w:cs="Tahoma"/>
          <w:sz w:val="20"/>
          <w:szCs w:val="20"/>
        </w:rPr>
        <w:t xml:space="preserve">Na potrzeby postępowania o udzielenie zamówienia publicznego pn. </w:t>
      </w:r>
      <w:r w:rsidRPr="005D41CA">
        <w:rPr>
          <w:rFonts w:ascii="Tahoma" w:hAnsi="Tahoma" w:cs="Tahoma"/>
          <w:b/>
          <w:sz w:val="20"/>
          <w:szCs w:val="20"/>
        </w:rPr>
        <w:t>Przebudowa wewnętrznych instalacji elektrycznych w Budynku B</w:t>
      </w:r>
      <w:r>
        <w:rPr>
          <w:rFonts w:ascii="Tahoma" w:hAnsi="Tahoma" w:cs="Tahoma"/>
          <w:sz w:val="20"/>
          <w:szCs w:val="20"/>
        </w:rPr>
        <w:t>, (nr K-DZP-272-14</w:t>
      </w:r>
      <w:r w:rsidRPr="00AA56F5">
        <w:rPr>
          <w:rFonts w:ascii="Tahoma" w:hAnsi="Tahoma" w:cs="Tahoma"/>
          <w:sz w:val="20"/>
          <w:szCs w:val="20"/>
        </w:rPr>
        <w:t>/18),</w:t>
      </w:r>
      <w:r w:rsidRPr="00AA56F5">
        <w:rPr>
          <w:rFonts w:ascii="Tahoma" w:hAnsi="Tahoma" w:cs="Tahoma"/>
          <w:i/>
          <w:sz w:val="20"/>
          <w:szCs w:val="20"/>
        </w:rPr>
        <w:t xml:space="preserve"> </w:t>
      </w:r>
      <w:r w:rsidRPr="00AA56F5">
        <w:rPr>
          <w:rFonts w:ascii="Tahoma" w:hAnsi="Tahoma" w:cs="Tahoma"/>
          <w:sz w:val="20"/>
          <w:szCs w:val="20"/>
        </w:rPr>
        <w:t>prowadzonego przez Uniwersytet Ekonomiczny w Krakowie</w:t>
      </w:r>
      <w:r w:rsidRPr="00AA56F5">
        <w:rPr>
          <w:rFonts w:ascii="Tahoma" w:hAnsi="Tahoma" w:cs="Tahoma"/>
          <w:i/>
          <w:sz w:val="20"/>
          <w:szCs w:val="20"/>
        </w:rPr>
        <w:t xml:space="preserve">, </w:t>
      </w:r>
      <w:r w:rsidRPr="00AA56F5">
        <w:rPr>
          <w:rFonts w:ascii="Tahoma" w:hAnsi="Tahoma" w:cs="Tahoma"/>
          <w:sz w:val="20"/>
          <w:szCs w:val="20"/>
        </w:rPr>
        <w:t>oświadczam, co następuje:</w:t>
      </w:r>
    </w:p>
    <w:p w:rsidR="00552073" w:rsidRPr="00B030E9" w:rsidRDefault="00552073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52073" w:rsidRPr="00B030E9" w:rsidRDefault="00552073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552073" w:rsidRPr="00B030E9" w:rsidRDefault="00552073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552073" w:rsidRPr="0027117B" w:rsidRDefault="00552073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552073" w:rsidRDefault="00552073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552073" w:rsidRPr="00B030E9" w:rsidRDefault="00552073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552073" w:rsidRPr="00A038E7" w:rsidRDefault="00552073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52073" w:rsidRPr="00B030E9" w:rsidRDefault="00552073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52073" w:rsidRDefault="00552073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52073" w:rsidRDefault="00552073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52073" w:rsidRDefault="00552073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52073" w:rsidRPr="00B030E9" w:rsidRDefault="00552073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>(podać mającą zastosowanie podstawę wykluczenia spośród wymienionych w art. 24 ust. 1 pkt 13-14, 16-20 lub art. 24 ust. 5 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552073" w:rsidRPr="00B030E9" w:rsidRDefault="00552073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2073" w:rsidRDefault="00552073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52073" w:rsidRDefault="00552073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52073" w:rsidRPr="00A038E7" w:rsidRDefault="00552073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52073" w:rsidRPr="00B030E9" w:rsidRDefault="00552073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52073" w:rsidRDefault="00552073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52073" w:rsidRDefault="00552073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52073" w:rsidRPr="00B030E9" w:rsidRDefault="00552073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552073" w:rsidRPr="00B030E9" w:rsidRDefault="00552073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552073" w:rsidRPr="00B030E9" w:rsidRDefault="00552073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52073" w:rsidRPr="00B030E9" w:rsidRDefault="00552073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552073" w:rsidRDefault="00552073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52073" w:rsidRPr="00A038E7" w:rsidRDefault="00552073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52073" w:rsidRPr="00B030E9" w:rsidRDefault="00552073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52073" w:rsidRDefault="00552073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52073" w:rsidRDefault="00552073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52073" w:rsidRPr="00B030E9" w:rsidRDefault="00552073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52073" w:rsidRPr="00B030E9" w:rsidRDefault="00552073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552073" w:rsidRPr="00B030E9" w:rsidRDefault="00552073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52073" w:rsidRDefault="00552073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552073" w:rsidRDefault="00552073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52073" w:rsidRPr="00A038E7" w:rsidRDefault="00552073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52073" w:rsidRPr="00B030E9" w:rsidRDefault="00552073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52073" w:rsidRDefault="00552073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52073" w:rsidRDefault="00552073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52073" w:rsidRDefault="00552073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52073" w:rsidRDefault="00552073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52073" w:rsidRDefault="00552073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52073" w:rsidRDefault="00552073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52073" w:rsidRDefault="00552073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52073" w:rsidRPr="00B030E9" w:rsidRDefault="00552073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552073" w:rsidRPr="00B030E9" w:rsidRDefault="00552073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552073" w:rsidRPr="00B030E9" w:rsidRDefault="00552073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552073" w:rsidRDefault="00552073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552073" w:rsidRPr="00A038E7" w:rsidRDefault="00552073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552073" w:rsidRPr="00B030E9" w:rsidRDefault="00552073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552073" w:rsidRDefault="00552073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552073" w:rsidRDefault="00552073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552073" w:rsidRPr="00B030E9" w:rsidRDefault="00552073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552073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073" w:rsidRDefault="00552073" w:rsidP="0038231F">
      <w:pPr>
        <w:spacing w:after="0" w:line="240" w:lineRule="auto"/>
      </w:pPr>
      <w:r>
        <w:separator/>
      </w:r>
    </w:p>
  </w:endnote>
  <w:endnote w:type="continuationSeparator" w:id="0">
    <w:p w:rsidR="00552073" w:rsidRDefault="005520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3" w:rsidRPr="0027560C" w:rsidRDefault="00552073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552073" w:rsidRDefault="005520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073" w:rsidRDefault="00552073" w:rsidP="0038231F">
      <w:pPr>
        <w:spacing w:after="0" w:line="240" w:lineRule="auto"/>
      </w:pPr>
      <w:r>
        <w:separator/>
      </w:r>
    </w:p>
  </w:footnote>
  <w:footnote w:type="continuationSeparator" w:id="0">
    <w:p w:rsidR="00552073" w:rsidRDefault="005520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3" w:rsidRDefault="00552073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K-DZP-272-14/18</w:t>
    </w:r>
  </w:p>
  <w:p w:rsidR="00552073" w:rsidRDefault="005520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78EE"/>
    <w:rsid w:val="000613EB"/>
    <w:rsid w:val="00067D60"/>
    <w:rsid w:val="0007155B"/>
    <w:rsid w:val="000809B6"/>
    <w:rsid w:val="000817F4"/>
    <w:rsid w:val="00086035"/>
    <w:rsid w:val="000B087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89E"/>
    <w:rsid w:val="0011121A"/>
    <w:rsid w:val="00124B51"/>
    <w:rsid w:val="001448FB"/>
    <w:rsid w:val="001552A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117B"/>
    <w:rsid w:val="0027560C"/>
    <w:rsid w:val="00283ACB"/>
    <w:rsid w:val="002840F9"/>
    <w:rsid w:val="00284F95"/>
    <w:rsid w:val="00287BCD"/>
    <w:rsid w:val="002C42F8"/>
    <w:rsid w:val="002C4948"/>
    <w:rsid w:val="002C6614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46BE2"/>
    <w:rsid w:val="00351D52"/>
    <w:rsid w:val="003636E7"/>
    <w:rsid w:val="003761EA"/>
    <w:rsid w:val="0038231F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24C"/>
    <w:rsid w:val="003F0F5D"/>
    <w:rsid w:val="004113F3"/>
    <w:rsid w:val="00414B26"/>
    <w:rsid w:val="00416E30"/>
    <w:rsid w:val="004248CA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52073"/>
    <w:rsid w:val="00556ABB"/>
    <w:rsid w:val="0056058D"/>
    <w:rsid w:val="005641F0"/>
    <w:rsid w:val="0056608C"/>
    <w:rsid w:val="0057122C"/>
    <w:rsid w:val="00591C93"/>
    <w:rsid w:val="005A73FB"/>
    <w:rsid w:val="005D0211"/>
    <w:rsid w:val="005D41CA"/>
    <w:rsid w:val="005E176A"/>
    <w:rsid w:val="006172D0"/>
    <w:rsid w:val="006400F2"/>
    <w:rsid w:val="0064218E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52B6"/>
    <w:rsid w:val="006C747E"/>
    <w:rsid w:val="006E16A6"/>
    <w:rsid w:val="006F3D32"/>
    <w:rsid w:val="00702A91"/>
    <w:rsid w:val="00705030"/>
    <w:rsid w:val="007118F0"/>
    <w:rsid w:val="00713155"/>
    <w:rsid w:val="00713483"/>
    <w:rsid w:val="00744066"/>
    <w:rsid w:val="00746532"/>
    <w:rsid w:val="007530E5"/>
    <w:rsid w:val="007651FA"/>
    <w:rsid w:val="007819E2"/>
    <w:rsid w:val="007840F2"/>
    <w:rsid w:val="00791B1E"/>
    <w:rsid w:val="007936D6"/>
    <w:rsid w:val="0079713A"/>
    <w:rsid w:val="007D5D9F"/>
    <w:rsid w:val="007E25BD"/>
    <w:rsid w:val="007E2978"/>
    <w:rsid w:val="007E2F69"/>
    <w:rsid w:val="00803CB6"/>
    <w:rsid w:val="008042D5"/>
    <w:rsid w:val="00804F07"/>
    <w:rsid w:val="0081003B"/>
    <w:rsid w:val="00830AB1"/>
    <w:rsid w:val="0084469A"/>
    <w:rsid w:val="008560CF"/>
    <w:rsid w:val="00874044"/>
    <w:rsid w:val="00875011"/>
    <w:rsid w:val="00892E48"/>
    <w:rsid w:val="00896545"/>
    <w:rsid w:val="008A5BE7"/>
    <w:rsid w:val="008C6DF8"/>
    <w:rsid w:val="008D0487"/>
    <w:rsid w:val="008D7110"/>
    <w:rsid w:val="008E02D3"/>
    <w:rsid w:val="008E3274"/>
    <w:rsid w:val="008F3818"/>
    <w:rsid w:val="009052E7"/>
    <w:rsid w:val="00907D59"/>
    <w:rsid w:val="00910EA3"/>
    <w:rsid w:val="009129F3"/>
    <w:rsid w:val="00920F98"/>
    <w:rsid w:val="009210A3"/>
    <w:rsid w:val="009301A2"/>
    <w:rsid w:val="009375EB"/>
    <w:rsid w:val="009469C7"/>
    <w:rsid w:val="009569AF"/>
    <w:rsid w:val="00956C26"/>
    <w:rsid w:val="00963B33"/>
    <w:rsid w:val="00964D8D"/>
    <w:rsid w:val="0096634B"/>
    <w:rsid w:val="00975C49"/>
    <w:rsid w:val="009A397D"/>
    <w:rsid w:val="009C0C6C"/>
    <w:rsid w:val="009C45F7"/>
    <w:rsid w:val="009C6DDE"/>
    <w:rsid w:val="009D0913"/>
    <w:rsid w:val="009D314C"/>
    <w:rsid w:val="00A038E7"/>
    <w:rsid w:val="00A058AD"/>
    <w:rsid w:val="00A0658E"/>
    <w:rsid w:val="00A112A7"/>
    <w:rsid w:val="00A1401D"/>
    <w:rsid w:val="00A14097"/>
    <w:rsid w:val="00A1471A"/>
    <w:rsid w:val="00A1685D"/>
    <w:rsid w:val="00A3431A"/>
    <w:rsid w:val="00A347DE"/>
    <w:rsid w:val="00A36E95"/>
    <w:rsid w:val="00A45DB8"/>
    <w:rsid w:val="00A56074"/>
    <w:rsid w:val="00A56607"/>
    <w:rsid w:val="00A62798"/>
    <w:rsid w:val="00A776FE"/>
    <w:rsid w:val="00A815FB"/>
    <w:rsid w:val="00AA56F5"/>
    <w:rsid w:val="00AB39E6"/>
    <w:rsid w:val="00AB5E32"/>
    <w:rsid w:val="00AB71A8"/>
    <w:rsid w:val="00AC5AD4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22BBE"/>
    <w:rsid w:val="00B35FDB"/>
    <w:rsid w:val="00B37134"/>
    <w:rsid w:val="00B40FC8"/>
    <w:rsid w:val="00B80D0E"/>
    <w:rsid w:val="00B921EF"/>
    <w:rsid w:val="00B97854"/>
    <w:rsid w:val="00BD06C3"/>
    <w:rsid w:val="00BE5C27"/>
    <w:rsid w:val="00BF1F3F"/>
    <w:rsid w:val="00C003F1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E6900"/>
    <w:rsid w:val="00CF4A74"/>
    <w:rsid w:val="00D009C7"/>
    <w:rsid w:val="00D01E05"/>
    <w:rsid w:val="00D06EF7"/>
    <w:rsid w:val="00D16504"/>
    <w:rsid w:val="00D34D9A"/>
    <w:rsid w:val="00D37A93"/>
    <w:rsid w:val="00D409DE"/>
    <w:rsid w:val="00D42C9B"/>
    <w:rsid w:val="00D47D38"/>
    <w:rsid w:val="00D50594"/>
    <w:rsid w:val="00D53153"/>
    <w:rsid w:val="00D60742"/>
    <w:rsid w:val="00D7532C"/>
    <w:rsid w:val="00DA25F5"/>
    <w:rsid w:val="00DC2ACC"/>
    <w:rsid w:val="00DC3F44"/>
    <w:rsid w:val="00DD146A"/>
    <w:rsid w:val="00DD1F4E"/>
    <w:rsid w:val="00DD3E9D"/>
    <w:rsid w:val="00DD6B7D"/>
    <w:rsid w:val="00DE63D3"/>
    <w:rsid w:val="00DE73EE"/>
    <w:rsid w:val="00E14552"/>
    <w:rsid w:val="00E15D59"/>
    <w:rsid w:val="00E21B42"/>
    <w:rsid w:val="00E30517"/>
    <w:rsid w:val="00E32C33"/>
    <w:rsid w:val="00E42CC3"/>
    <w:rsid w:val="00E55512"/>
    <w:rsid w:val="00E86A2B"/>
    <w:rsid w:val="00EA74CD"/>
    <w:rsid w:val="00EB3286"/>
    <w:rsid w:val="00ED5439"/>
    <w:rsid w:val="00EE4535"/>
    <w:rsid w:val="00EE7725"/>
    <w:rsid w:val="00EF1276"/>
    <w:rsid w:val="00EF741B"/>
    <w:rsid w:val="00EF74CA"/>
    <w:rsid w:val="00F00F7F"/>
    <w:rsid w:val="00F014B6"/>
    <w:rsid w:val="00F053EC"/>
    <w:rsid w:val="00F072DC"/>
    <w:rsid w:val="00F13746"/>
    <w:rsid w:val="00F2074D"/>
    <w:rsid w:val="00F2412F"/>
    <w:rsid w:val="00F24D93"/>
    <w:rsid w:val="00F256BA"/>
    <w:rsid w:val="00F33AC3"/>
    <w:rsid w:val="00F365F2"/>
    <w:rsid w:val="00F448EA"/>
    <w:rsid w:val="00F54680"/>
    <w:rsid w:val="00F5611B"/>
    <w:rsid w:val="00F72CCA"/>
    <w:rsid w:val="00F86002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32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3</Pages>
  <Words>521</Words>
  <Characters>3127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burkowim</cp:lastModifiedBy>
  <cp:revision>31</cp:revision>
  <cp:lastPrinted>2016-07-26T08:32:00Z</cp:lastPrinted>
  <dcterms:created xsi:type="dcterms:W3CDTF">2016-08-09T15:03:00Z</dcterms:created>
  <dcterms:modified xsi:type="dcterms:W3CDTF">2018-08-10T10:26:00Z</dcterms:modified>
</cp:coreProperties>
</file>