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AF" w:rsidRDefault="00E206AF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E206AF" w:rsidRDefault="00E206AF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E206AF" w:rsidRPr="00B030E9" w:rsidRDefault="00E206AF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E206AF" w:rsidRDefault="00E206AF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E206AF" w:rsidRPr="00284F95" w:rsidRDefault="00E206AF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E206AF" w:rsidRPr="00284F95" w:rsidRDefault="00E206AF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E206AF" w:rsidRPr="00284F95" w:rsidRDefault="00E206AF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E206AF" w:rsidRPr="00B030E9" w:rsidRDefault="00E206AF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206AF" w:rsidRPr="00B030E9" w:rsidRDefault="00E206AF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E206AF" w:rsidRPr="00B030E9" w:rsidRDefault="00E206AF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E206AF" w:rsidRDefault="00E206AF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E206AF" w:rsidRPr="00F256BA" w:rsidRDefault="00E206AF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E206AF" w:rsidRPr="00896545" w:rsidRDefault="00E206AF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206AF" w:rsidRPr="00B030E9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E206AF" w:rsidRPr="00B030E9" w:rsidRDefault="00E206AF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E206AF" w:rsidRDefault="00E206AF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E206AF" w:rsidRPr="00B030E9" w:rsidRDefault="00E206AF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206AF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206AF" w:rsidRPr="00B030E9" w:rsidRDefault="00E206A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206AF" w:rsidRPr="00B030E9" w:rsidRDefault="00E206AF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E206AF" w:rsidRPr="00B030E9" w:rsidRDefault="00E206AF" w:rsidP="00C4103F">
      <w:pPr>
        <w:rPr>
          <w:rFonts w:ascii="Tahoma" w:hAnsi="Tahoma" w:cs="Tahoma"/>
          <w:sz w:val="20"/>
          <w:szCs w:val="20"/>
        </w:rPr>
      </w:pPr>
    </w:p>
    <w:p w:rsidR="00E206AF" w:rsidRPr="00B030E9" w:rsidRDefault="00E206AF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E206AF" w:rsidRPr="00B030E9" w:rsidRDefault="00E206AF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E206AF" w:rsidRPr="00B030E9" w:rsidRDefault="00E206AF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E206AF" w:rsidRPr="00B030E9" w:rsidRDefault="00E206AF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E206AF" w:rsidRPr="00284F95" w:rsidRDefault="00E206A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Pr="00C27C20" w:rsidRDefault="00E206AF" w:rsidP="00C27C20">
      <w:pPr>
        <w:pStyle w:val="BodyTextIndent"/>
        <w:ind w:left="0"/>
        <w:jc w:val="both"/>
        <w:rPr>
          <w:rFonts w:ascii="Tahoma" w:hAnsi="Tahoma" w:cs="Tahoma"/>
        </w:rPr>
      </w:pPr>
      <w:r w:rsidRPr="00C27C20">
        <w:rPr>
          <w:rFonts w:ascii="Tahoma" w:hAnsi="Tahoma" w:cs="Tahoma"/>
        </w:rPr>
        <w:t>Na potrzeby postępowania o udziel</w:t>
      </w:r>
      <w:r>
        <w:rPr>
          <w:rFonts w:ascii="Tahoma" w:hAnsi="Tahoma" w:cs="Tahoma"/>
        </w:rPr>
        <w:t xml:space="preserve">enie zamówienia publicznego pn.: </w:t>
      </w:r>
      <w:r w:rsidRPr="00B30493">
        <w:rPr>
          <w:rFonts w:ascii="Tahoma" w:hAnsi="Tahoma" w:cs="Tahoma"/>
          <w:b/>
        </w:rPr>
        <w:t xml:space="preserve">Budowa Systemu Alarmu Pożarowego w Pawilonie „USTRONIE” w celu dostosowania budynku do obowiązujących przepisów p.poż. na terenie kampusu UEK w Krakowie przy ul. Rakowickiej </w:t>
      </w:r>
      <w:smartTag w:uri="urn:schemas-microsoft-com:office:smarttags" w:element="metricconverter">
        <w:smartTagPr>
          <w:attr w:name="ProductID" w:val="27, a"/>
        </w:smartTagPr>
        <w:r w:rsidRPr="00B30493">
          <w:rPr>
            <w:rFonts w:ascii="Tahoma" w:hAnsi="Tahoma" w:cs="Tahoma"/>
            <w:b/>
          </w:rPr>
          <w:t>27, a</w:t>
        </w:r>
      </w:smartTag>
      <w:r w:rsidRPr="00B30493">
        <w:rPr>
          <w:rFonts w:ascii="Tahoma" w:hAnsi="Tahoma" w:cs="Tahoma"/>
          <w:b/>
        </w:rPr>
        <w:t xml:space="preserve"> także jego konserwacja i serwis w okresie gwarancji</w:t>
      </w:r>
      <w:r>
        <w:rPr>
          <w:rFonts w:ascii="Tahoma" w:hAnsi="Tahoma" w:cs="Tahoma"/>
          <w:b/>
        </w:rPr>
        <w:t>”</w:t>
      </w:r>
      <w:r w:rsidRPr="00B30493">
        <w:rPr>
          <w:rFonts w:ascii="Tahoma" w:hAnsi="Tahoma" w:cs="Tahoma"/>
          <w:b/>
        </w:rPr>
        <w:t>,</w:t>
      </w:r>
      <w:r w:rsidRPr="00C27C20">
        <w:rPr>
          <w:rFonts w:ascii="Tahoma" w:hAnsi="Tahoma" w:cs="Tahoma"/>
        </w:rPr>
        <w:t xml:space="preserve"> (nr K-DZP-272-</w:t>
      </w:r>
      <w:r>
        <w:rPr>
          <w:rFonts w:ascii="Tahoma" w:hAnsi="Tahoma" w:cs="Tahoma"/>
        </w:rPr>
        <w:t>2/19</w:t>
      </w:r>
      <w:r w:rsidRPr="00C27C20">
        <w:rPr>
          <w:rFonts w:ascii="Tahoma" w:hAnsi="Tahoma" w:cs="Tahoma"/>
        </w:rPr>
        <w:t>),</w:t>
      </w:r>
      <w:r w:rsidRPr="00C27C20">
        <w:rPr>
          <w:rFonts w:ascii="Tahoma" w:hAnsi="Tahoma" w:cs="Tahoma"/>
          <w:i/>
        </w:rPr>
        <w:t xml:space="preserve"> </w:t>
      </w:r>
      <w:r w:rsidRPr="00C27C20">
        <w:rPr>
          <w:rFonts w:ascii="Tahoma" w:hAnsi="Tahoma" w:cs="Tahoma"/>
        </w:rPr>
        <w:t>prowadzonego przez Uniwersytet Ekonomiczny w Krakowie</w:t>
      </w:r>
      <w:r w:rsidRPr="00C27C20">
        <w:rPr>
          <w:rFonts w:ascii="Tahoma" w:hAnsi="Tahoma" w:cs="Tahoma"/>
          <w:i/>
        </w:rPr>
        <w:t xml:space="preserve">, </w:t>
      </w:r>
      <w:r w:rsidRPr="00C27C20">
        <w:rPr>
          <w:rFonts w:ascii="Tahoma" w:hAnsi="Tahoma" w:cs="Tahoma"/>
        </w:rPr>
        <w:t>oświadczam, co następuje:</w:t>
      </w:r>
    </w:p>
    <w:p w:rsidR="00E206AF" w:rsidRPr="00B030E9" w:rsidRDefault="00E206AF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Pr="00B030E9" w:rsidRDefault="00E206AF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E206AF" w:rsidRPr="00B030E9" w:rsidRDefault="00E206AF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E206AF" w:rsidRPr="0027117B" w:rsidRDefault="00E206AF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E206AF" w:rsidRDefault="00E206AF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206AF" w:rsidRPr="00A038E7" w:rsidRDefault="00E206AF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206AF" w:rsidRPr="00B030E9" w:rsidRDefault="00E206A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206AF" w:rsidRDefault="00E206A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206AF" w:rsidRDefault="00E206A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206AF" w:rsidRDefault="00E206AF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Pr="00B030E9" w:rsidRDefault="00E206AF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06AF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206AF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206AF" w:rsidRPr="00A038E7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206AF" w:rsidRPr="00B030E9" w:rsidRDefault="00E206A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206AF" w:rsidRDefault="00E206A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206AF" w:rsidRDefault="00E206A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206AF" w:rsidRPr="00B030E9" w:rsidRDefault="00E206AF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206AF" w:rsidRPr="00B030E9" w:rsidRDefault="00E206AF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E206AF" w:rsidRDefault="00E206A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Pr="00A038E7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206AF" w:rsidRPr="00B030E9" w:rsidRDefault="00E206A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206AF" w:rsidRDefault="00E206A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206AF" w:rsidRDefault="00E206A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206AF" w:rsidRPr="00B030E9" w:rsidRDefault="00E206AF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206AF" w:rsidRDefault="00E206A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E206AF" w:rsidRDefault="00E206A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Pr="00A038E7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206AF" w:rsidRPr="00B030E9" w:rsidRDefault="00E206A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206AF" w:rsidRDefault="00E206A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206AF" w:rsidRDefault="00E206A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206AF" w:rsidRDefault="00E206A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Default="00E206A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Default="00E206A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Default="00E206A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Default="00E206AF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206AF" w:rsidRPr="00B030E9" w:rsidRDefault="00E206AF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E206AF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206AF" w:rsidRPr="00A038E7" w:rsidRDefault="00E206A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206AF" w:rsidRPr="00B030E9" w:rsidRDefault="00E206A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206AF" w:rsidRDefault="00E206A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206AF" w:rsidRDefault="00E206A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206AF" w:rsidRPr="00B030E9" w:rsidRDefault="00E206A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E206AF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6AF" w:rsidRDefault="00E206AF" w:rsidP="0038231F">
      <w:pPr>
        <w:spacing w:after="0" w:line="240" w:lineRule="auto"/>
      </w:pPr>
      <w:r>
        <w:separator/>
      </w:r>
    </w:p>
  </w:endnote>
  <w:endnote w:type="continuationSeparator" w:id="0">
    <w:p w:rsidR="00E206AF" w:rsidRDefault="00E206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6AF" w:rsidRPr="0027560C" w:rsidRDefault="00E206AF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E206AF" w:rsidRDefault="00E206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6AF" w:rsidRDefault="00E206AF" w:rsidP="0038231F">
      <w:pPr>
        <w:spacing w:after="0" w:line="240" w:lineRule="auto"/>
      </w:pPr>
      <w:r>
        <w:separator/>
      </w:r>
    </w:p>
  </w:footnote>
  <w:footnote w:type="continuationSeparator" w:id="0">
    <w:p w:rsidR="00E206AF" w:rsidRDefault="00E206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6AF" w:rsidRDefault="00E206AF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K-DZP-272-2/19</w:t>
    </w:r>
  </w:p>
  <w:p w:rsidR="00E206AF" w:rsidRDefault="00E206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079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6058D"/>
    <w:rsid w:val="005641F0"/>
    <w:rsid w:val="0057122C"/>
    <w:rsid w:val="00591C93"/>
    <w:rsid w:val="005A73FB"/>
    <w:rsid w:val="005E176A"/>
    <w:rsid w:val="005E30A1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83BAB"/>
    <w:rsid w:val="00892E48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22BBE"/>
    <w:rsid w:val="00B30493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27C20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3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547</Words>
  <Characters>3287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23</cp:revision>
  <cp:lastPrinted>2016-07-26T08:32:00Z</cp:lastPrinted>
  <dcterms:created xsi:type="dcterms:W3CDTF">2016-08-09T15:03:00Z</dcterms:created>
  <dcterms:modified xsi:type="dcterms:W3CDTF">2019-02-14T09:56:00Z</dcterms:modified>
</cp:coreProperties>
</file>