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EC9" w:rsidRDefault="00074EC9" w:rsidP="00DC7C89">
      <w:pPr>
        <w:spacing w:after="0" w:line="240" w:lineRule="auto"/>
        <w:ind w:left="6372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3</w:t>
      </w:r>
    </w:p>
    <w:p w:rsidR="00074EC9" w:rsidRDefault="00074EC9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074EC9" w:rsidRPr="00B030E9" w:rsidRDefault="00074EC9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074EC9" w:rsidRPr="00A62CF8" w:rsidRDefault="00074EC9" w:rsidP="00C64C89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Uniwersytet Ekonomiczny</w:t>
      </w:r>
      <w:r w:rsidRPr="00A62CF8">
        <w:rPr>
          <w:rFonts w:ascii="Tahoma" w:hAnsi="Tahoma" w:cs="Tahoma"/>
          <w:b/>
          <w:sz w:val="20"/>
          <w:szCs w:val="20"/>
        </w:rPr>
        <w:t xml:space="preserve"> w Krakowie</w:t>
      </w:r>
    </w:p>
    <w:p w:rsidR="00074EC9" w:rsidRPr="00C64C89" w:rsidRDefault="00074EC9" w:rsidP="00C64C89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</w:t>
      </w:r>
      <w:r w:rsidRPr="00A62CF8">
        <w:rPr>
          <w:rFonts w:ascii="Tahoma" w:hAnsi="Tahoma" w:cs="Tahoma"/>
          <w:b/>
          <w:sz w:val="20"/>
          <w:szCs w:val="20"/>
        </w:rPr>
        <w:t>l. Rakowicka 27, 31-510 Kraków</w:t>
      </w:r>
    </w:p>
    <w:p w:rsidR="00074EC9" w:rsidRDefault="00074EC9" w:rsidP="005E0285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</w:p>
    <w:p w:rsidR="00074EC9" w:rsidRPr="00B030E9" w:rsidRDefault="00074EC9" w:rsidP="005E0285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 xml:space="preserve"> (pełna nazwa/firma, adres)</w:t>
      </w:r>
    </w:p>
    <w:p w:rsidR="00074EC9" w:rsidRPr="00B030E9" w:rsidRDefault="00074EC9" w:rsidP="005E0285">
      <w:pPr>
        <w:spacing w:after="0"/>
        <w:rPr>
          <w:rFonts w:ascii="Tahoma" w:hAnsi="Tahoma" w:cs="Tahoma"/>
          <w:b/>
          <w:sz w:val="20"/>
          <w:szCs w:val="20"/>
        </w:rPr>
      </w:pPr>
    </w:p>
    <w:p w:rsidR="00074EC9" w:rsidRPr="00B030E9" w:rsidRDefault="00074EC9" w:rsidP="005E028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074EC9" w:rsidRDefault="00074EC9" w:rsidP="00B271EF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074EC9" w:rsidRPr="00F256BA" w:rsidRDefault="00074EC9" w:rsidP="00B271EF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074EC9" w:rsidRPr="00896545" w:rsidRDefault="00074EC9" w:rsidP="00B271EF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074EC9" w:rsidRDefault="00074EC9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074EC9" w:rsidRDefault="00074EC9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074EC9" w:rsidRDefault="00074EC9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074EC9" w:rsidRDefault="00074EC9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074EC9" w:rsidRPr="00B030E9" w:rsidRDefault="00074EC9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074EC9" w:rsidRPr="00B030E9" w:rsidRDefault="00074EC9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074EC9" w:rsidRDefault="00074EC9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074EC9" w:rsidRPr="00B030E9" w:rsidRDefault="00074EC9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074EC9" w:rsidRDefault="00074EC9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074EC9" w:rsidRDefault="00074EC9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074EC9" w:rsidRDefault="00074EC9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074EC9" w:rsidRPr="00B030E9" w:rsidRDefault="00074EC9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074EC9" w:rsidRPr="00B030E9" w:rsidRDefault="00074EC9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074EC9" w:rsidRPr="00A22DCF" w:rsidRDefault="00074EC9" w:rsidP="00C4103F">
      <w:pPr>
        <w:rPr>
          <w:rFonts w:ascii="Arial" w:hAnsi="Arial" w:cs="Arial"/>
          <w:sz w:val="21"/>
          <w:szCs w:val="21"/>
        </w:rPr>
      </w:pPr>
    </w:p>
    <w:p w:rsidR="00074EC9" w:rsidRPr="005E0285" w:rsidRDefault="00074EC9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5E0285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074EC9" w:rsidRPr="005E0285" w:rsidRDefault="00074EC9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074EC9" w:rsidRPr="005E0285" w:rsidRDefault="00074EC9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074EC9" w:rsidRPr="002D249A" w:rsidRDefault="00074EC9" w:rsidP="00B271EF">
      <w:pPr>
        <w:spacing w:before="120" w:after="0" w:line="360" w:lineRule="auto"/>
        <w:jc w:val="center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POSTĘPOWANIU </w:t>
      </w:r>
      <w:r w:rsidRPr="005E0285">
        <w:rPr>
          <w:rFonts w:ascii="Tahoma" w:hAnsi="Tahoma" w:cs="Tahoma"/>
          <w:b/>
          <w:sz w:val="20"/>
          <w:szCs w:val="20"/>
          <w:u w:val="single"/>
        </w:rPr>
        <w:br/>
      </w:r>
    </w:p>
    <w:p w:rsidR="00074EC9" w:rsidRPr="00EC2156" w:rsidRDefault="00074EC9" w:rsidP="00E54B14">
      <w:pPr>
        <w:jc w:val="both"/>
        <w:rPr>
          <w:rFonts w:ascii="Tahoma" w:hAnsi="Tahoma" w:cs="Tahoma"/>
          <w:b/>
          <w:sz w:val="20"/>
          <w:szCs w:val="20"/>
        </w:rPr>
      </w:pPr>
      <w:r w:rsidRPr="00EC2156">
        <w:rPr>
          <w:rFonts w:ascii="Tahoma" w:hAnsi="Tahoma" w:cs="Tahoma"/>
          <w:sz w:val="20"/>
          <w:szCs w:val="20"/>
        </w:rPr>
        <w:t>Na potrzeby postępowania o udzielenie zamówienia publicznego pn.:</w:t>
      </w:r>
      <w:r w:rsidRPr="00EC2156">
        <w:rPr>
          <w:rFonts w:ascii="Tahoma" w:hAnsi="Tahoma" w:cs="Tahoma"/>
          <w:b/>
          <w:sz w:val="20"/>
          <w:szCs w:val="20"/>
        </w:rPr>
        <w:t xml:space="preserve"> Wykonanie naprawy pokrycia dachu budynku Pawilonu Sportowego Uniwersytetu Ekonomicznego w Krakowie</w:t>
      </w:r>
      <w:r w:rsidRPr="00EC2156">
        <w:rPr>
          <w:rFonts w:ascii="Tahoma" w:hAnsi="Tahoma" w:cs="Tahoma"/>
          <w:sz w:val="20"/>
          <w:szCs w:val="20"/>
        </w:rPr>
        <w:t>, (nr: K-DZP-272-15/19), prowadzonego przez Uniwersytet Ekonomiczny w Krakowie</w:t>
      </w:r>
      <w:r w:rsidRPr="00EC2156">
        <w:rPr>
          <w:rFonts w:ascii="Tahoma" w:hAnsi="Tahoma" w:cs="Tahoma"/>
          <w:i/>
          <w:sz w:val="20"/>
          <w:szCs w:val="20"/>
        </w:rPr>
        <w:t xml:space="preserve">, </w:t>
      </w:r>
      <w:r w:rsidRPr="00EC2156">
        <w:rPr>
          <w:rFonts w:ascii="Tahoma" w:hAnsi="Tahoma" w:cs="Tahoma"/>
          <w:sz w:val="20"/>
          <w:szCs w:val="20"/>
        </w:rPr>
        <w:t>oświadczam, co następuje:</w:t>
      </w:r>
    </w:p>
    <w:p w:rsidR="00074EC9" w:rsidRPr="005E0285" w:rsidRDefault="00074EC9" w:rsidP="00E54B14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074EC9" w:rsidRPr="005E0285" w:rsidRDefault="00074EC9" w:rsidP="00C014B5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DOTYCZĄCA WYKONAWCY:</w:t>
      </w:r>
    </w:p>
    <w:p w:rsidR="00074EC9" w:rsidRPr="005E0285" w:rsidRDefault="00074EC9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74EC9" w:rsidRPr="005E0285" w:rsidRDefault="00074EC9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spełniam warunki udziału </w:t>
      </w:r>
      <w:r>
        <w:rPr>
          <w:rFonts w:ascii="Tahoma" w:hAnsi="Tahoma" w:cs="Tahoma"/>
          <w:sz w:val="20"/>
          <w:szCs w:val="20"/>
        </w:rPr>
        <w:t>w postępowaniu określone przez Z</w:t>
      </w:r>
      <w:r w:rsidRPr="005E0285">
        <w:rPr>
          <w:rFonts w:ascii="Tahoma" w:hAnsi="Tahoma" w:cs="Tahoma"/>
          <w:sz w:val="20"/>
          <w:szCs w:val="20"/>
        </w:rPr>
        <w:t>amawiającego w</w:t>
      </w:r>
      <w:r>
        <w:rPr>
          <w:rFonts w:ascii="Tahoma" w:hAnsi="Tahoma" w:cs="Tahoma"/>
          <w:sz w:val="20"/>
          <w:szCs w:val="20"/>
        </w:rPr>
        <w:t xml:space="preserve"> Specyfikacji Istotnych Warunków Zamówienia.</w:t>
      </w:r>
    </w:p>
    <w:p w:rsidR="00074EC9" w:rsidRDefault="00074EC9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074EC9" w:rsidRPr="00A038E7" w:rsidRDefault="00074EC9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074EC9" w:rsidRPr="00B030E9" w:rsidRDefault="00074EC9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074EC9" w:rsidRDefault="00074EC9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074EC9" w:rsidRDefault="00074EC9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074EC9" w:rsidRDefault="00074EC9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074EC9" w:rsidRDefault="00074EC9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074EC9" w:rsidRDefault="00074EC9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074EC9" w:rsidRDefault="00074EC9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074EC9" w:rsidRPr="005E0285" w:rsidRDefault="00074EC9" w:rsidP="00A24C2D">
      <w:pPr>
        <w:shd w:val="clear" w:color="auto" w:fill="BFBFBF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W ZWIĄZKU Z POLEGANIEM NA ZASOBACH INNYCH PODMIOTÓW</w:t>
      </w:r>
      <w:r w:rsidRPr="005E0285">
        <w:rPr>
          <w:rFonts w:ascii="Tahoma" w:hAnsi="Tahoma" w:cs="Tahoma"/>
          <w:sz w:val="20"/>
          <w:szCs w:val="20"/>
        </w:rPr>
        <w:t xml:space="preserve">: </w:t>
      </w:r>
    </w:p>
    <w:p w:rsidR="00074EC9" w:rsidRPr="005E0285" w:rsidRDefault="00074EC9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Oświadczam, że w celu wykazania spełniania warunków udziału w p</w:t>
      </w:r>
      <w:r>
        <w:rPr>
          <w:rFonts w:ascii="Tahoma" w:hAnsi="Tahoma" w:cs="Tahoma"/>
          <w:sz w:val="20"/>
          <w:szCs w:val="20"/>
        </w:rPr>
        <w:t>ostępowaniu, określonych przez Z</w:t>
      </w:r>
      <w:r w:rsidRPr="005E0285">
        <w:rPr>
          <w:rFonts w:ascii="Tahoma" w:hAnsi="Tahoma" w:cs="Tahoma"/>
          <w:sz w:val="20"/>
          <w:szCs w:val="20"/>
        </w:rPr>
        <w:t xml:space="preserve">amawiającego </w:t>
      </w:r>
      <w:r>
        <w:rPr>
          <w:rFonts w:ascii="Tahoma" w:hAnsi="Tahoma" w:cs="Tahoma"/>
          <w:sz w:val="20"/>
          <w:szCs w:val="20"/>
        </w:rPr>
        <w:t xml:space="preserve">w Specyfikacji Istotnych Warunków </w:t>
      </w:r>
      <w:r w:rsidRPr="00F230DE">
        <w:rPr>
          <w:rFonts w:ascii="Tahoma" w:hAnsi="Tahoma" w:cs="Tahoma"/>
          <w:sz w:val="20"/>
          <w:szCs w:val="20"/>
        </w:rPr>
        <w:t>Zamówienia</w:t>
      </w:r>
      <w:r>
        <w:rPr>
          <w:rFonts w:ascii="Tahoma" w:hAnsi="Tahoma" w:cs="Tahoma"/>
          <w:sz w:val="20"/>
          <w:szCs w:val="20"/>
        </w:rPr>
        <w:t xml:space="preserve"> </w:t>
      </w:r>
      <w:r w:rsidRPr="005E0285">
        <w:rPr>
          <w:rFonts w:ascii="Tahoma" w:hAnsi="Tahoma" w:cs="Tahoma"/>
          <w:sz w:val="20"/>
          <w:szCs w:val="20"/>
        </w:rPr>
        <w:t>polegam na zasobach następującego/ych podmiotu/ów: 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</w:t>
      </w:r>
    </w:p>
    <w:p w:rsidR="00074EC9" w:rsidRPr="00A6741D" w:rsidRDefault="00074EC9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..………………………………………………………………………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……………………………………….…………………………….</w:t>
      </w:r>
      <w:r w:rsidRPr="005E0285">
        <w:rPr>
          <w:rFonts w:ascii="Tahoma" w:hAnsi="Tahoma" w:cs="Tahoma"/>
          <w:sz w:val="20"/>
          <w:szCs w:val="20"/>
        </w:rPr>
        <w:t xml:space="preserve">, w następującym zakresie: ………………………………………… </w:t>
      </w:r>
      <w:r w:rsidRPr="005E0285">
        <w:rPr>
          <w:rFonts w:ascii="Tahoma" w:hAnsi="Tahoma" w:cs="Tahoma"/>
          <w:i/>
          <w:sz w:val="20"/>
          <w:szCs w:val="20"/>
        </w:rPr>
        <w:t xml:space="preserve">(wskazać podmiot i określić odpowiedni zakres dla wskazanego podmiotu). </w:t>
      </w:r>
    </w:p>
    <w:p w:rsidR="00074EC9" w:rsidRPr="005E0285" w:rsidRDefault="00074EC9" w:rsidP="004609F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074EC9" w:rsidRPr="00A038E7" w:rsidRDefault="00074EC9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074EC9" w:rsidRPr="00B030E9" w:rsidRDefault="00074EC9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074EC9" w:rsidRDefault="00074EC9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074EC9" w:rsidRDefault="00074EC9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074EC9" w:rsidRPr="005E0285" w:rsidRDefault="00074EC9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074EC9" w:rsidRPr="005E0285" w:rsidRDefault="00074EC9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074EC9" w:rsidRPr="005E0285" w:rsidRDefault="00074EC9" w:rsidP="0012271C">
      <w:pPr>
        <w:shd w:val="clear" w:color="auto" w:fill="BFBFBF"/>
        <w:tabs>
          <w:tab w:val="left" w:pos="6330"/>
        </w:tabs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074EC9" w:rsidRPr="005E0285" w:rsidRDefault="00074EC9" w:rsidP="00D23F3D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5E0285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5E0285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074EC9" w:rsidRPr="005E0285" w:rsidRDefault="00074EC9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74EC9" w:rsidRPr="00A038E7" w:rsidRDefault="00074EC9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074EC9" w:rsidRPr="00B030E9" w:rsidRDefault="00074EC9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074EC9" w:rsidRDefault="00074EC9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074EC9" w:rsidRDefault="00074EC9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074EC9" w:rsidRPr="005E0285" w:rsidRDefault="00074EC9" w:rsidP="00AE6FF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sectPr w:rsidR="00074EC9" w:rsidRPr="005E0285" w:rsidSect="00025C8D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EC9" w:rsidRDefault="00074EC9" w:rsidP="0038231F">
      <w:pPr>
        <w:spacing w:after="0" w:line="240" w:lineRule="auto"/>
      </w:pPr>
      <w:r>
        <w:separator/>
      </w:r>
    </w:p>
  </w:endnote>
  <w:endnote w:type="continuationSeparator" w:id="0">
    <w:p w:rsidR="00074EC9" w:rsidRDefault="00074E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EC9" w:rsidRDefault="00074EC9" w:rsidP="00864D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74EC9" w:rsidRDefault="00074EC9" w:rsidP="006A495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EC9" w:rsidRDefault="00074EC9" w:rsidP="00864D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074EC9" w:rsidRDefault="00074EC9" w:rsidP="006A495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EC9" w:rsidRDefault="00074EC9" w:rsidP="0038231F">
      <w:pPr>
        <w:spacing w:after="0" w:line="240" w:lineRule="auto"/>
      </w:pPr>
      <w:r>
        <w:separator/>
      </w:r>
    </w:p>
  </w:footnote>
  <w:footnote w:type="continuationSeparator" w:id="0">
    <w:p w:rsidR="00074EC9" w:rsidRDefault="00074E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EC9" w:rsidRDefault="00074EC9" w:rsidP="004C0D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K-DZP-272-15/19</w:t>
    </w:r>
  </w:p>
  <w:p w:rsidR="00074EC9" w:rsidRDefault="00074EC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F212DA3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9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0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7F3A"/>
    <w:rsid w:val="00023F5C"/>
    <w:rsid w:val="00025C8D"/>
    <w:rsid w:val="000303EE"/>
    <w:rsid w:val="00052D9F"/>
    <w:rsid w:val="00060747"/>
    <w:rsid w:val="00073C3D"/>
    <w:rsid w:val="00074EC9"/>
    <w:rsid w:val="000809B6"/>
    <w:rsid w:val="00085630"/>
    <w:rsid w:val="000A7E4C"/>
    <w:rsid w:val="000B1025"/>
    <w:rsid w:val="000B54D1"/>
    <w:rsid w:val="000C021E"/>
    <w:rsid w:val="000C10A2"/>
    <w:rsid w:val="000C18AF"/>
    <w:rsid w:val="000C7E48"/>
    <w:rsid w:val="000D6F17"/>
    <w:rsid w:val="000D73C4"/>
    <w:rsid w:val="000E4D37"/>
    <w:rsid w:val="00110749"/>
    <w:rsid w:val="001141AF"/>
    <w:rsid w:val="0012271C"/>
    <w:rsid w:val="001434D3"/>
    <w:rsid w:val="001902D2"/>
    <w:rsid w:val="00190D6E"/>
    <w:rsid w:val="001C6945"/>
    <w:rsid w:val="001D2EB6"/>
    <w:rsid w:val="001D3A19"/>
    <w:rsid w:val="001F027E"/>
    <w:rsid w:val="00203A40"/>
    <w:rsid w:val="002056A6"/>
    <w:rsid w:val="002168A8"/>
    <w:rsid w:val="00250C09"/>
    <w:rsid w:val="00255142"/>
    <w:rsid w:val="00256CEC"/>
    <w:rsid w:val="00262667"/>
    <w:rsid w:val="00262D61"/>
    <w:rsid w:val="00290B01"/>
    <w:rsid w:val="002C1C7B"/>
    <w:rsid w:val="002C4948"/>
    <w:rsid w:val="002D249A"/>
    <w:rsid w:val="002E641A"/>
    <w:rsid w:val="002F4FCF"/>
    <w:rsid w:val="00313417"/>
    <w:rsid w:val="00313911"/>
    <w:rsid w:val="00327EFB"/>
    <w:rsid w:val="0033260C"/>
    <w:rsid w:val="00333209"/>
    <w:rsid w:val="00337073"/>
    <w:rsid w:val="00350CD9"/>
    <w:rsid w:val="00351F8A"/>
    <w:rsid w:val="00364235"/>
    <w:rsid w:val="0038231F"/>
    <w:rsid w:val="003A4631"/>
    <w:rsid w:val="003B2070"/>
    <w:rsid w:val="003B214C"/>
    <w:rsid w:val="003B7238"/>
    <w:rsid w:val="003C3B64"/>
    <w:rsid w:val="003C4D3B"/>
    <w:rsid w:val="003E1710"/>
    <w:rsid w:val="003E597C"/>
    <w:rsid w:val="003F024C"/>
    <w:rsid w:val="00416E30"/>
    <w:rsid w:val="004226C3"/>
    <w:rsid w:val="00434CC2"/>
    <w:rsid w:val="004609F1"/>
    <w:rsid w:val="004651B5"/>
    <w:rsid w:val="004761C6"/>
    <w:rsid w:val="00476E7D"/>
    <w:rsid w:val="00482F6E"/>
    <w:rsid w:val="00484F88"/>
    <w:rsid w:val="004C0DF7"/>
    <w:rsid w:val="004C4854"/>
    <w:rsid w:val="004D7E48"/>
    <w:rsid w:val="004F23F7"/>
    <w:rsid w:val="004F40EF"/>
    <w:rsid w:val="00520174"/>
    <w:rsid w:val="005641F0"/>
    <w:rsid w:val="005775E3"/>
    <w:rsid w:val="005778DB"/>
    <w:rsid w:val="00591BAA"/>
    <w:rsid w:val="005A7740"/>
    <w:rsid w:val="005C39CA"/>
    <w:rsid w:val="005D6176"/>
    <w:rsid w:val="005E0285"/>
    <w:rsid w:val="005E176A"/>
    <w:rsid w:val="005E3366"/>
    <w:rsid w:val="005F1907"/>
    <w:rsid w:val="005F7454"/>
    <w:rsid w:val="00624BAA"/>
    <w:rsid w:val="00634311"/>
    <w:rsid w:val="006476FE"/>
    <w:rsid w:val="0066592A"/>
    <w:rsid w:val="00680AC4"/>
    <w:rsid w:val="006A3A1F"/>
    <w:rsid w:val="006A4957"/>
    <w:rsid w:val="006A52B6"/>
    <w:rsid w:val="006B18A4"/>
    <w:rsid w:val="006C50A6"/>
    <w:rsid w:val="006F0034"/>
    <w:rsid w:val="006F3D32"/>
    <w:rsid w:val="007118F0"/>
    <w:rsid w:val="0072560B"/>
    <w:rsid w:val="00746532"/>
    <w:rsid w:val="00751725"/>
    <w:rsid w:val="00756C8F"/>
    <w:rsid w:val="007840F2"/>
    <w:rsid w:val="00787A25"/>
    <w:rsid w:val="007936D6"/>
    <w:rsid w:val="007961C8"/>
    <w:rsid w:val="00796484"/>
    <w:rsid w:val="007B01C8"/>
    <w:rsid w:val="007B0B90"/>
    <w:rsid w:val="007B1B93"/>
    <w:rsid w:val="007D5B61"/>
    <w:rsid w:val="007E2F69"/>
    <w:rsid w:val="007E4B0A"/>
    <w:rsid w:val="007F6576"/>
    <w:rsid w:val="00804F07"/>
    <w:rsid w:val="00811FD7"/>
    <w:rsid w:val="00825A09"/>
    <w:rsid w:val="00830AB1"/>
    <w:rsid w:val="00833FCD"/>
    <w:rsid w:val="00842991"/>
    <w:rsid w:val="008446DD"/>
    <w:rsid w:val="00863131"/>
    <w:rsid w:val="00864DB1"/>
    <w:rsid w:val="008757E1"/>
    <w:rsid w:val="00892E48"/>
    <w:rsid w:val="00896545"/>
    <w:rsid w:val="008C5709"/>
    <w:rsid w:val="008C6DF8"/>
    <w:rsid w:val="008D0487"/>
    <w:rsid w:val="008E242B"/>
    <w:rsid w:val="008F2191"/>
    <w:rsid w:val="008F3B4E"/>
    <w:rsid w:val="008F6038"/>
    <w:rsid w:val="008F642A"/>
    <w:rsid w:val="00901AAF"/>
    <w:rsid w:val="0091264E"/>
    <w:rsid w:val="009301A2"/>
    <w:rsid w:val="00931596"/>
    <w:rsid w:val="00940F47"/>
    <w:rsid w:val="009440B7"/>
    <w:rsid w:val="00952535"/>
    <w:rsid w:val="00956C26"/>
    <w:rsid w:val="00960337"/>
    <w:rsid w:val="00975019"/>
    <w:rsid w:val="00975C49"/>
    <w:rsid w:val="009C7756"/>
    <w:rsid w:val="00A00EC2"/>
    <w:rsid w:val="00A038E7"/>
    <w:rsid w:val="00A12178"/>
    <w:rsid w:val="00A15F7E"/>
    <w:rsid w:val="00A166B0"/>
    <w:rsid w:val="00A17721"/>
    <w:rsid w:val="00A22DCF"/>
    <w:rsid w:val="00A24C2D"/>
    <w:rsid w:val="00A276E4"/>
    <w:rsid w:val="00A3062E"/>
    <w:rsid w:val="00A347DE"/>
    <w:rsid w:val="00A37BC8"/>
    <w:rsid w:val="00A62CF8"/>
    <w:rsid w:val="00A6741D"/>
    <w:rsid w:val="00A72315"/>
    <w:rsid w:val="00A82763"/>
    <w:rsid w:val="00A902DE"/>
    <w:rsid w:val="00AC6404"/>
    <w:rsid w:val="00AE6FF2"/>
    <w:rsid w:val="00B0088C"/>
    <w:rsid w:val="00B030E9"/>
    <w:rsid w:val="00B15219"/>
    <w:rsid w:val="00B15FD3"/>
    <w:rsid w:val="00B271EF"/>
    <w:rsid w:val="00B34079"/>
    <w:rsid w:val="00B40E62"/>
    <w:rsid w:val="00B45319"/>
    <w:rsid w:val="00B63A0C"/>
    <w:rsid w:val="00B67C70"/>
    <w:rsid w:val="00B8005E"/>
    <w:rsid w:val="00B90E42"/>
    <w:rsid w:val="00BA72B2"/>
    <w:rsid w:val="00BB0C3C"/>
    <w:rsid w:val="00C014B5"/>
    <w:rsid w:val="00C4103F"/>
    <w:rsid w:val="00C57DEB"/>
    <w:rsid w:val="00C64C89"/>
    <w:rsid w:val="00C81012"/>
    <w:rsid w:val="00CA004E"/>
    <w:rsid w:val="00CB727B"/>
    <w:rsid w:val="00CD33F6"/>
    <w:rsid w:val="00CD36DA"/>
    <w:rsid w:val="00CE060A"/>
    <w:rsid w:val="00CE52D3"/>
    <w:rsid w:val="00CF52C7"/>
    <w:rsid w:val="00D23F3D"/>
    <w:rsid w:val="00D34D9A"/>
    <w:rsid w:val="00D36D6E"/>
    <w:rsid w:val="00D409DE"/>
    <w:rsid w:val="00D42C9B"/>
    <w:rsid w:val="00D47754"/>
    <w:rsid w:val="00D531D5"/>
    <w:rsid w:val="00D561E9"/>
    <w:rsid w:val="00D7532C"/>
    <w:rsid w:val="00DA6EC7"/>
    <w:rsid w:val="00DC76ED"/>
    <w:rsid w:val="00DC7C89"/>
    <w:rsid w:val="00DD146A"/>
    <w:rsid w:val="00DD3E9D"/>
    <w:rsid w:val="00E022A1"/>
    <w:rsid w:val="00E1413B"/>
    <w:rsid w:val="00E21B42"/>
    <w:rsid w:val="00E303D3"/>
    <w:rsid w:val="00E309E9"/>
    <w:rsid w:val="00E31C06"/>
    <w:rsid w:val="00E36DD0"/>
    <w:rsid w:val="00E54B14"/>
    <w:rsid w:val="00E628ED"/>
    <w:rsid w:val="00E64482"/>
    <w:rsid w:val="00E65685"/>
    <w:rsid w:val="00E73190"/>
    <w:rsid w:val="00E73CEB"/>
    <w:rsid w:val="00E96433"/>
    <w:rsid w:val="00EA68C1"/>
    <w:rsid w:val="00EB7CDE"/>
    <w:rsid w:val="00EC2156"/>
    <w:rsid w:val="00EE1FBF"/>
    <w:rsid w:val="00EE7127"/>
    <w:rsid w:val="00EF74CA"/>
    <w:rsid w:val="00F04280"/>
    <w:rsid w:val="00F230DE"/>
    <w:rsid w:val="00F256BA"/>
    <w:rsid w:val="00F35F0C"/>
    <w:rsid w:val="00F365F2"/>
    <w:rsid w:val="00F43919"/>
    <w:rsid w:val="00F909E3"/>
    <w:rsid w:val="00FA59D3"/>
    <w:rsid w:val="00FB18BF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6C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6A495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358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</TotalTime>
  <Pages>2</Pages>
  <Words>339</Words>
  <Characters>2038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bielatoh</cp:lastModifiedBy>
  <cp:revision>34</cp:revision>
  <cp:lastPrinted>2016-07-26T10:32:00Z</cp:lastPrinted>
  <dcterms:created xsi:type="dcterms:W3CDTF">2016-07-26T09:13:00Z</dcterms:created>
  <dcterms:modified xsi:type="dcterms:W3CDTF">2019-05-08T11:50:00Z</dcterms:modified>
</cp:coreProperties>
</file>