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984" w:rsidRDefault="00843984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843984" w:rsidRDefault="00843984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843984" w:rsidRPr="00B030E9" w:rsidRDefault="00843984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843984" w:rsidRDefault="00843984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843984" w:rsidRPr="00284F95" w:rsidRDefault="00843984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843984" w:rsidRPr="00284F95" w:rsidRDefault="00843984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843984" w:rsidRPr="00284F95" w:rsidRDefault="00843984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843984" w:rsidRPr="00B030E9" w:rsidRDefault="00843984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843984" w:rsidRPr="00B030E9" w:rsidRDefault="00843984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843984" w:rsidRPr="00B030E9" w:rsidRDefault="00843984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843984" w:rsidRDefault="00843984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843984" w:rsidRPr="00F256BA" w:rsidRDefault="00843984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843984" w:rsidRPr="00896545" w:rsidRDefault="00843984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843984" w:rsidRDefault="0084398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843984" w:rsidRDefault="0084398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43984" w:rsidRDefault="0084398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843984" w:rsidRDefault="0084398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43984" w:rsidRPr="00B030E9" w:rsidRDefault="0084398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843984" w:rsidRPr="00B030E9" w:rsidRDefault="00843984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843984" w:rsidRDefault="00843984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843984" w:rsidRPr="00B030E9" w:rsidRDefault="00843984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843984" w:rsidRDefault="0084398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43984" w:rsidRDefault="0084398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843984" w:rsidRDefault="0084398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43984" w:rsidRPr="00B030E9" w:rsidRDefault="0084398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843984" w:rsidRPr="00B030E9" w:rsidRDefault="00843984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843984" w:rsidRPr="00B030E9" w:rsidRDefault="00843984" w:rsidP="00C4103F">
      <w:pPr>
        <w:rPr>
          <w:rFonts w:ascii="Tahoma" w:hAnsi="Tahoma" w:cs="Tahoma"/>
          <w:sz w:val="20"/>
          <w:szCs w:val="20"/>
        </w:rPr>
      </w:pPr>
    </w:p>
    <w:p w:rsidR="00843984" w:rsidRPr="00B030E9" w:rsidRDefault="00843984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843984" w:rsidRPr="00B030E9" w:rsidRDefault="00843984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843984" w:rsidRPr="00B030E9" w:rsidRDefault="00843984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843984" w:rsidRPr="00B030E9" w:rsidRDefault="00843984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843984" w:rsidRPr="00284F95" w:rsidRDefault="0084398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43984" w:rsidRPr="00C27C20" w:rsidRDefault="00843984" w:rsidP="00C27C20">
      <w:pPr>
        <w:pStyle w:val="BodyTextIndent"/>
        <w:ind w:left="0"/>
        <w:jc w:val="both"/>
        <w:rPr>
          <w:rFonts w:ascii="Tahoma" w:hAnsi="Tahoma" w:cs="Tahoma"/>
        </w:rPr>
      </w:pPr>
      <w:r w:rsidRPr="00C27C20">
        <w:rPr>
          <w:rFonts w:ascii="Tahoma" w:hAnsi="Tahoma" w:cs="Tahoma"/>
        </w:rPr>
        <w:t>Na potrzeby postępowania o udziel</w:t>
      </w:r>
      <w:r>
        <w:rPr>
          <w:rFonts w:ascii="Tahoma" w:hAnsi="Tahoma" w:cs="Tahoma"/>
        </w:rPr>
        <w:t>enie zamówienia publicznego pn.:</w:t>
      </w:r>
      <w:r w:rsidRPr="003742C9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Kompleksowa przebudowa wybranych pokoi w Budynku Głównym UEK</w:t>
      </w:r>
      <w:r w:rsidRPr="00B30493">
        <w:rPr>
          <w:rFonts w:ascii="Tahoma" w:hAnsi="Tahoma" w:cs="Tahoma"/>
          <w:b/>
        </w:rPr>
        <w:t>,</w:t>
      </w:r>
      <w:r w:rsidRPr="00C27C20">
        <w:rPr>
          <w:rFonts w:ascii="Tahoma" w:hAnsi="Tahoma" w:cs="Tahoma"/>
        </w:rPr>
        <w:t xml:space="preserve"> (nr K-DZP-272-</w:t>
      </w:r>
      <w:r>
        <w:rPr>
          <w:rFonts w:ascii="Tahoma" w:hAnsi="Tahoma" w:cs="Tahoma"/>
        </w:rPr>
        <w:t>13/19</w:t>
      </w:r>
      <w:r w:rsidRPr="00C27C20">
        <w:rPr>
          <w:rFonts w:ascii="Tahoma" w:hAnsi="Tahoma" w:cs="Tahoma"/>
        </w:rPr>
        <w:t>),</w:t>
      </w:r>
      <w:r w:rsidRPr="00C27C20">
        <w:rPr>
          <w:rFonts w:ascii="Tahoma" w:hAnsi="Tahoma" w:cs="Tahoma"/>
          <w:i/>
        </w:rPr>
        <w:t xml:space="preserve"> </w:t>
      </w:r>
      <w:r w:rsidRPr="00C27C20">
        <w:rPr>
          <w:rFonts w:ascii="Tahoma" w:hAnsi="Tahoma" w:cs="Tahoma"/>
        </w:rPr>
        <w:t>prowadzonego przez Uniwersytet Ekonomiczny w Krakowie</w:t>
      </w:r>
      <w:r w:rsidRPr="00C27C20">
        <w:rPr>
          <w:rFonts w:ascii="Tahoma" w:hAnsi="Tahoma" w:cs="Tahoma"/>
          <w:i/>
        </w:rPr>
        <w:t xml:space="preserve">, </w:t>
      </w:r>
      <w:r w:rsidRPr="00C27C20">
        <w:rPr>
          <w:rFonts w:ascii="Tahoma" w:hAnsi="Tahoma" w:cs="Tahoma"/>
        </w:rPr>
        <w:t>oświadczam, co następuje:</w:t>
      </w:r>
    </w:p>
    <w:p w:rsidR="00843984" w:rsidRPr="00B030E9" w:rsidRDefault="00843984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43984" w:rsidRPr="00B030E9" w:rsidRDefault="00843984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843984" w:rsidRPr="00B030E9" w:rsidRDefault="00843984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843984" w:rsidRPr="0027117B" w:rsidRDefault="00843984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843984" w:rsidRDefault="00843984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843984" w:rsidRPr="00B030E9" w:rsidRDefault="00843984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843984" w:rsidRPr="00A038E7" w:rsidRDefault="00843984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43984" w:rsidRPr="00B030E9" w:rsidRDefault="0084398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43984" w:rsidRDefault="00843984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43984" w:rsidRDefault="00843984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43984" w:rsidRDefault="0084398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43984" w:rsidRPr="00B030E9" w:rsidRDefault="0084398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pkt. 1 oraz 8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843984" w:rsidRPr="00B030E9" w:rsidRDefault="0084398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3984" w:rsidRDefault="0084398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43984" w:rsidRDefault="0084398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43984" w:rsidRPr="00A038E7" w:rsidRDefault="0084398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43984" w:rsidRPr="00B030E9" w:rsidRDefault="0084398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43984" w:rsidRDefault="00843984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43984" w:rsidRDefault="00843984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43984" w:rsidRPr="00B030E9" w:rsidRDefault="00843984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843984" w:rsidRPr="00B030E9" w:rsidRDefault="00843984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843984" w:rsidRPr="00B030E9" w:rsidRDefault="00843984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843984" w:rsidRPr="00B030E9" w:rsidRDefault="0084398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843984" w:rsidRDefault="0084398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43984" w:rsidRPr="00A038E7" w:rsidRDefault="0084398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43984" w:rsidRPr="00B030E9" w:rsidRDefault="0084398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43984" w:rsidRDefault="00843984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43984" w:rsidRDefault="00843984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43984" w:rsidRPr="00B030E9" w:rsidRDefault="00843984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843984" w:rsidRPr="00B030E9" w:rsidRDefault="00843984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843984" w:rsidRPr="00B030E9" w:rsidRDefault="00843984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843984" w:rsidRDefault="0084398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843984" w:rsidRDefault="0084398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43984" w:rsidRPr="00A038E7" w:rsidRDefault="0084398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43984" w:rsidRPr="00B030E9" w:rsidRDefault="0084398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43984" w:rsidRDefault="00843984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43984" w:rsidRDefault="00843984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43984" w:rsidRDefault="0084398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43984" w:rsidRDefault="0084398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43984" w:rsidRDefault="0084398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43984" w:rsidRDefault="0084398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43984" w:rsidRDefault="00843984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43984" w:rsidRPr="00B030E9" w:rsidRDefault="00843984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843984" w:rsidRPr="00B030E9" w:rsidRDefault="00843984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843984" w:rsidRPr="00B030E9" w:rsidRDefault="0084398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843984" w:rsidRDefault="0084398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43984" w:rsidRPr="00A038E7" w:rsidRDefault="0084398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43984" w:rsidRPr="00B030E9" w:rsidRDefault="0084398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43984" w:rsidRDefault="00843984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43984" w:rsidRDefault="00843984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43984" w:rsidRPr="00B030E9" w:rsidRDefault="0084398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843984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984" w:rsidRDefault="00843984" w:rsidP="0038231F">
      <w:pPr>
        <w:spacing w:after="0" w:line="240" w:lineRule="auto"/>
      </w:pPr>
      <w:r>
        <w:separator/>
      </w:r>
    </w:p>
  </w:endnote>
  <w:endnote w:type="continuationSeparator" w:id="0">
    <w:p w:rsidR="00843984" w:rsidRDefault="008439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984" w:rsidRPr="0027560C" w:rsidRDefault="00843984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843984" w:rsidRDefault="008439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984" w:rsidRDefault="00843984" w:rsidP="0038231F">
      <w:pPr>
        <w:spacing w:after="0" w:line="240" w:lineRule="auto"/>
      </w:pPr>
      <w:r>
        <w:separator/>
      </w:r>
    </w:p>
  </w:footnote>
  <w:footnote w:type="continuationSeparator" w:id="0">
    <w:p w:rsidR="00843984" w:rsidRDefault="008439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984" w:rsidRDefault="00843984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K-DZP-272-13/19</w:t>
    </w:r>
  </w:p>
  <w:p w:rsidR="00843984" w:rsidRDefault="008439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46A"/>
    <w:rsid w:val="000278EE"/>
    <w:rsid w:val="000613EB"/>
    <w:rsid w:val="00067D60"/>
    <w:rsid w:val="0007155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89E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3079"/>
    <w:rsid w:val="001F4C82"/>
    <w:rsid w:val="002167D3"/>
    <w:rsid w:val="0024732C"/>
    <w:rsid w:val="0025263C"/>
    <w:rsid w:val="0025358A"/>
    <w:rsid w:val="00255142"/>
    <w:rsid w:val="00267089"/>
    <w:rsid w:val="0027117B"/>
    <w:rsid w:val="0027560C"/>
    <w:rsid w:val="002822B0"/>
    <w:rsid w:val="002840F9"/>
    <w:rsid w:val="00284F95"/>
    <w:rsid w:val="00287BCD"/>
    <w:rsid w:val="002B2F3F"/>
    <w:rsid w:val="002C42F8"/>
    <w:rsid w:val="002C4948"/>
    <w:rsid w:val="002C6614"/>
    <w:rsid w:val="002D305D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57DBE"/>
    <w:rsid w:val="003636E7"/>
    <w:rsid w:val="003742C9"/>
    <w:rsid w:val="003761EA"/>
    <w:rsid w:val="0038231F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4113F3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6769"/>
    <w:rsid w:val="00545FEF"/>
    <w:rsid w:val="0056058D"/>
    <w:rsid w:val="005641F0"/>
    <w:rsid w:val="0057122C"/>
    <w:rsid w:val="00591C93"/>
    <w:rsid w:val="005A73FB"/>
    <w:rsid w:val="005E176A"/>
    <w:rsid w:val="005E30A1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52B6"/>
    <w:rsid w:val="006C747E"/>
    <w:rsid w:val="006E16A6"/>
    <w:rsid w:val="006F3D32"/>
    <w:rsid w:val="00705030"/>
    <w:rsid w:val="007118F0"/>
    <w:rsid w:val="00744066"/>
    <w:rsid w:val="00746532"/>
    <w:rsid w:val="007530E5"/>
    <w:rsid w:val="007819E2"/>
    <w:rsid w:val="007840F2"/>
    <w:rsid w:val="007936D6"/>
    <w:rsid w:val="0079713A"/>
    <w:rsid w:val="007E25BD"/>
    <w:rsid w:val="007E2F69"/>
    <w:rsid w:val="00804F07"/>
    <w:rsid w:val="0081003B"/>
    <w:rsid w:val="00830AB1"/>
    <w:rsid w:val="00843984"/>
    <w:rsid w:val="0084469A"/>
    <w:rsid w:val="008560CF"/>
    <w:rsid w:val="00874044"/>
    <w:rsid w:val="00875011"/>
    <w:rsid w:val="00883BAB"/>
    <w:rsid w:val="00892E48"/>
    <w:rsid w:val="00896545"/>
    <w:rsid w:val="008A5BE7"/>
    <w:rsid w:val="008B094A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5C49"/>
    <w:rsid w:val="009932B5"/>
    <w:rsid w:val="009A397D"/>
    <w:rsid w:val="009C0C6C"/>
    <w:rsid w:val="009C45F7"/>
    <w:rsid w:val="009C6DDE"/>
    <w:rsid w:val="009D0913"/>
    <w:rsid w:val="009D314C"/>
    <w:rsid w:val="009D665D"/>
    <w:rsid w:val="00A038E7"/>
    <w:rsid w:val="00A058AD"/>
    <w:rsid w:val="00A0658E"/>
    <w:rsid w:val="00A112A7"/>
    <w:rsid w:val="00A1401D"/>
    <w:rsid w:val="00A1471A"/>
    <w:rsid w:val="00A1685D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1736F"/>
    <w:rsid w:val="00B22BBE"/>
    <w:rsid w:val="00B30493"/>
    <w:rsid w:val="00B35FDB"/>
    <w:rsid w:val="00B37134"/>
    <w:rsid w:val="00B40FC8"/>
    <w:rsid w:val="00B80D0E"/>
    <w:rsid w:val="00B921EF"/>
    <w:rsid w:val="00BD06C3"/>
    <w:rsid w:val="00BE5C27"/>
    <w:rsid w:val="00BF1F3F"/>
    <w:rsid w:val="00C003F1"/>
    <w:rsid w:val="00C00C2E"/>
    <w:rsid w:val="00C22538"/>
    <w:rsid w:val="00C27B57"/>
    <w:rsid w:val="00C27C20"/>
    <w:rsid w:val="00C4103F"/>
    <w:rsid w:val="00C456FB"/>
    <w:rsid w:val="00C57DEB"/>
    <w:rsid w:val="00C75633"/>
    <w:rsid w:val="00CA5F28"/>
    <w:rsid w:val="00CC6896"/>
    <w:rsid w:val="00CD07AA"/>
    <w:rsid w:val="00CE64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7532C"/>
    <w:rsid w:val="00D92A7E"/>
    <w:rsid w:val="00DC2ACC"/>
    <w:rsid w:val="00DC3F44"/>
    <w:rsid w:val="00DD146A"/>
    <w:rsid w:val="00DD15D5"/>
    <w:rsid w:val="00DD3E9D"/>
    <w:rsid w:val="00DD6B7D"/>
    <w:rsid w:val="00DE63D3"/>
    <w:rsid w:val="00DE73EE"/>
    <w:rsid w:val="00E14552"/>
    <w:rsid w:val="00E15D59"/>
    <w:rsid w:val="00E206AF"/>
    <w:rsid w:val="00E21B42"/>
    <w:rsid w:val="00E30517"/>
    <w:rsid w:val="00E32C33"/>
    <w:rsid w:val="00E32EF2"/>
    <w:rsid w:val="00E42CC3"/>
    <w:rsid w:val="00E55512"/>
    <w:rsid w:val="00E86A2B"/>
    <w:rsid w:val="00EA74CD"/>
    <w:rsid w:val="00EB3286"/>
    <w:rsid w:val="00ED1599"/>
    <w:rsid w:val="00ED5439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8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3</Pages>
  <Words>523</Words>
  <Characters>3140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26</cp:revision>
  <cp:lastPrinted>2016-07-26T08:32:00Z</cp:lastPrinted>
  <dcterms:created xsi:type="dcterms:W3CDTF">2016-08-09T15:03:00Z</dcterms:created>
  <dcterms:modified xsi:type="dcterms:W3CDTF">2019-04-02T11:36:00Z</dcterms:modified>
</cp:coreProperties>
</file>