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17C" w:rsidRDefault="0004117C" w:rsidP="006918DD">
      <w:pPr>
        <w:spacing w:after="0" w:line="240" w:lineRule="auto"/>
        <w:ind w:left="708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</w:t>
      </w:r>
    </w:p>
    <w:p w:rsidR="0004117C" w:rsidRDefault="0004117C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04117C" w:rsidRPr="00B030E9" w:rsidRDefault="0004117C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04117C" w:rsidRDefault="0004117C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04117C" w:rsidRPr="00284F95" w:rsidRDefault="0004117C" w:rsidP="00284F95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 xml:space="preserve">Uniwersytet Ekonomiczny w Krakowie </w:t>
      </w:r>
    </w:p>
    <w:p w:rsidR="0004117C" w:rsidRPr="00284F95" w:rsidRDefault="0004117C" w:rsidP="00284F9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04117C" w:rsidRPr="00284F95" w:rsidRDefault="0004117C" w:rsidP="00284F95">
      <w:pPr>
        <w:spacing w:line="240" w:lineRule="auto"/>
        <w:ind w:left="4956" w:firstLine="708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>ul. Rakowicka 27, 31-510 Kraków</w:t>
      </w:r>
    </w:p>
    <w:p w:rsidR="0004117C" w:rsidRPr="00B030E9" w:rsidRDefault="0004117C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04117C" w:rsidRPr="00B030E9" w:rsidRDefault="0004117C" w:rsidP="00B030E9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04117C" w:rsidRPr="00B030E9" w:rsidRDefault="0004117C" w:rsidP="007118F0">
      <w:pPr>
        <w:spacing w:after="0"/>
        <w:rPr>
          <w:rFonts w:ascii="Tahoma" w:hAnsi="Tahoma" w:cs="Tahoma"/>
          <w:b/>
          <w:sz w:val="20"/>
          <w:szCs w:val="20"/>
        </w:rPr>
      </w:pPr>
    </w:p>
    <w:p w:rsidR="0004117C" w:rsidRDefault="0004117C" w:rsidP="00896545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04117C" w:rsidRPr="00F256BA" w:rsidRDefault="0004117C" w:rsidP="0089654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04117C" w:rsidRPr="00896545" w:rsidRDefault="0004117C" w:rsidP="0089654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04117C" w:rsidRDefault="0004117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04117C" w:rsidRDefault="0004117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04117C" w:rsidRDefault="0004117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04117C" w:rsidRDefault="0004117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04117C" w:rsidRPr="00B030E9" w:rsidRDefault="0004117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04117C" w:rsidRPr="00B030E9" w:rsidRDefault="0004117C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04117C" w:rsidRDefault="0004117C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04117C" w:rsidRPr="00B030E9" w:rsidRDefault="0004117C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04117C" w:rsidRDefault="0004117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04117C" w:rsidRDefault="0004117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04117C" w:rsidRDefault="0004117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04117C" w:rsidRPr="00B030E9" w:rsidRDefault="0004117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04117C" w:rsidRPr="00B030E9" w:rsidRDefault="0004117C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04117C" w:rsidRPr="00B030E9" w:rsidRDefault="0004117C" w:rsidP="00C4103F">
      <w:pPr>
        <w:rPr>
          <w:rFonts w:ascii="Tahoma" w:hAnsi="Tahoma" w:cs="Tahoma"/>
          <w:sz w:val="20"/>
          <w:szCs w:val="20"/>
        </w:rPr>
      </w:pPr>
    </w:p>
    <w:p w:rsidR="0004117C" w:rsidRPr="00B030E9" w:rsidRDefault="0004117C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B030E9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04117C" w:rsidRPr="00B030E9" w:rsidRDefault="0004117C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04117C" w:rsidRPr="00B030E9" w:rsidRDefault="0004117C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04117C" w:rsidRPr="00B030E9" w:rsidRDefault="0004117C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030E9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04117C" w:rsidRPr="00284F95" w:rsidRDefault="0004117C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4117C" w:rsidRPr="00A246C4" w:rsidRDefault="0004117C" w:rsidP="00A246C4">
      <w:pPr>
        <w:jc w:val="both"/>
        <w:rPr>
          <w:rFonts w:ascii="Tahoma" w:hAnsi="Tahoma" w:cs="Tahoma"/>
          <w:b/>
          <w:sz w:val="20"/>
          <w:szCs w:val="20"/>
        </w:rPr>
      </w:pPr>
      <w:r w:rsidRPr="00547341">
        <w:t>Na potrzeby postępowania o udzielenie zamówienia publicznego pn.:</w:t>
      </w:r>
      <w:r w:rsidRPr="00C44F96">
        <w:rPr>
          <w:rFonts w:ascii="Tahoma" w:hAnsi="Tahoma" w:cs="Tahoma"/>
          <w:b/>
          <w:sz w:val="18"/>
          <w:szCs w:val="18"/>
        </w:rPr>
        <w:t xml:space="preserve"> </w:t>
      </w:r>
      <w:r w:rsidRPr="006244B6">
        <w:rPr>
          <w:rFonts w:ascii="Tahoma" w:hAnsi="Tahoma" w:cs="Tahoma"/>
          <w:b/>
          <w:sz w:val="18"/>
          <w:szCs w:val="18"/>
        </w:rPr>
        <w:t>„</w:t>
      </w:r>
      <w:r>
        <w:rPr>
          <w:rFonts w:ascii="Tahoma" w:hAnsi="Tahoma" w:cs="Tahoma"/>
          <w:b/>
          <w:sz w:val="18"/>
          <w:szCs w:val="18"/>
        </w:rPr>
        <w:t>Remont dwóch pionów kanalizacyjnych w budynku Domu Studenckiego Merkury przy Al. 29 Listopada 48A w Krakowie</w:t>
      </w:r>
      <w:r w:rsidRPr="006244B6">
        <w:rPr>
          <w:rFonts w:ascii="Tahoma" w:hAnsi="Tahoma" w:cs="Tahoma"/>
          <w:b/>
          <w:sz w:val="18"/>
          <w:szCs w:val="18"/>
        </w:rPr>
        <w:t>”</w:t>
      </w:r>
      <w:r w:rsidRPr="00547341">
        <w:rPr>
          <w:b/>
        </w:rPr>
        <w:t>,</w:t>
      </w:r>
      <w:r>
        <w:t xml:space="preserve"> (nr K-DZP-272-24</w:t>
      </w:r>
      <w:r w:rsidRPr="00547341">
        <w:t>/19),</w:t>
      </w:r>
      <w:r w:rsidRPr="00547341">
        <w:rPr>
          <w:i/>
        </w:rPr>
        <w:t xml:space="preserve"> </w:t>
      </w:r>
      <w:r w:rsidRPr="00547341">
        <w:t>prowadzonego przez Uniwersytet Ekonomiczny w Krakowie</w:t>
      </w:r>
      <w:r w:rsidRPr="00547341">
        <w:rPr>
          <w:i/>
        </w:rPr>
        <w:t xml:space="preserve">, </w:t>
      </w:r>
      <w:r w:rsidRPr="00547341">
        <w:t>oświadczam, co następuje:</w:t>
      </w:r>
    </w:p>
    <w:p w:rsidR="0004117C" w:rsidRPr="00B030E9" w:rsidRDefault="0004117C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4117C" w:rsidRPr="00B030E9" w:rsidRDefault="0004117C" w:rsidP="00B030E9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04117C" w:rsidRPr="00B030E9" w:rsidRDefault="0004117C" w:rsidP="00E32C33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B030E9">
        <w:rPr>
          <w:rFonts w:ascii="Tahoma" w:hAnsi="Tahoma" w:cs="Tahoma"/>
          <w:sz w:val="20"/>
          <w:szCs w:val="20"/>
        </w:rPr>
        <w:br/>
        <w:t>art. 24 ust 1 pkt 12-23 ustawy Pzp.</w:t>
      </w:r>
    </w:p>
    <w:p w:rsidR="0004117C" w:rsidRPr="0027117B" w:rsidRDefault="0004117C" w:rsidP="0027117B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7117B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27117B">
        <w:rPr>
          <w:rFonts w:ascii="Tahoma" w:hAnsi="Tahoma" w:cs="Tahoma"/>
          <w:sz w:val="20"/>
          <w:szCs w:val="20"/>
        </w:rPr>
        <w:br/>
        <w:t xml:space="preserve">art. 24 ust. 5 </w:t>
      </w:r>
      <w:r>
        <w:rPr>
          <w:rFonts w:ascii="Tahoma" w:hAnsi="Tahoma" w:cs="Tahoma"/>
          <w:sz w:val="20"/>
          <w:szCs w:val="20"/>
        </w:rPr>
        <w:t xml:space="preserve">pkt 1 oraz 8 </w:t>
      </w:r>
      <w:r w:rsidRPr="0027117B">
        <w:rPr>
          <w:rFonts w:ascii="Tahoma" w:hAnsi="Tahoma" w:cs="Tahoma"/>
          <w:sz w:val="20"/>
          <w:szCs w:val="20"/>
        </w:rPr>
        <w:t>ustawy Pzp.</w:t>
      </w:r>
    </w:p>
    <w:p w:rsidR="0004117C" w:rsidRDefault="0004117C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04117C" w:rsidRPr="00B030E9" w:rsidRDefault="0004117C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04117C" w:rsidRPr="00A038E7" w:rsidRDefault="0004117C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04117C" w:rsidRPr="00B030E9" w:rsidRDefault="0004117C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04117C" w:rsidRDefault="0004117C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04117C" w:rsidRDefault="0004117C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04117C" w:rsidRDefault="0004117C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4117C" w:rsidRPr="00B030E9" w:rsidRDefault="0004117C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B030E9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>
        <w:rPr>
          <w:rFonts w:ascii="Tahoma" w:hAnsi="Tahoma" w:cs="Tahoma"/>
          <w:i/>
          <w:sz w:val="20"/>
          <w:szCs w:val="20"/>
        </w:rPr>
        <w:t xml:space="preserve">pkt. 1 oraz 8 </w:t>
      </w:r>
      <w:r w:rsidRPr="00B030E9">
        <w:rPr>
          <w:rFonts w:ascii="Tahoma" w:hAnsi="Tahoma" w:cs="Tahoma"/>
          <w:i/>
          <w:sz w:val="20"/>
          <w:szCs w:val="20"/>
        </w:rPr>
        <w:t>ustawy Pzp).</w:t>
      </w:r>
      <w:r w:rsidRPr="00B030E9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04117C" w:rsidRPr="00B030E9" w:rsidRDefault="0004117C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117C" w:rsidRDefault="0004117C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04117C" w:rsidRDefault="0004117C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04117C" w:rsidRPr="00A038E7" w:rsidRDefault="0004117C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04117C" w:rsidRPr="00B030E9" w:rsidRDefault="0004117C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04117C" w:rsidRDefault="0004117C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04117C" w:rsidRDefault="0004117C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04117C" w:rsidRPr="00B030E9" w:rsidRDefault="0004117C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04117C" w:rsidRPr="00B030E9" w:rsidRDefault="0004117C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:rsidR="0004117C" w:rsidRPr="00B030E9" w:rsidRDefault="0004117C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04117C" w:rsidRPr="00B030E9" w:rsidRDefault="0004117C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B030E9">
        <w:rPr>
          <w:rFonts w:ascii="Tahoma" w:hAnsi="Tahoma" w:cs="Tahoma"/>
          <w:sz w:val="20"/>
          <w:szCs w:val="20"/>
        </w:rPr>
        <w:t xml:space="preserve"> </w:t>
      </w:r>
      <w:r w:rsidRPr="00B030E9">
        <w:rPr>
          <w:rFonts w:ascii="Tahoma" w:hAnsi="Tahoma" w:cs="Tahoma"/>
          <w:i/>
          <w:sz w:val="20"/>
          <w:szCs w:val="20"/>
        </w:rPr>
        <w:t xml:space="preserve">(podać pełną nazwę/firmę, adres, a także w zależności od podmiotu: NIP/PESEL, KRS/CEiDG) </w:t>
      </w:r>
      <w:r w:rsidRPr="00B030E9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04117C" w:rsidRDefault="0004117C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4117C" w:rsidRPr="00A038E7" w:rsidRDefault="0004117C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04117C" w:rsidRPr="00B030E9" w:rsidRDefault="0004117C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04117C" w:rsidRDefault="0004117C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04117C" w:rsidRDefault="0004117C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04117C" w:rsidRPr="00B030E9" w:rsidRDefault="0004117C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04117C" w:rsidRPr="00B030E9" w:rsidRDefault="0004117C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04117C" w:rsidRPr="00B030E9" w:rsidRDefault="0004117C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04117C" w:rsidRDefault="0004117C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B030E9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B030E9">
        <w:rPr>
          <w:rFonts w:ascii="Tahoma" w:hAnsi="Tahoma" w:cs="Tahoma"/>
          <w:sz w:val="20"/>
          <w:szCs w:val="20"/>
        </w:rPr>
        <w:t>, nie zachodzą podstawy wykluczenia z postępowania o udzielenie zamówienia.</w:t>
      </w:r>
    </w:p>
    <w:p w:rsidR="0004117C" w:rsidRDefault="0004117C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4117C" w:rsidRPr="00A038E7" w:rsidRDefault="0004117C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04117C" w:rsidRPr="00B030E9" w:rsidRDefault="0004117C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04117C" w:rsidRDefault="0004117C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04117C" w:rsidRDefault="0004117C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04117C" w:rsidRDefault="0004117C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4117C" w:rsidRDefault="0004117C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4117C" w:rsidRDefault="0004117C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4117C" w:rsidRDefault="0004117C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4117C" w:rsidRDefault="0004117C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4117C" w:rsidRPr="00B030E9" w:rsidRDefault="0004117C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04117C" w:rsidRPr="00B030E9" w:rsidRDefault="0004117C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04117C" w:rsidRPr="00B030E9" w:rsidRDefault="0004117C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030E9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B030E9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04117C" w:rsidRDefault="0004117C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04117C" w:rsidRPr="00A038E7" w:rsidRDefault="0004117C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04117C" w:rsidRPr="00B030E9" w:rsidRDefault="0004117C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04117C" w:rsidRDefault="0004117C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04117C" w:rsidRDefault="0004117C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04117C" w:rsidRPr="00B030E9" w:rsidRDefault="0004117C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04117C" w:rsidRPr="00B030E9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17C" w:rsidRDefault="0004117C" w:rsidP="0038231F">
      <w:pPr>
        <w:spacing w:after="0" w:line="240" w:lineRule="auto"/>
      </w:pPr>
      <w:r>
        <w:separator/>
      </w:r>
    </w:p>
  </w:endnote>
  <w:endnote w:type="continuationSeparator" w:id="0">
    <w:p w:rsidR="0004117C" w:rsidRDefault="000411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17C" w:rsidRPr="0027560C" w:rsidRDefault="0004117C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04117C" w:rsidRDefault="000411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17C" w:rsidRDefault="0004117C" w:rsidP="0038231F">
      <w:pPr>
        <w:spacing w:after="0" w:line="240" w:lineRule="auto"/>
      </w:pPr>
      <w:r>
        <w:separator/>
      </w:r>
    </w:p>
  </w:footnote>
  <w:footnote w:type="continuationSeparator" w:id="0">
    <w:p w:rsidR="0004117C" w:rsidRDefault="000411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17C" w:rsidRDefault="0004117C" w:rsidP="009C45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K-DZP-272-24/19</w:t>
    </w:r>
  </w:p>
  <w:p w:rsidR="0004117C" w:rsidRDefault="000411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746A"/>
    <w:rsid w:val="000278EE"/>
    <w:rsid w:val="0004117C"/>
    <w:rsid w:val="000613EB"/>
    <w:rsid w:val="00067D60"/>
    <w:rsid w:val="0007155B"/>
    <w:rsid w:val="00074C8F"/>
    <w:rsid w:val="00074E3A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3431"/>
    <w:rsid w:val="000F3A09"/>
    <w:rsid w:val="000F4C8A"/>
    <w:rsid w:val="0010384A"/>
    <w:rsid w:val="00103B61"/>
    <w:rsid w:val="0010489E"/>
    <w:rsid w:val="0011121A"/>
    <w:rsid w:val="001448FB"/>
    <w:rsid w:val="00157BEE"/>
    <w:rsid w:val="001670F2"/>
    <w:rsid w:val="001807BF"/>
    <w:rsid w:val="00190D6E"/>
    <w:rsid w:val="00193E01"/>
    <w:rsid w:val="001957C5"/>
    <w:rsid w:val="001A3E6B"/>
    <w:rsid w:val="001C6945"/>
    <w:rsid w:val="001D3A19"/>
    <w:rsid w:val="001D4C90"/>
    <w:rsid w:val="001E3079"/>
    <w:rsid w:val="001F4C82"/>
    <w:rsid w:val="002167D3"/>
    <w:rsid w:val="00220462"/>
    <w:rsid w:val="0024732C"/>
    <w:rsid w:val="0025263C"/>
    <w:rsid w:val="0025358A"/>
    <w:rsid w:val="00255142"/>
    <w:rsid w:val="00267089"/>
    <w:rsid w:val="0027117B"/>
    <w:rsid w:val="0027560C"/>
    <w:rsid w:val="002822B0"/>
    <w:rsid w:val="002840F9"/>
    <w:rsid w:val="00284F95"/>
    <w:rsid w:val="00287BCD"/>
    <w:rsid w:val="002B2F3F"/>
    <w:rsid w:val="002C42F8"/>
    <w:rsid w:val="002C4948"/>
    <w:rsid w:val="002C6614"/>
    <w:rsid w:val="002D305D"/>
    <w:rsid w:val="002E641A"/>
    <w:rsid w:val="002F2727"/>
    <w:rsid w:val="00300674"/>
    <w:rsid w:val="00304292"/>
    <w:rsid w:val="00304838"/>
    <w:rsid w:val="00307A36"/>
    <w:rsid w:val="00313911"/>
    <w:rsid w:val="003178CE"/>
    <w:rsid w:val="003416FE"/>
    <w:rsid w:val="0034230E"/>
    <w:rsid w:val="00351D52"/>
    <w:rsid w:val="00357DBE"/>
    <w:rsid w:val="003636E7"/>
    <w:rsid w:val="003742C9"/>
    <w:rsid w:val="003761EA"/>
    <w:rsid w:val="0038231F"/>
    <w:rsid w:val="00386E41"/>
    <w:rsid w:val="00392EC7"/>
    <w:rsid w:val="0039711F"/>
    <w:rsid w:val="003B214C"/>
    <w:rsid w:val="003B295A"/>
    <w:rsid w:val="003B690E"/>
    <w:rsid w:val="003C3B64"/>
    <w:rsid w:val="003C4E34"/>
    <w:rsid w:val="003C58F8"/>
    <w:rsid w:val="003D272A"/>
    <w:rsid w:val="003D63DA"/>
    <w:rsid w:val="003D7458"/>
    <w:rsid w:val="003E1710"/>
    <w:rsid w:val="003E3FA2"/>
    <w:rsid w:val="003F024C"/>
    <w:rsid w:val="003F0F5D"/>
    <w:rsid w:val="004113F3"/>
    <w:rsid w:val="00416E30"/>
    <w:rsid w:val="00434CC2"/>
    <w:rsid w:val="00466838"/>
    <w:rsid w:val="004761C6"/>
    <w:rsid w:val="00484F88"/>
    <w:rsid w:val="004B00A9"/>
    <w:rsid w:val="004C43B8"/>
    <w:rsid w:val="004F23F7"/>
    <w:rsid w:val="004F3005"/>
    <w:rsid w:val="004F5C00"/>
    <w:rsid w:val="00500358"/>
    <w:rsid w:val="005031A7"/>
    <w:rsid w:val="00520174"/>
    <w:rsid w:val="00520592"/>
    <w:rsid w:val="0052487A"/>
    <w:rsid w:val="00525621"/>
    <w:rsid w:val="00526E90"/>
    <w:rsid w:val="0053130C"/>
    <w:rsid w:val="005319CA"/>
    <w:rsid w:val="00532E6B"/>
    <w:rsid w:val="0053404D"/>
    <w:rsid w:val="00536769"/>
    <w:rsid w:val="00545FEF"/>
    <w:rsid w:val="00547341"/>
    <w:rsid w:val="0056058D"/>
    <w:rsid w:val="005641F0"/>
    <w:rsid w:val="0057122C"/>
    <w:rsid w:val="00591C93"/>
    <w:rsid w:val="005A73FB"/>
    <w:rsid w:val="005E176A"/>
    <w:rsid w:val="005E30A1"/>
    <w:rsid w:val="006172D0"/>
    <w:rsid w:val="006244B6"/>
    <w:rsid w:val="00631502"/>
    <w:rsid w:val="00641981"/>
    <w:rsid w:val="006440B0"/>
    <w:rsid w:val="0064500B"/>
    <w:rsid w:val="00661B3E"/>
    <w:rsid w:val="00665738"/>
    <w:rsid w:val="0066592A"/>
    <w:rsid w:val="00677C66"/>
    <w:rsid w:val="00687919"/>
    <w:rsid w:val="006918DD"/>
    <w:rsid w:val="00692DF3"/>
    <w:rsid w:val="006A0D24"/>
    <w:rsid w:val="006A52B6"/>
    <w:rsid w:val="006C747E"/>
    <w:rsid w:val="006E16A6"/>
    <w:rsid w:val="006F3D32"/>
    <w:rsid w:val="00705030"/>
    <w:rsid w:val="007118F0"/>
    <w:rsid w:val="00744066"/>
    <w:rsid w:val="00746532"/>
    <w:rsid w:val="007530E5"/>
    <w:rsid w:val="007819E2"/>
    <w:rsid w:val="007840F2"/>
    <w:rsid w:val="007936D6"/>
    <w:rsid w:val="0079713A"/>
    <w:rsid w:val="007C1A3A"/>
    <w:rsid w:val="007E25BD"/>
    <w:rsid w:val="007E2F69"/>
    <w:rsid w:val="00804F07"/>
    <w:rsid w:val="0081003B"/>
    <w:rsid w:val="00830AB1"/>
    <w:rsid w:val="00843984"/>
    <w:rsid w:val="0084469A"/>
    <w:rsid w:val="008560CF"/>
    <w:rsid w:val="00874044"/>
    <w:rsid w:val="00875011"/>
    <w:rsid w:val="00883BAB"/>
    <w:rsid w:val="00892E48"/>
    <w:rsid w:val="00894F61"/>
    <w:rsid w:val="00896545"/>
    <w:rsid w:val="008A5BE7"/>
    <w:rsid w:val="008B094A"/>
    <w:rsid w:val="008C6DF8"/>
    <w:rsid w:val="008D0487"/>
    <w:rsid w:val="008E3274"/>
    <w:rsid w:val="008F3818"/>
    <w:rsid w:val="009052E7"/>
    <w:rsid w:val="00910EA3"/>
    <w:rsid w:val="009129F3"/>
    <w:rsid w:val="00920F98"/>
    <w:rsid w:val="009210A3"/>
    <w:rsid w:val="009301A2"/>
    <w:rsid w:val="00932D74"/>
    <w:rsid w:val="009375EB"/>
    <w:rsid w:val="009469C7"/>
    <w:rsid w:val="009569AF"/>
    <w:rsid w:val="00956C26"/>
    <w:rsid w:val="00963B33"/>
    <w:rsid w:val="00975C49"/>
    <w:rsid w:val="009932B5"/>
    <w:rsid w:val="009A397D"/>
    <w:rsid w:val="009C0C6C"/>
    <w:rsid w:val="009C45F7"/>
    <w:rsid w:val="009C6DDE"/>
    <w:rsid w:val="009D0913"/>
    <w:rsid w:val="009D314C"/>
    <w:rsid w:val="009D665D"/>
    <w:rsid w:val="00A038E7"/>
    <w:rsid w:val="00A058AD"/>
    <w:rsid w:val="00A0658E"/>
    <w:rsid w:val="00A112A7"/>
    <w:rsid w:val="00A1401D"/>
    <w:rsid w:val="00A1471A"/>
    <w:rsid w:val="00A1685D"/>
    <w:rsid w:val="00A246C4"/>
    <w:rsid w:val="00A3431A"/>
    <w:rsid w:val="00A347DE"/>
    <w:rsid w:val="00A36E95"/>
    <w:rsid w:val="00A45DB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47D"/>
    <w:rsid w:val="00B01B85"/>
    <w:rsid w:val="00B030E9"/>
    <w:rsid w:val="00B119F4"/>
    <w:rsid w:val="00B15219"/>
    <w:rsid w:val="00B154B4"/>
    <w:rsid w:val="00B1736F"/>
    <w:rsid w:val="00B179A9"/>
    <w:rsid w:val="00B22BBE"/>
    <w:rsid w:val="00B2784A"/>
    <w:rsid w:val="00B30493"/>
    <w:rsid w:val="00B35FDB"/>
    <w:rsid w:val="00B37134"/>
    <w:rsid w:val="00B40FC8"/>
    <w:rsid w:val="00B45379"/>
    <w:rsid w:val="00B80D0E"/>
    <w:rsid w:val="00B906D0"/>
    <w:rsid w:val="00B921EF"/>
    <w:rsid w:val="00B9770A"/>
    <w:rsid w:val="00BB5E66"/>
    <w:rsid w:val="00BD06C3"/>
    <w:rsid w:val="00BE5C27"/>
    <w:rsid w:val="00BF1F3F"/>
    <w:rsid w:val="00C003F1"/>
    <w:rsid w:val="00C00C2E"/>
    <w:rsid w:val="00C22538"/>
    <w:rsid w:val="00C27B57"/>
    <w:rsid w:val="00C27C20"/>
    <w:rsid w:val="00C4103F"/>
    <w:rsid w:val="00C44F96"/>
    <w:rsid w:val="00C456FB"/>
    <w:rsid w:val="00C57DEB"/>
    <w:rsid w:val="00C71C30"/>
    <w:rsid w:val="00C75633"/>
    <w:rsid w:val="00CA5F28"/>
    <w:rsid w:val="00CC6896"/>
    <w:rsid w:val="00CD07AA"/>
    <w:rsid w:val="00CE6400"/>
    <w:rsid w:val="00CF4A74"/>
    <w:rsid w:val="00D009C7"/>
    <w:rsid w:val="00D01E05"/>
    <w:rsid w:val="00D16504"/>
    <w:rsid w:val="00D34D9A"/>
    <w:rsid w:val="00D37A93"/>
    <w:rsid w:val="00D409DE"/>
    <w:rsid w:val="00D42C9B"/>
    <w:rsid w:val="00D47D38"/>
    <w:rsid w:val="00D50594"/>
    <w:rsid w:val="00D53153"/>
    <w:rsid w:val="00D7532C"/>
    <w:rsid w:val="00D92A7E"/>
    <w:rsid w:val="00DC2ACC"/>
    <w:rsid w:val="00DC3F44"/>
    <w:rsid w:val="00DD146A"/>
    <w:rsid w:val="00DD15D5"/>
    <w:rsid w:val="00DD3E9D"/>
    <w:rsid w:val="00DD6B7D"/>
    <w:rsid w:val="00DE63D3"/>
    <w:rsid w:val="00DE73EE"/>
    <w:rsid w:val="00E14552"/>
    <w:rsid w:val="00E15D59"/>
    <w:rsid w:val="00E206AF"/>
    <w:rsid w:val="00E21B42"/>
    <w:rsid w:val="00E30517"/>
    <w:rsid w:val="00E32C33"/>
    <w:rsid w:val="00E32EF2"/>
    <w:rsid w:val="00E42CC3"/>
    <w:rsid w:val="00E55512"/>
    <w:rsid w:val="00E86A2B"/>
    <w:rsid w:val="00EA74CD"/>
    <w:rsid w:val="00EB3286"/>
    <w:rsid w:val="00ED1599"/>
    <w:rsid w:val="00ED5439"/>
    <w:rsid w:val="00EE4535"/>
    <w:rsid w:val="00EE7725"/>
    <w:rsid w:val="00EF741B"/>
    <w:rsid w:val="00EF74CA"/>
    <w:rsid w:val="00F00F7F"/>
    <w:rsid w:val="00F014B6"/>
    <w:rsid w:val="00F053EC"/>
    <w:rsid w:val="00F2074D"/>
    <w:rsid w:val="00F24D93"/>
    <w:rsid w:val="00F256BA"/>
    <w:rsid w:val="00F33AC3"/>
    <w:rsid w:val="00F365F2"/>
    <w:rsid w:val="00F54680"/>
    <w:rsid w:val="00F72CCA"/>
    <w:rsid w:val="00FA5460"/>
    <w:rsid w:val="00FA5E2C"/>
    <w:rsid w:val="00FB7965"/>
    <w:rsid w:val="00FC0667"/>
    <w:rsid w:val="00FE7798"/>
    <w:rsid w:val="00FF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odyTextIndent">
    <w:name w:val="Body Text Indent"/>
    <w:basedOn w:val="Normal"/>
    <w:link w:val="BodyTextIndentChar"/>
    <w:uiPriority w:val="99"/>
    <w:rsid w:val="00284F9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E63D3"/>
    <w:rPr>
      <w:rFonts w:cs="Times New Roman"/>
      <w:lang w:eastAsia="en-US"/>
    </w:rPr>
  </w:style>
  <w:style w:type="paragraph" w:customStyle="1" w:styleId="Standard">
    <w:name w:val="Standard"/>
    <w:uiPriority w:val="99"/>
    <w:rsid w:val="007C1A3A"/>
    <w:pPr>
      <w:widowControl w:val="0"/>
      <w:suppressAutoHyphens/>
      <w:autoSpaceDN w:val="0"/>
    </w:pPr>
    <w:rPr>
      <w:rFonts w:ascii="Times New Roman" w:eastAsia="Arial Unicode MS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27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3</Pages>
  <Words>530</Words>
  <Characters>3183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35</cp:revision>
  <cp:lastPrinted>2016-07-26T08:32:00Z</cp:lastPrinted>
  <dcterms:created xsi:type="dcterms:W3CDTF">2016-08-09T15:03:00Z</dcterms:created>
  <dcterms:modified xsi:type="dcterms:W3CDTF">2019-07-03T12:24:00Z</dcterms:modified>
</cp:coreProperties>
</file>