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C9" w:rsidRPr="00E9479F" w:rsidRDefault="00DF51C9" w:rsidP="00566272">
      <w:pPr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KZ-272-38/19</w:t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>Załącznik nr 1</w:t>
      </w:r>
    </w:p>
    <w:p w:rsidR="00DF51C9" w:rsidRPr="00E9479F" w:rsidRDefault="00DF51C9" w:rsidP="007B001F">
      <w:pPr>
        <w:ind w:left="5246" w:firstLine="708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Zamawiający:</w:t>
      </w:r>
    </w:p>
    <w:p w:rsidR="00DF51C9" w:rsidRPr="00E9479F" w:rsidRDefault="00DF51C9" w:rsidP="007B001F">
      <w:pPr>
        <w:ind w:left="4538" w:firstLine="708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DF51C9" w:rsidRPr="00E9479F" w:rsidRDefault="00DF51C9" w:rsidP="007B001F">
      <w:pPr>
        <w:ind w:left="4538" w:firstLine="708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ul. Rakowicka 27, 31-510 Kraków</w:t>
      </w:r>
    </w:p>
    <w:p w:rsidR="00DF51C9" w:rsidRPr="00E9479F" w:rsidRDefault="00DF51C9" w:rsidP="007B001F">
      <w:pPr>
        <w:ind w:left="5954"/>
        <w:rPr>
          <w:rFonts w:ascii="Tahoma" w:hAnsi="Tahoma" w:cs="Tahoma"/>
          <w:b/>
          <w:i/>
          <w:sz w:val="16"/>
          <w:szCs w:val="16"/>
        </w:rPr>
      </w:pPr>
      <w:r w:rsidRPr="00E9479F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DF51C9" w:rsidRPr="00E9479F" w:rsidRDefault="00DF51C9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Wykonawca:</w:t>
      </w:r>
    </w:p>
    <w:p w:rsidR="00DF51C9" w:rsidRPr="00E9479F" w:rsidRDefault="00DF51C9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E9479F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DF51C9" w:rsidRPr="00E9479F" w:rsidRDefault="00DF51C9" w:rsidP="007B001F">
      <w:pPr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DF51C9" w:rsidRPr="00E9479F" w:rsidRDefault="00DF51C9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DF51C9" w:rsidRPr="00E9479F" w:rsidRDefault="00DF51C9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</w:t>
      </w:r>
    </w:p>
    <w:p w:rsidR="00DF51C9" w:rsidRPr="00E9479F" w:rsidRDefault="00DF51C9" w:rsidP="007B001F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E9479F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DF51C9" w:rsidRPr="00E9479F" w:rsidRDefault="00DF51C9" w:rsidP="007B001F">
      <w:pPr>
        <w:rPr>
          <w:rFonts w:ascii="Tahoma" w:hAnsi="Tahoma" w:cs="Tahoma"/>
          <w:b/>
          <w:sz w:val="16"/>
          <w:szCs w:val="16"/>
          <w:u w:val="single"/>
        </w:rPr>
      </w:pPr>
      <w:r w:rsidRPr="00E9479F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DF51C9" w:rsidRPr="00E9479F" w:rsidRDefault="00DF51C9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DF51C9" w:rsidRPr="00E9479F" w:rsidRDefault="00DF51C9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………………………………………………..</w:t>
      </w:r>
    </w:p>
    <w:p w:rsidR="00DF51C9" w:rsidRPr="00E9479F" w:rsidRDefault="00DF51C9" w:rsidP="007B001F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E9479F">
        <w:rPr>
          <w:rFonts w:ascii="Tahoma" w:hAnsi="Tahoma" w:cs="Tahoma"/>
          <w:b/>
          <w:i/>
          <w:sz w:val="16"/>
          <w:szCs w:val="16"/>
        </w:rPr>
        <w:t>(imię, nazwisko, stanowisko/podstawa do reprezentacji)</w:t>
      </w:r>
    </w:p>
    <w:p w:rsidR="00DF51C9" w:rsidRPr="00E9479F" w:rsidRDefault="00DF51C9" w:rsidP="007B001F">
      <w:pPr>
        <w:rPr>
          <w:rFonts w:ascii="Tahoma" w:hAnsi="Tahoma" w:cs="Tahoma"/>
          <w:sz w:val="16"/>
          <w:szCs w:val="16"/>
        </w:rPr>
      </w:pPr>
    </w:p>
    <w:p w:rsidR="00DF51C9" w:rsidRPr="00E9479F" w:rsidRDefault="00DF51C9" w:rsidP="007B001F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E9479F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DF51C9" w:rsidRPr="00E9479F" w:rsidRDefault="00DF51C9" w:rsidP="00566272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 xml:space="preserve">składane na podstawie art. 25a ust. 1 ustawy z dnia 29 stycznia 2004 r. </w:t>
      </w:r>
    </w:p>
    <w:p w:rsidR="00DF51C9" w:rsidRPr="00E9479F" w:rsidRDefault="00DF51C9" w:rsidP="00566272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 xml:space="preserve"> Prawo zamówień publicznych (dalej jako: ustawa Pzp), </w:t>
      </w:r>
    </w:p>
    <w:p w:rsidR="00DF51C9" w:rsidRPr="00E9479F" w:rsidRDefault="00DF51C9" w:rsidP="00566272">
      <w:pPr>
        <w:spacing w:before="120" w:line="24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E9479F">
        <w:rPr>
          <w:rFonts w:ascii="Tahoma" w:hAnsi="Tahoma" w:cs="Tahoma"/>
          <w:sz w:val="16"/>
          <w:szCs w:val="16"/>
          <w:u w:val="single"/>
        </w:rPr>
        <w:t>DOTYCZĄCE PRZESŁANEK WYKLUCZENIA Z POSTĘPOWANIA</w:t>
      </w:r>
    </w:p>
    <w:p w:rsidR="00DF51C9" w:rsidRPr="00B542A5" w:rsidRDefault="00DF51C9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B542A5">
        <w:rPr>
          <w:rFonts w:ascii="Tahoma" w:hAnsi="Tahoma" w:cs="Tahoma"/>
          <w:b/>
          <w:sz w:val="16"/>
          <w:szCs w:val="16"/>
        </w:rPr>
        <w:t>Na potrzeby postępowania o udzielenie zamówienia publicznego pn. Usługi cateringowe świadczone na potrzeby uczestników projektu pn. „Oczy szeroko otwarte", współfinansowanego ze środków Unii Europejskiej w ramach Europejskiego Funduszu Społecznego, (nr KZ-272-38/19),</w:t>
      </w:r>
      <w:r w:rsidRPr="00B542A5">
        <w:rPr>
          <w:rFonts w:ascii="Tahoma" w:hAnsi="Tahoma" w:cs="Tahoma"/>
          <w:b/>
          <w:i/>
          <w:sz w:val="16"/>
          <w:szCs w:val="16"/>
        </w:rPr>
        <w:t xml:space="preserve"> </w:t>
      </w:r>
      <w:r w:rsidRPr="00B542A5">
        <w:rPr>
          <w:rFonts w:ascii="Tahoma" w:hAnsi="Tahoma" w:cs="Tahoma"/>
          <w:b/>
          <w:sz w:val="16"/>
          <w:szCs w:val="16"/>
        </w:rPr>
        <w:t>prowadzonego przez Uniwersytet Ekonomiczny w Krakowie</w:t>
      </w:r>
      <w:r w:rsidRPr="00B542A5">
        <w:rPr>
          <w:rFonts w:ascii="Tahoma" w:hAnsi="Tahoma" w:cs="Tahoma"/>
          <w:b/>
          <w:i/>
          <w:sz w:val="16"/>
          <w:szCs w:val="16"/>
        </w:rPr>
        <w:t xml:space="preserve">, </w:t>
      </w:r>
      <w:r w:rsidRPr="00B542A5">
        <w:rPr>
          <w:rFonts w:ascii="Tahoma" w:hAnsi="Tahoma" w:cs="Tahoma"/>
          <w:b/>
          <w:sz w:val="16"/>
          <w:szCs w:val="16"/>
        </w:rPr>
        <w:t>oświadczam, co następuje:</w:t>
      </w:r>
    </w:p>
    <w:p w:rsidR="00DF51C9" w:rsidRPr="00E9479F" w:rsidRDefault="00DF51C9" w:rsidP="007B001F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DF51C9" w:rsidRPr="00E9479F" w:rsidRDefault="00DF51C9" w:rsidP="00566272">
      <w:pPr>
        <w:pStyle w:val="ListParagraph"/>
        <w:numPr>
          <w:ilvl w:val="0"/>
          <w:numId w:val="19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>Oświadczam, że nie podlegam wykluczeniu z postępowania na podstawie art. 24 ust 1 pkt 12-23 ustawy Pzp.</w:t>
      </w:r>
    </w:p>
    <w:p w:rsidR="00DF51C9" w:rsidRPr="00E9479F" w:rsidRDefault="00DF51C9" w:rsidP="007B001F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</w:p>
    <w:p w:rsidR="00DF51C9" w:rsidRPr="00E9479F" w:rsidRDefault="00DF51C9" w:rsidP="007B001F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DF51C9" w:rsidRPr="00E9479F" w:rsidRDefault="00DF51C9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DF51C9" w:rsidRPr="00E9479F" w:rsidRDefault="00DF51C9" w:rsidP="007B001F">
      <w:pPr>
        <w:jc w:val="both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E9479F">
        <w:rPr>
          <w:rFonts w:ascii="Tahoma" w:hAnsi="Tahoma" w:cs="Tahoma"/>
          <w:sz w:val="16"/>
          <w:szCs w:val="16"/>
        </w:rPr>
        <w:t>(imię i nazwisko)</w:t>
      </w:r>
    </w:p>
    <w:p w:rsidR="00DF51C9" w:rsidRPr="00E9479F" w:rsidRDefault="00DF51C9" w:rsidP="007B001F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p w:rsidR="00DF51C9" w:rsidRPr="00E9479F" w:rsidRDefault="00DF51C9">
      <w:pPr>
        <w:rPr>
          <w:rFonts w:ascii="Tahoma" w:hAnsi="Tahoma" w:cs="Tahoma"/>
          <w:sz w:val="16"/>
          <w:szCs w:val="16"/>
        </w:rPr>
      </w:pPr>
    </w:p>
    <w:sectPr w:rsidR="00DF51C9" w:rsidRPr="00E9479F" w:rsidSect="00CB62E0">
      <w:headerReference w:type="default" r:id="rId7"/>
      <w:footerReference w:type="default" r:id="rId8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1C9" w:rsidRDefault="00DF51C9" w:rsidP="007522B1">
      <w:pPr>
        <w:spacing w:after="0" w:line="240" w:lineRule="auto"/>
      </w:pPr>
      <w:r>
        <w:separator/>
      </w:r>
    </w:p>
  </w:endnote>
  <w:endnote w:type="continuationSeparator" w:id="0">
    <w:p w:rsidR="00DF51C9" w:rsidRDefault="00DF51C9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1C9" w:rsidRDefault="00DF51C9" w:rsidP="007522B1">
    <w:pPr>
      <w:pStyle w:val="Footer"/>
      <w:tabs>
        <w:tab w:val="clear" w:pos="4536"/>
        <w:tab w:val="clear" w:pos="9072"/>
        <w:tab w:val="right" w:pos="9212"/>
      </w:tabs>
    </w:pPr>
    <w:r>
      <w:rPr>
        <w:noProof/>
        <w:lang w:eastAsia="pl-PL"/>
      </w:rPr>
      <w:pict>
        <v:line id="Łącznik prosty 61" o:spid="_x0000_s2049" style="position:absolute;flip:y;z-index:251660288;visibility:visible" from=".2pt,5.4pt" to="498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ny4gEAAA4EAAAOAAAAZHJzL2Uyb0RvYy54bWysU02P0zAQvSPxHyzfadKCIhQ13cOulguC&#10;io+9u864tfCXbNOk3Djwz+B/MZ60YQUIaVdcrIw97828N5P11WgNO0JM2ruOLxc1Z+Ck77Xbd/zj&#10;h9tnLzlLWbheGO+g4ydI/Grz9Ml6CC2s/MGbHiJDEpfaIXT8kHNoqyrJA1iRFj6Aw0floxUZw7iv&#10;+igGZLemWtV1Uw0+9iF6CSnh7c30yDfErxTI/FapBJmZjmNvmc5I566c1WYt2n0U4aDluQ3xiC6s&#10;0A6LzlQ3Igv2Oeo/qKyW0Sev8kJ6W3mltATSgGqW9W9q3h9EANKC5qQw25T+H618c9xGpvuON0vO&#10;nLA4ox9fv3+TX5z+xNDYlE8Mn9CnIaQW06/dNp6jFLaxiB5VtEwZHe5wBcgGFMZGcvk0uwxjZhIv&#10;m+erF02Nw5CXt2qiKFQhpvwKvMXSCYdltCsGiFYcX6eMZTH1klKujStn8kb3t9oYCuJ+d20iO4oy&#10;8npVNzRlBN5Lw6hAq6JpUkFf+WRgon0HCl3Bbic9tI8w0wopwWVyhZgwu8AUtjADa+r7n8BzfoEC&#10;7epDwDOCKnuXZ7DVzse/Vc/jpWU15V8cmHQXC3a+P9F8yRpcOrL8/IOUrb4fE/zXb7z5CQAA//8D&#10;AFBLAwQUAAYACAAAACEAD1jEedsAAAAGAQAADwAAAGRycy9kb3ducmV2LnhtbEyOTUvDQBCG74L/&#10;YRnBm934FUzMphRpLx4E21LwNsmOSTA7G7LbNvbXO+KhHud5X955ivnkenWgMXSeDdzOElDEtbcd&#10;Nwa2m9XNE6gQkS32nsnANwWYl5cXBebWH/mdDuvYKBnhkKOBNsYh1zrULTkMMz8QS/bpR4dRzrHR&#10;dsSjjLte3yVJqh12LB9aHOilpfprvXcGNrvTpF93b4sq7bb32Ue2fFydlsZcX02LZ1CRpnguw6++&#10;qEMpTpXfsw2qN/AgPaGJ+EuaZamA6g/ostD/9csfAAAA//8DAFBLAQItABQABgAIAAAAIQC2gziS&#10;/gAAAOEBAAATAAAAAAAAAAAAAAAAAAAAAABbQ29udGVudF9UeXBlc10ueG1sUEsBAi0AFAAGAAgA&#10;AAAhADj9If/WAAAAlAEAAAsAAAAAAAAAAAAAAAAALwEAAF9yZWxzLy5yZWxzUEsBAi0AFAAGAAgA&#10;AAAhAHAHGfLiAQAADgQAAA4AAAAAAAAAAAAAAAAALgIAAGRycy9lMm9Eb2MueG1sUEsBAi0AFAAG&#10;AAgAAAAhAA9YxHnbAAAABgEAAA8AAAAAAAAAAAAAAAAAPAQAAGRycy9kb3ducmV2LnhtbFBLBQYA&#10;AAAABAAEAPMAAABEBQAAAAA=&#10;" strokecolor="#002060" strokeweight=".5pt">
          <v:stroke joinstyle="miter"/>
        </v:line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50" type="#_x0000_t202" style="position:absolute;margin-left:176.45pt;margin-top:13.65pt;width:329.25pt;height:64.5pt;z-index:25166131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DiJQIAACIEAAAOAAAAZHJzL2Uyb0RvYy54bWysU8GO2yAQvVfqPyDujWMraRIrzmqbbapK&#10;2+1K234AxjhGCwwFEjv9+g44m422t6o+IMYzPN68eaxvBq3IUTgvwVQ0n0wpEYZDI82+oj9/7D4s&#10;KfGBmYYpMKKiJ+Hpzeb9u3VvS1FAB6oRjiCI8WVvK9qFYMss87wTmvkJWGEw2YLTLGDo9lnjWI/o&#10;WmXFdPox68E11gEX3uPfuzFJNwm/bQUP39vWi0BURZFbSKtLax3XbLNm5d4x20l+psH+gYVm0uCl&#10;F6g7Fhg5OPkXlJbcgYc2TDjoDNpWcpF6wG7y6ZtunjpmReoFxfH2IpP/f7D84fjoiGwqWuQLSgzT&#10;OKRHUIIE8ewD9IIUUaTe+hJrnyxWh+ETDDjs1LC398CfPTGw7ZjZi1vnoO8Ea5BkHk9mV0dHHB9B&#10;6v4bNHgXOwRIQEPrdFQQNSGIjsM6XQYkhkA4/pzly3y2mFPCMbfMV/k8TTBj5ctp63z4IkCTuKmo&#10;QwMkdHa89yGyYeVLSbzMg5LNTiqVArevt8qRI0Oz7NKXGnhTpgzpK7qaF/OEbCCeTz7SMqCZldRI&#10;bhq/0V5Rjc+mSSWBSTXukYkyZ3miIqM2YagHLIya1dCcUCgHo2nxkeGmA/ebkh4NW1H/68CcoER9&#10;NSj2Kp/NosNTMJsvCgzcdaa+zjDDEaqigZJxuw3pVUQdDNziUFqZ9HplcuaKRkwynh9NdPp1nKpe&#10;n/bmDwAAAP//AwBQSwMEFAAGAAgAAAAhAIZG5FLgAAAACwEAAA8AAABkcnMvZG93bnJldi54bWxM&#10;j91Og0AQRu9NfIfNmHhj7PJTwCJLoyYab1v7AANMgcjOEnZb6Nu7vbJ3M5mTb85XbBc9iDNNtjes&#10;IFwFIIhr0/TcKjj8fD6/gLAOucHBMCm4kIVteX9XYN6YmXd03rtW+BC2OSronBtzKW3dkUa7MiOx&#10;vx3NpNH5dWplM+Hsw/UgoyBIpcae/YcOR/roqP7dn7SC4/f8lGzm6ssdst06fcc+q8xFqceH5e0V&#10;hKPF/cNw1ffqUHqnypy4sWJQECfRxqMKoiwGcQWCMFyDqPyUpDHIspC3Hco/AAAA//8DAFBLAQIt&#10;ABQABgAIAAAAIQC2gziS/gAAAOEBAAATAAAAAAAAAAAAAAAAAAAAAABbQ29udGVudF9UeXBlc10u&#10;eG1sUEsBAi0AFAAGAAgAAAAhADj9If/WAAAAlAEAAAsAAAAAAAAAAAAAAAAALwEAAF9yZWxzLy5y&#10;ZWxzUEsBAi0AFAAGAAgAAAAhAEfQYOIlAgAAIgQAAA4AAAAAAAAAAAAAAAAALgIAAGRycy9lMm9E&#10;b2MueG1sUEsBAi0AFAAGAAgAAAAhAIZG5FLgAAAACwEAAA8AAAAAAAAAAAAAAAAAfwQAAGRycy9k&#10;b3ducmV2LnhtbFBLBQYAAAAABAAEAPMAAACMBQAAAAA=&#10;" stroked="f">
          <v:textbox>
            <w:txbxContent>
              <w:p w:rsidR="00DF51C9" w:rsidRPr="00FD3B4B" w:rsidRDefault="00DF51C9" w:rsidP="00DB43F3">
                <w:pPr>
                  <w:pStyle w:val="SUBBL"/>
                  <w:jc w:val="both"/>
                  <w:rPr>
                    <w:rFonts w:cs="Calibri"/>
                    <w:color w:val="1F3864"/>
                    <w:sz w:val="18"/>
                    <w:szCs w:val="18"/>
                    <w:lang w:val="pl-PL"/>
                  </w:rPr>
                </w:pP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Projekt pt. </w:t>
                </w:r>
                <w:r w:rsidRPr="00C77D07">
                  <w:rPr>
                    <w:rFonts w:ascii="Calibri" w:hAnsi="Calibri" w:cs="Calibri"/>
                    <w:i/>
                    <w:iCs/>
                    <w:color w:val="1F3864"/>
                    <w:sz w:val="18"/>
                    <w:szCs w:val="18"/>
                    <w:lang w:val="pl-PL"/>
                  </w:rPr>
                  <w:t>Oczy szeroko otwarte</w:t>
                </w: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 xml:space="preserve"> realizowany jest w ramach Programu </w:t>
                </w: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br/>
                  <w:t xml:space="preserve">Operacyjnego Wiedza Edukacja Rozwój 2014-2020 współfinansowanego ze środków Europejskiego Funduszu Społecznego, nr umowy: </w:t>
                </w:r>
                <w:r w:rsidRPr="00FD3B4B">
                  <w:rPr>
                    <w:rFonts w:ascii="Arial" w:hAnsi="Arial" w:cs="Arial"/>
                    <w:color w:val="1F3864"/>
                    <w:sz w:val="18"/>
                    <w:szCs w:val="18"/>
                    <w:lang w:val="pl-PL"/>
                  </w:rPr>
                  <w:t>POWR.03.01.00-00-T086/18</w:t>
                </w:r>
                <w:r w:rsidRPr="00C77D07">
                  <w:rPr>
                    <w:rFonts w:ascii="Calibri" w:hAnsi="Calibri" w:cs="Calibri"/>
                    <w:color w:val="1F3864"/>
                    <w:sz w:val="18"/>
                    <w:szCs w:val="18"/>
                    <w:lang w:val="pl-PL"/>
                  </w:rPr>
                  <w:t>. Kwota dofinansowania ze środków europejskich: 566 680,88 zł. Całkowita wartość projektu to 584 277,20 zł.</w:t>
                </w:r>
              </w:p>
              <w:p w:rsidR="00DF51C9" w:rsidRPr="005878C2" w:rsidRDefault="00DF51C9" w:rsidP="00DB43F3">
                <w:pPr>
                  <w:jc w:val="both"/>
                  <w:rPr>
                    <w:sz w:val="18"/>
                    <w:szCs w:val="18"/>
                  </w:rPr>
                </w:pPr>
              </w:p>
              <w:p w:rsidR="00DF51C9" w:rsidRPr="00C77D07" w:rsidRDefault="00DF51C9" w:rsidP="001A12EB">
                <w:pPr>
                  <w:jc w:val="right"/>
                  <w:rPr>
                    <w:color w:val="1F4E79"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>
      <w:tab/>
    </w:r>
  </w:p>
  <w:p w:rsidR="00DF51C9" w:rsidRDefault="00DF51C9" w:rsidP="007522B1">
    <w:pPr>
      <w:pStyle w:val="Footer"/>
      <w:tabs>
        <w:tab w:val="clear" w:pos="4536"/>
        <w:tab w:val="clear" w:pos="9072"/>
        <w:tab w:val="right" w:pos="9212"/>
      </w:tabs>
    </w:pPr>
  </w:p>
  <w:p w:rsidR="00DF51C9" w:rsidRDefault="00DF51C9" w:rsidP="00580517">
    <w:pPr>
      <w:pStyle w:val="Footer"/>
      <w:tabs>
        <w:tab w:val="clear" w:pos="4536"/>
        <w:tab w:val="clear" w:pos="9072"/>
        <w:tab w:val="right" w:pos="9212"/>
      </w:tabs>
      <w:ind w:left="-142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9" o:spid="_x0000_i1029" type="#_x0000_t75" style="width:33.75pt;height:33.75pt;visibility:visible">
          <v:imagedata r:id="rId1" o:title=""/>
        </v:shape>
      </w:pic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pict>
        <v:shape id="Obraz 210" o:spid="_x0000_i1030" type="#_x0000_t75" style="width:96.75pt;height:28.5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1C9" w:rsidRDefault="00DF51C9" w:rsidP="007522B1">
      <w:pPr>
        <w:spacing w:after="0" w:line="240" w:lineRule="auto"/>
      </w:pPr>
      <w:r>
        <w:separator/>
      </w:r>
    </w:p>
  </w:footnote>
  <w:footnote w:type="continuationSeparator" w:id="0">
    <w:p w:rsidR="00DF51C9" w:rsidRDefault="00DF51C9" w:rsidP="0075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1C9" w:rsidRDefault="00DF51C9" w:rsidP="007522B1">
    <w:pPr>
      <w:pStyle w:val="Header"/>
      <w:ind w:hanging="851"/>
      <w:rPr>
        <w:noProof/>
        <w:lang w:eastAsia="pl-PL"/>
      </w:rPr>
    </w:pPr>
  </w:p>
  <w:p w:rsidR="00DF51C9" w:rsidRDefault="00DF51C9" w:rsidP="007522B1">
    <w:pPr>
      <w:pStyle w:val="Header"/>
      <w:ind w:hanging="709"/>
      <w:rPr>
        <w:noProof/>
        <w:lang w:eastAsia="pl-PL"/>
      </w:rPr>
    </w:pPr>
  </w:p>
  <w:p w:rsidR="00DF51C9" w:rsidRDefault="00DF51C9" w:rsidP="001A12EB">
    <w:pPr>
      <w:pStyle w:val="Header"/>
      <w:ind w:hanging="709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8" o:spid="_x0000_i1026" type="#_x0000_t75" style="width:468pt;height:26.25pt;visibility:visible">
          <v:imagedata r:id="rId1" o:title=""/>
        </v:shape>
      </w:pict>
    </w:r>
  </w:p>
  <w:p w:rsidR="00DF51C9" w:rsidRDefault="00DF51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2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4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5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6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8">
    <w:nsid w:val="29E915E5"/>
    <w:multiLevelType w:val="multilevel"/>
    <w:tmpl w:val="1F8203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1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5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6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7"/>
  </w:num>
  <w:num w:numId="9">
    <w:abstractNumId w:val="12"/>
  </w:num>
  <w:num w:numId="10">
    <w:abstractNumId w:val="5"/>
  </w:num>
  <w:num w:numId="11">
    <w:abstractNumId w:val="10"/>
  </w:num>
  <w:num w:numId="12">
    <w:abstractNumId w:val="14"/>
  </w:num>
  <w:num w:numId="13">
    <w:abstractNumId w:val="18"/>
  </w:num>
  <w:num w:numId="14">
    <w:abstractNumId w:val="2"/>
  </w:num>
  <w:num w:numId="15">
    <w:abstractNumId w:val="13"/>
  </w:num>
  <w:num w:numId="16">
    <w:abstractNumId w:val="9"/>
  </w:num>
  <w:num w:numId="17">
    <w:abstractNumId w:val="16"/>
  </w:num>
  <w:num w:numId="18">
    <w:abstractNumId w:val="15"/>
  </w:num>
  <w:num w:numId="19">
    <w:abstractNumId w:val="0"/>
  </w:num>
  <w:num w:numId="2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35FFB"/>
    <w:rsid w:val="000376A5"/>
    <w:rsid w:val="00095A1C"/>
    <w:rsid w:val="00161E0B"/>
    <w:rsid w:val="001703B1"/>
    <w:rsid w:val="001810B7"/>
    <w:rsid w:val="001A12EB"/>
    <w:rsid w:val="00205D77"/>
    <w:rsid w:val="00237A87"/>
    <w:rsid w:val="0024436B"/>
    <w:rsid w:val="002550AC"/>
    <w:rsid w:val="00292B43"/>
    <w:rsid w:val="002C1201"/>
    <w:rsid w:val="002C52AD"/>
    <w:rsid w:val="002D6066"/>
    <w:rsid w:val="002E5F17"/>
    <w:rsid w:val="00326FE1"/>
    <w:rsid w:val="003A1628"/>
    <w:rsid w:val="003B1148"/>
    <w:rsid w:val="003D5BD6"/>
    <w:rsid w:val="004403D7"/>
    <w:rsid w:val="004424D2"/>
    <w:rsid w:val="0044749E"/>
    <w:rsid w:val="00456321"/>
    <w:rsid w:val="0047042F"/>
    <w:rsid w:val="004A6E95"/>
    <w:rsid w:val="004B0046"/>
    <w:rsid w:val="004B0CF4"/>
    <w:rsid w:val="004D141E"/>
    <w:rsid w:val="004E1124"/>
    <w:rsid w:val="00505C56"/>
    <w:rsid w:val="00512131"/>
    <w:rsid w:val="0051247B"/>
    <w:rsid w:val="00566272"/>
    <w:rsid w:val="00580517"/>
    <w:rsid w:val="005878C2"/>
    <w:rsid w:val="005E30B6"/>
    <w:rsid w:val="006652A0"/>
    <w:rsid w:val="006659FE"/>
    <w:rsid w:val="0067422F"/>
    <w:rsid w:val="0068052E"/>
    <w:rsid w:val="00690F14"/>
    <w:rsid w:val="006C4A7F"/>
    <w:rsid w:val="007522B1"/>
    <w:rsid w:val="00767984"/>
    <w:rsid w:val="007A086E"/>
    <w:rsid w:val="007A4E0F"/>
    <w:rsid w:val="007A5A5A"/>
    <w:rsid w:val="007B001F"/>
    <w:rsid w:val="007B24E8"/>
    <w:rsid w:val="007F48C3"/>
    <w:rsid w:val="00865E59"/>
    <w:rsid w:val="008750E4"/>
    <w:rsid w:val="00922E8F"/>
    <w:rsid w:val="00971B1C"/>
    <w:rsid w:val="00972E80"/>
    <w:rsid w:val="009949B6"/>
    <w:rsid w:val="009E3657"/>
    <w:rsid w:val="00A57A5C"/>
    <w:rsid w:val="00A61728"/>
    <w:rsid w:val="00A9346E"/>
    <w:rsid w:val="00AA2752"/>
    <w:rsid w:val="00AF492C"/>
    <w:rsid w:val="00AF738B"/>
    <w:rsid w:val="00B23838"/>
    <w:rsid w:val="00B542A5"/>
    <w:rsid w:val="00B65D75"/>
    <w:rsid w:val="00BA5CFB"/>
    <w:rsid w:val="00BE2524"/>
    <w:rsid w:val="00BE26EC"/>
    <w:rsid w:val="00BF0E82"/>
    <w:rsid w:val="00C309BA"/>
    <w:rsid w:val="00C77D07"/>
    <w:rsid w:val="00C97A65"/>
    <w:rsid w:val="00CB62E0"/>
    <w:rsid w:val="00CB7EA5"/>
    <w:rsid w:val="00D108FC"/>
    <w:rsid w:val="00D8627E"/>
    <w:rsid w:val="00DB43F3"/>
    <w:rsid w:val="00DE25AC"/>
    <w:rsid w:val="00DF51C9"/>
    <w:rsid w:val="00E21161"/>
    <w:rsid w:val="00E37B56"/>
    <w:rsid w:val="00E46FF5"/>
    <w:rsid w:val="00E71682"/>
    <w:rsid w:val="00E927D9"/>
    <w:rsid w:val="00E9479F"/>
    <w:rsid w:val="00E95BA0"/>
    <w:rsid w:val="00F05F95"/>
    <w:rsid w:val="00F1129A"/>
    <w:rsid w:val="00F52FBD"/>
    <w:rsid w:val="00FD3B4B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190</Words>
  <Characters>1141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8</cp:revision>
  <cp:lastPrinted>2019-08-29T16:10:00Z</cp:lastPrinted>
  <dcterms:created xsi:type="dcterms:W3CDTF">2019-11-04T14:37:00Z</dcterms:created>
  <dcterms:modified xsi:type="dcterms:W3CDTF">2019-11-05T11:34:00Z</dcterms:modified>
</cp:coreProperties>
</file>