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EB" w:rsidRDefault="007C6EEB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7C6EEB" w:rsidRDefault="007C6EEB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7C6EEB" w:rsidRPr="00B030E9" w:rsidRDefault="007C6EEB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7C6EEB" w:rsidRDefault="007C6EEB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7C6EEB" w:rsidRPr="00284F95" w:rsidRDefault="007C6EEB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7C6EEB" w:rsidRPr="00284F95" w:rsidRDefault="007C6EEB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7C6EEB" w:rsidRPr="00284F95" w:rsidRDefault="007C6EEB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7C6EEB" w:rsidRPr="00B030E9" w:rsidRDefault="007C6EEB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C6EEB" w:rsidRPr="00B030E9" w:rsidRDefault="007C6EEB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7C6EEB" w:rsidRPr="00B030E9" w:rsidRDefault="007C6EEB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7C6EEB" w:rsidRDefault="007C6EEB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7C6EEB" w:rsidRPr="00F256BA" w:rsidRDefault="007C6EEB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7C6EEB" w:rsidRPr="00896545" w:rsidRDefault="007C6EEB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7C6EEB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7C6EEB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C6EEB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C6EEB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C6EEB" w:rsidRPr="00B030E9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7C6EEB" w:rsidRPr="00B030E9" w:rsidRDefault="007C6EEB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7C6EEB" w:rsidRDefault="007C6EEB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7C6EEB" w:rsidRPr="00B030E9" w:rsidRDefault="007C6EEB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7C6EEB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C6EEB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7C6EEB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C6EEB" w:rsidRPr="00B030E9" w:rsidRDefault="007C6EEB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C6EEB" w:rsidRPr="00B030E9" w:rsidRDefault="007C6EEB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7C6EEB" w:rsidRPr="00B030E9" w:rsidRDefault="007C6EEB" w:rsidP="00C4103F">
      <w:pPr>
        <w:rPr>
          <w:rFonts w:ascii="Tahoma" w:hAnsi="Tahoma" w:cs="Tahoma"/>
          <w:sz w:val="20"/>
          <w:szCs w:val="20"/>
        </w:rPr>
      </w:pPr>
    </w:p>
    <w:p w:rsidR="007C6EEB" w:rsidRPr="00B030E9" w:rsidRDefault="007C6EEB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7C6EEB" w:rsidRPr="00B030E9" w:rsidRDefault="007C6EEB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7C6EEB" w:rsidRPr="00B030E9" w:rsidRDefault="007C6EEB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7C6EEB" w:rsidRPr="00B030E9" w:rsidRDefault="007C6EEB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7C6EEB" w:rsidRPr="00284F95" w:rsidRDefault="007C6EEB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Pr="00A246C4" w:rsidRDefault="007C6EEB" w:rsidP="00A246C4">
      <w:pPr>
        <w:jc w:val="both"/>
        <w:rPr>
          <w:rFonts w:ascii="Tahoma" w:hAnsi="Tahoma" w:cs="Tahoma"/>
          <w:b/>
          <w:sz w:val="20"/>
          <w:szCs w:val="20"/>
        </w:rPr>
      </w:pPr>
      <w:r w:rsidRPr="00547341">
        <w:t>Na potrzeby postępowania o udzielenie zamówienia publicznego pn.:</w:t>
      </w:r>
      <w:r w:rsidRPr="00A246C4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Kompleksowa</w:t>
      </w:r>
      <w:r w:rsidRPr="00386E41">
        <w:rPr>
          <w:rFonts w:ascii="Tahoma" w:hAnsi="Tahoma" w:cs="Tahoma"/>
          <w:b/>
          <w:bCs/>
          <w:sz w:val="20"/>
          <w:szCs w:val="20"/>
        </w:rPr>
        <w:t xml:space="preserve"> przebudowa Sali</w:t>
      </w:r>
      <w:r>
        <w:rPr>
          <w:rFonts w:ascii="Tahoma" w:hAnsi="Tahoma" w:cs="Tahoma"/>
          <w:b/>
          <w:bCs/>
          <w:sz w:val="20"/>
          <w:szCs w:val="20"/>
        </w:rPr>
        <w:t xml:space="preserve"> nr</w:t>
      </w:r>
      <w:r w:rsidRPr="00386E41">
        <w:rPr>
          <w:rFonts w:ascii="Tahoma" w:hAnsi="Tahoma" w:cs="Tahoma"/>
          <w:b/>
          <w:bCs/>
          <w:sz w:val="20"/>
          <w:szCs w:val="20"/>
        </w:rPr>
        <w:t xml:space="preserve"> 9 w Pawilonie Dydaktyczno-Sportowym Uniwersytetu Ekonomicznego w Krakowie</w:t>
      </w:r>
      <w:r w:rsidRPr="00547341">
        <w:rPr>
          <w:b/>
        </w:rPr>
        <w:t>,</w:t>
      </w:r>
      <w:r>
        <w:t xml:space="preserve"> (nr KZ-272-8/20</w:t>
      </w:r>
      <w:r w:rsidRPr="00547341">
        <w:t>),</w:t>
      </w:r>
      <w:r w:rsidRPr="00547341">
        <w:rPr>
          <w:i/>
        </w:rPr>
        <w:t xml:space="preserve"> </w:t>
      </w:r>
      <w:r w:rsidRPr="00547341">
        <w:t>prowadzonego przez Uniwersytet Ekonomiczny w Krakowie</w:t>
      </w:r>
      <w:r w:rsidRPr="00547341">
        <w:rPr>
          <w:i/>
        </w:rPr>
        <w:t xml:space="preserve">, </w:t>
      </w:r>
      <w:r w:rsidRPr="00547341">
        <w:t>oświadczam, co następuje:</w:t>
      </w:r>
    </w:p>
    <w:p w:rsidR="007C6EEB" w:rsidRPr="00B030E9" w:rsidRDefault="007C6EEB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Pr="00B030E9" w:rsidRDefault="007C6EEB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7C6EEB" w:rsidRPr="00B030E9" w:rsidRDefault="007C6EEB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7C6EEB" w:rsidRPr="0027117B" w:rsidRDefault="007C6EEB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7C6EEB" w:rsidRDefault="007C6EEB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7C6EEB" w:rsidRPr="00A038E7" w:rsidRDefault="007C6EEB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C6EEB" w:rsidRPr="00B030E9" w:rsidRDefault="007C6EEB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C6EEB" w:rsidRDefault="007C6EEB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C6EEB" w:rsidRDefault="007C6EEB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C6EEB" w:rsidRDefault="007C6EEB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Pr="00B030E9" w:rsidRDefault="007C6EEB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6EEB" w:rsidRDefault="007C6EEB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C6EEB" w:rsidRDefault="007C6EEB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C6EEB" w:rsidRPr="00A038E7" w:rsidRDefault="007C6EEB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C6EEB" w:rsidRPr="00B030E9" w:rsidRDefault="007C6EEB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C6EEB" w:rsidRDefault="007C6EEB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C6EEB" w:rsidRDefault="007C6EEB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C6EEB" w:rsidRPr="00B030E9" w:rsidRDefault="007C6EEB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7C6EEB" w:rsidRPr="00B030E9" w:rsidRDefault="007C6EEB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7C6EEB" w:rsidRDefault="007C6EEB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Pr="00A038E7" w:rsidRDefault="007C6EEB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C6EEB" w:rsidRPr="00B030E9" w:rsidRDefault="007C6EEB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C6EEB" w:rsidRDefault="007C6EEB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C6EEB" w:rsidRDefault="007C6EEB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C6EEB" w:rsidRPr="00B030E9" w:rsidRDefault="007C6EEB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C6EEB" w:rsidRDefault="007C6EEB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7C6EEB" w:rsidRDefault="007C6EEB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Pr="00A038E7" w:rsidRDefault="007C6EEB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C6EEB" w:rsidRPr="00B030E9" w:rsidRDefault="007C6EEB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C6EEB" w:rsidRDefault="007C6EEB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C6EEB" w:rsidRDefault="007C6EEB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C6EEB" w:rsidRDefault="007C6EEB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Default="007C6EEB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Default="007C6EEB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Default="007C6EEB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Default="007C6EEB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C6EEB" w:rsidRPr="00B030E9" w:rsidRDefault="007C6EEB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7C6EEB" w:rsidRDefault="007C6EEB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C6EEB" w:rsidRPr="00A038E7" w:rsidRDefault="007C6EEB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C6EEB" w:rsidRPr="00B030E9" w:rsidRDefault="007C6EEB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C6EEB" w:rsidRDefault="007C6EEB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C6EEB" w:rsidRDefault="007C6EEB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C6EEB" w:rsidRPr="00B030E9" w:rsidRDefault="007C6EEB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7C6EEB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EEB" w:rsidRDefault="007C6EEB" w:rsidP="0038231F">
      <w:pPr>
        <w:spacing w:after="0" w:line="240" w:lineRule="auto"/>
      </w:pPr>
      <w:r>
        <w:separator/>
      </w:r>
    </w:p>
  </w:endnote>
  <w:endnote w:type="continuationSeparator" w:id="0">
    <w:p w:rsidR="007C6EEB" w:rsidRDefault="007C6E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EB" w:rsidRPr="0027560C" w:rsidRDefault="007C6EEB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7C6EEB" w:rsidRDefault="007C6E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EEB" w:rsidRDefault="007C6EEB" w:rsidP="0038231F">
      <w:pPr>
        <w:spacing w:after="0" w:line="240" w:lineRule="auto"/>
      </w:pPr>
      <w:r>
        <w:separator/>
      </w:r>
    </w:p>
  </w:footnote>
  <w:footnote w:type="continuationSeparator" w:id="0">
    <w:p w:rsidR="007C6EEB" w:rsidRDefault="007C6E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EB" w:rsidRDefault="007C6EEB">
    <w:pPr>
      <w:pStyle w:val="Header"/>
    </w:pPr>
    <w:r>
      <w:rPr>
        <w:rFonts w:ascii="Tahoma" w:hAnsi="Tahoma" w:cs="Tahoma"/>
        <w:sz w:val="20"/>
        <w:szCs w:val="20"/>
      </w:rPr>
      <w:t>KZ-272-8/20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55CC8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431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A1A11"/>
    <w:rsid w:val="001C6945"/>
    <w:rsid w:val="001D3A19"/>
    <w:rsid w:val="001D4C90"/>
    <w:rsid w:val="001E3079"/>
    <w:rsid w:val="001F4C82"/>
    <w:rsid w:val="002167D3"/>
    <w:rsid w:val="0022212D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47341"/>
    <w:rsid w:val="0056058D"/>
    <w:rsid w:val="005641F0"/>
    <w:rsid w:val="0057122C"/>
    <w:rsid w:val="00591C93"/>
    <w:rsid w:val="005A73FB"/>
    <w:rsid w:val="005E176A"/>
    <w:rsid w:val="005E30A1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0D24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66015"/>
    <w:rsid w:val="007819E2"/>
    <w:rsid w:val="007840F2"/>
    <w:rsid w:val="007936D6"/>
    <w:rsid w:val="0079713A"/>
    <w:rsid w:val="007C1A3A"/>
    <w:rsid w:val="007C6EEB"/>
    <w:rsid w:val="007E25BD"/>
    <w:rsid w:val="007E2F69"/>
    <w:rsid w:val="00804F07"/>
    <w:rsid w:val="0081003B"/>
    <w:rsid w:val="00830AB1"/>
    <w:rsid w:val="0083193B"/>
    <w:rsid w:val="00843984"/>
    <w:rsid w:val="0084469A"/>
    <w:rsid w:val="008560CF"/>
    <w:rsid w:val="00874044"/>
    <w:rsid w:val="00875011"/>
    <w:rsid w:val="00883BAB"/>
    <w:rsid w:val="00892E48"/>
    <w:rsid w:val="00894F61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85EA4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22BBE"/>
    <w:rsid w:val="00B30493"/>
    <w:rsid w:val="00B35FDB"/>
    <w:rsid w:val="00B37134"/>
    <w:rsid w:val="00B40FC8"/>
    <w:rsid w:val="00B80D0E"/>
    <w:rsid w:val="00B906D0"/>
    <w:rsid w:val="00B921EF"/>
    <w:rsid w:val="00B9770A"/>
    <w:rsid w:val="00BD06C3"/>
    <w:rsid w:val="00BE5C27"/>
    <w:rsid w:val="00BF1F3F"/>
    <w:rsid w:val="00C003F1"/>
    <w:rsid w:val="00C00C2E"/>
    <w:rsid w:val="00C22538"/>
    <w:rsid w:val="00C27B57"/>
    <w:rsid w:val="00C27C20"/>
    <w:rsid w:val="00C4103F"/>
    <w:rsid w:val="00C456FB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153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1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3</Pages>
  <Words>527</Words>
  <Characters>3162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zubelm</cp:lastModifiedBy>
  <cp:revision>31</cp:revision>
  <cp:lastPrinted>2016-07-26T08:32:00Z</cp:lastPrinted>
  <dcterms:created xsi:type="dcterms:W3CDTF">2016-08-09T15:03:00Z</dcterms:created>
  <dcterms:modified xsi:type="dcterms:W3CDTF">2020-04-22T14:02:00Z</dcterms:modified>
</cp:coreProperties>
</file>