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CA" w:rsidRDefault="005A36CA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5A36CA" w:rsidRDefault="005A36C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5A36CA" w:rsidRDefault="005A36C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36CA" w:rsidRPr="00284F95" w:rsidRDefault="005A36CA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5A36CA" w:rsidRPr="00284F95" w:rsidRDefault="005A36CA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A36CA" w:rsidRPr="00284F95" w:rsidRDefault="005A36CA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5A36CA" w:rsidRPr="00B030E9" w:rsidRDefault="005A36CA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Pr="00B030E9" w:rsidRDefault="005A36CA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5A36CA" w:rsidRPr="00B030E9" w:rsidRDefault="005A36CA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5A36CA" w:rsidRDefault="005A36CA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5A36CA" w:rsidRPr="00F256BA" w:rsidRDefault="005A36CA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5A36CA" w:rsidRPr="00896545" w:rsidRDefault="005A36CA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5A36CA" w:rsidRPr="00B030E9" w:rsidRDefault="005A36C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5A36CA" w:rsidRDefault="005A36C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A36CA" w:rsidRPr="00B030E9" w:rsidRDefault="005A36CA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A36CA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A36CA" w:rsidRPr="00B030E9" w:rsidRDefault="005A36CA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A36CA" w:rsidRPr="00B030E9" w:rsidRDefault="005A36CA" w:rsidP="00C4103F">
      <w:pPr>
        <w:rPr>
          <w:rFonts w:ascii="Tahoma" w:hAnsi="Tahoma" w:cs="Tahoma"/>
          <w:sz w:val="20"/>
          <w:szCs w:val="20"/>
        </w:rPr>
      </w:pPr>
    </w:p>
    <w:p w:rsidR="005A36CA" w:rsidRPr="00B030E9" w:rsidRDefault="005A36CA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5A36CA" w:rsidRPr="00B030E9" w:rsidRDefault="005A36C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5A36CA" w:rsidRPr="00B030E9" w:rsidRDefault="005A36CA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5A36CA" w:rsidRPr="00B030E9" w:rsidRDefault="005A36CA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5A36CA" w:rsidRPr="00284F95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2407F3" w:rsidRDefault="005A36CA" w:rsidP="00A246C4">
      <w:pPr>
        <w:jc w:val="both"/>
        <w:rPr>
          <w:rFonts w:cs="Tahoma"/>
          <w:b/>
        </w:rPr>
      </w:pPr>
      <w:r w:rsidRPr="002407F3">
        <w:t>Na potrzeby postępowania o udzielenie zamówienia publicznego pn.:</w:t>
      </w:r>
      <w:r>
        <w:t xml:space="preserve"> </w:t>
      </w:r>
      <w:r w:rsidRPr="00887588">
        <w:rPr>
          <w:rFonts w:cs="Calibri"/>
          <w:b/>
        </w:rPr>
        <w:t>”Przebudowa 14 pokoi na II</w:t>
      </w:r>
      <w:r>
        <w:rPr>
          <w:rFonts w:cs="Calibri"/>
          <w:b/>
        </w:rPr>
        <w:t xml:space="preserve"> </w:t>
      </w:r>
      <w:r w:rsidRPr="00887588">
        <w:rPr>
          <w:rFonts w:cs="Calibri"/>
          <w:b/>
        </w:rPr>
        <w:t>p</w:t>
      </w:r>
      <w:r>
        <w:rPr>
          <w:rFonts w:cs="Calibri"/>
          <w:b/>
        </w:rPr>
        <w:t>.</w:t>
      </w:r>
      <w:r w:rsidRPr="00887588">
        <w:rPr>
          <w:rFonts w:cs="Calibri"/>
          <w:b/>
        </w:rPr>
        <w:t xml:space="preserve"> wraz z rozbudową inst</w:t>
      </w:r>
      <w:r>
        <w:rPr>
          <w:rFonts w:cs="Calibri"/>
          <w:b/>
        </w:rPr>
        <w:t>alacji elektrycznych i teletechnicznych</w:t>
      </w:r>
      <w:r w:rsidRPr="00887588">
        <w:rPr>
          <w:rFonts w:cs="Calibri"/>
          <w:b/>
        </w:rPr>
        <w:t xml:space="preserve"> oraz malowanie siedmiu łazienek w DS. FAFIK przy ul.</w:t>
      </w:r>
      <w:r>
        <w:rPr>
          <w:rFonts w:cs="Calibri"/>
          <w:b/>
        </w:rPr>
        <w:t xml:space="preserve"> </w:t>
      </w:r>
      <w:r w:rsidRPr="00887588">
        <w:rPr>
          <w:rFonts w:cs="Calibri"/>
          <w:b/>
        </w:rPr>
        <w:t>Racławickiej 9 w Krakowie</w:t>
      </w:r>
      <w:r w:rsidRPr="002407F3">
        <w:rPr>
          <w:rFonts w:cs="Tahoma"/>
          <w:b/>
        </w:rPr>
        <w:t>”</w:t>
      </w:r>
      <w:r w:rsidRPr="002407F3">
        <w:rPr>
          <w:b/>
        </w:rPr>
        <w:t>,</w:t>
      </w:r>
      <w:r>
        <w:t xml:space="preserve"> (nr: KZ-272-12</w:t>
      </w:r>
      <w:r w:rsidRPr="002407F3">
        <w:t>/20),</w:t>
      </w:r>
      <w:r w:rsidRPr="002407F3">
        <w:rPr>
          <w:i/>
        </w:rPr>
        <w:t xml:space="preserve"> </w:t>
      </w:r>
      <w:r w:rsidRPr="002407F3">
        <w:t>prowadzonego przez Uniwersytet Ekonomiczny w Krakowie</w:t>
      </w:r>
      <w:r w:rsidRPr="002407F3">
        <w:rPr>
          <w:i/>
        </w:rPr>
        <w:t xml:space="preserve">, </w:t>
      </w:r>
      <w:r w:rsidRPr="002407F3">
        <w:t>oświadczam, co następuje:</w:t>
      </w:r>
    </w:p>
    <w:p w:rsidR="005A36CA" w:rsidRPr="00B030E9" w:rsidRDefault="005A36CA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5A36CA" w:rsidRPr="00B030E9" w:rsidRDefault="005A36CA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5A36CA" w:rsidRPr="0027117B" w:rsidRDefault="005A36CA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5A36CA" w:rsidRDefault="005A36C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A038E7" w:rsidRDefault="005A36C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Tahoma" w:hAnsi="Tahoma" w:cs="Tahoma"/>
          <w:i/>
          <w:sz w:val="20"/>
          <w:szCs w:val="20"/>
        </w:rPr>
        <w:t xml:space="preserve">pkt. 1 </w:t>
      </w:r>
      <w:r w:rsidRPr="00B030E9">
        <w:rPr>
          <w:rFonts w:ascii="Tahoma" w:hAnsi="Tahoma" w:cs="Tahoma"/>
          <w:i/>
          <w:sz w:val="20"/>
          <w:szCs w:val="20"/>
        </w:rPr>
        <w:t>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A36CA" w:rsidRPr="00B030E9" w:rsidRDefault="005A36C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5A36CA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Default="005A36C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A36CA" w:rsidRPr="00B030E9" w:rsidRDefault="005A36CA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5A36CA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A36CA" w:rsidRPr="00A038E7" w:rsidRDefault="005A36CA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A36CA" w:rsidRPr="00B030E9" w:rsidRDefault="005A36CA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A36CA" w:rsidRDefault="005A36CA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A36CA" w:rsidRDefault="005A36CA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A36CA" w:rsidRPr="00B030E9" w:rsidRDefault="005A36CA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5A36CA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6CA" w:rsidRDefault="005A36CA" w:rsidP="0038231F">
      <w:pPr>
        <w:spacing w:after="0" w:line="240" w:lineRule="auto"/>
      </w:pPr>
      <w:r>
        <w:separator/>
      </w:r>
    </w:p>
  </w:endnote>
  <w:endnote w:type="continuationSeparator" w:id="0">
    <w:p w:rsidR="005A36CA" w:rsidRDefault="005A36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CA" w:rsidRPr="0027560C" w:rsidRDefault="005A36CA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36CA" w:rsidRDefault="005A36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6CA" w:rsidRDefault="005A36CA" w:rsidP="0038231F">
      <w:pPr>
        <w:spacing w:after="0" w:line="240" w:lineRule="auto"/>
      </w:pPr>
      <w:r>
        <w:separator/>
      </w:r>
    </w:p>
  </w:footnote>
  <w:footnote w:type="continuationSeparator" w:id="0">
    <w:p w:rsidR="005A36CA" w:rsidRDefault="005A36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6CA" w:rsidRDefault="005A36CA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KZ-272-12/20</w:t>
    </w:r>
  </w:p>
  <w:p w:rsidR="005A36CA" w:rsidRDefault="005A36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46A"/>
    <w:rsid w:val="000278EE"/>
    <w:rsid w:val="0004117C"/>
    <w:rsid w:val="000613EB"/>
    <w:rsid w:val="00067D60"/>
    <w:rsid w:val="0007155B"/>
    <w:rsid w:val="00074C8F"/>
    <w:rsid w:val="00074E3A"/>
    <w:rsid w:val="000809B6"/>
    <w:rsid w:val="000817F4"/>
    <w:rsid w:val="000B1025"/>
    <w:rsid w:val="000B1F47"/>
    <w:rsid w:val="000C021E"/>
    <w:rsid w:val="000D03AF"/>
    <w:rsid w:val="000D180F"/>
    <w:rsid w:val="000D73C4"/>
    <w:rsid w:val="000E245B"/>
    <w:rsid w:val="000E4D37"/>
    <w:rsid w:val="000F1229"/>
    <w:rsid w:val="000F2452"/>
    <w:rsid w:val="000F3431"/>
    <w:rsid w:val="000F3A09"/>
    <w:rsid w:val="000F4C8A"/>
    <w:rsid w:val="0010384A"/>
    <w:rsid w:val="00103B61"/>
    <w:rsid w:val="0010489E"/>
    <w:rsid w:val="0011121A"/>
    <w:rsid w:val="0014214D"/>
    <w:rsid w:val="001448FB"/>
    <w:rsid w:val="00146E46"/>
    <w:rsid w:val="001503C8"/>
    <w:rsid w:val="00157BEE"/>
    <w:rsid w:val="001670F2"/>
    <w:rsid w:val="001807BF"/>
    <w:rsid w:val="00190D6E"/>
    <w:rsid w:val="00193E01"/>
    <w:rsid w:val="001957C5"/>
    <w:rsid w:val="001A3E6B"/>
    <w:rsid w:val="001C6945"/>
    <w:rsid w:val="001D3A19"/>
    <w:rsid w:val="001D4C90"/>
    <w:rsid w:val="001E3079"/>
    <w:rsid w:val="001F4C82"/>
    <w:rsid w:val="002167D3"/>
    <w:rsid w:val="00220462"/>
    <w:rsid w:val="002407F3"/>
    <w:rsid w:val="0024732C"/>
    <w:rsid w:val="0025263C"/>
    <w:rsid w:val="0025358A"/>
    <w:rsid w:val="00255142"/>
    <w:rsid w:val="00257358"/>
    <w:rsid w:val="00267089"/>
    <w:rsid w:val="0027117B"/>
    <w:rsid w:val="0027560C"/>
    <w:rsid w:val="002822B0"/>
    <w:rsid w:val="002840F9"/>
    <w:rsid w:val="00284F95"/>
    <w:rsid w:val="00287BCD"/>
    <w:rsid w:val="002B2F3F"/>
    <w:rsid w:val="002C42F8"/>
    <w:rsid w:val="002C4948"/>
    <w:rsid w:val="002C6614"/>
    <w:rsid w:val="002C76B6"/>
    <w:rsid w:val="002D305D"/>
    <w:rsid w:val="002E641A"/>
    <w:rsid w:val="002E6D32"/>
    <w:rsid w:val="002F2727"/>
    <w:rsid w:val="00300674"/>
    <w:rsid w:val="00304292"/>
    <w:rsid w:val="00304838"/>
    <w:rsid w:val="00307A36"/>
    <w:rsid w:val="00311920"/>
    <w:rsid w:val="00313911"/>
    <w:rsid w:val="003178CE"/>
    <w:rsid w:val="003416FE"/>
    <w:rsid w:val="0034230E"/>
    <w:rsid w:val="00351D52"/>
    <w:rsid w:val="00357DBE"/>
    <w:rsid w:val="003636E7"/>
    <w:rsid w:val="003742C9"/>
    <w:rsid w:val="00375DA2"/>
    <w:rsid w:val="003761EA"/>
    <w:rsid w:val="0038231F"/>
    <w:rsid w:val="00386E41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63DA"/>
    <w:rsid w:val="003D7458"/>
    <w:rsid w:val="003E1710"/>
    <w:rsid w:val="003E3FA2"/>
    <w:rsid w:val="003F024C"/>
    <w:rsid w:val="003F0F5D"/>
    <w:rsid w:val="004113F3"/>
    <w:rsid w:val="00416E30"/>
    <w:rsid w:val="00434CC2"/>
    <w:rsid w:val="004633FD"/>
    <w:rsid w:val="00465FE9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404D"/>
    <w:rsid w:val="00536769"/>
    <w:rsid w:val="00545FEF"/>
    <w:rsid w:val="00547341"/>
    <w:rsid w:val="0056058D"/>
    <w:rsid w:val="005641F0"/>
    <w:rsid w:val="0057122C"/>
    <w:rsid w:val="00591C93"/>
    <w:rsid w:val="005A36CA"/>
    <w:rsid w:val="005A73FB"/>
    <w:rsid w:val="005E176A"/>
    <w:rsid w:val="005E30A1"/>
    <w:rsid w:val="006172D0"/>
    <w:rsid w:val="006244B6"/>
    <w:rsid w:val="00631502"/>
    <w:rsid w:val="00641981"/>
    <w:rsid w:val="006440B0"/>
    <w:rsid w:val="0064500B"/>
    <w:rsid w:val="00661B3E"/>
    <w:rsid w:val="00665738"/>
    <w:rsid w:val="0066592A"/>
    <w:rsid w:val="00677A37"/>
    <w:rsid w:val="00677C66"/>
    <w:rsid w:val="00687919"/>
    <w:rsid w:val="006918DD"/>
    <w:rsid w:val="00692DF3"/>
    <w:rsid w:val="006A0D24"/>
    <w:rsid w:val="006A52B6"/>
    <w:rsid w:val="006C747E"/>
    <w:rsid w:val="006D578D"/>
    <w:rsid w:val="006E16A6"/>
    <w:rsid w:val="006F3D32"/>
    <w:rsid w:val="00705030"/>
    <w:rsid w:val="007118F0"/>
    <w:rsid w:val="00725631"/>
    <w:rsid w:val="00744066"/>
    <w:rsid w:val="00746532"/>
    <w:rsid w:val="007530E5"/>
    <w:rsid w:val="007819E2"/>
    <w:rsid w:val="007840F2"/>
    <w:rsid w:val="007936D6"/>
    <w:rsid w:val="0079713A"/>
    <w:rsid w:val="007C1A3A"/>
    <w:rsid w:val="007E25BD"/>
    <w:rsid w:val="007E2F69"/>
    <w:rsid w:val="00804F07"/>
    <w:rsid w:val="0081003B"/>
    <w:rsid w:val="00830AB1"/>
    <w:rsid w:val="00843984"/>
    <w:rsid w:val="0084469A"/>
    <w:rsid w:val="00851E11"/>
    <w:rsid w:val="008560CF"/>
    <w:rsid w:val="008711A0"/>
    <w:rsid w:val="00874044"/>
    <w:rsid w:val="00875011"/>
    <w:rsid w:val="00883BAB"/>
    <w:rsid w:val="00887588"/>
    <w:rsid w:val="00892E48"/>
    <w:rsid w:val="00894F61"/>
    <w:rsid w:val="00896545"/>
    <w:rsid w:val="008A5BE7"/>
    <w:rsid w:val="008B094A"/>
    <w:rsid w:val="008C6DF8"/>
    <w:rsid w:val="008D0487"/>
    <w:rsid w:val="008D2ED3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69AF"/>
    <w:rsid w:val="00956C26"/>
    <w:rsid w:val="00963B33"/>
    <w:rsid w:val="00972E06"/>
    <w:rsid w:val="00975C49"/>
    <w:rsid w:val="009932B5"/>
    <w:rsid w:val="009A397D"/>
    <w:rsid w:val="009C0C6C"/>
    <w:rsid w:val="009C45F7"/>
    <w:rsid w:val="009C6DDE"/>
    <w:rsid w:val="009D0913"/>
    <w:rsid w:val="009D314C"/>
    <w:rsid w:val="009D665D"/>
    <w:rsid w:val="009F6F9E"/>
    <w:rsid w:val="00A038E7"/>
    <w:rsid w:val="00A058AD"/>
    <w:rsid w:val="00A0658E"/>
    <w:rsid w:val="00A10B6D"/>
    <w:rsid w:val="00A112A7"/>
    <w:rsid w:val="00A1401D"/>
    <w:rsid w:val="00A1471A"/>
    <w:rsid w:val="00A1685D"/>
    <w:rsid w:val="00A246C4"/>
    <w:rsid w:val="00A3431A"/>
    <w:rsid w:val="00A347DE"/>
    <w:rsid w:val="00A36E95"/>
    <w:rsid w:val="00A45DB8"/>
    <w:rsid w:val="00A56074"/>
    <w:rsid w:val="00A56607"/>
    <w:rsid w:val="00A62798"/>
    <w:rsid w:val="00A776FE"/>
    <w:rsid w:val="00AB39E6"/>
    <w:rsid w:val="00AB5E32"/>
    <w:rsid w:val="00AB6698"/>
    <w:rsid w:val="00AB71A8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1736F"/>
    <w:rsid w:val="00B179A9"/>
    <w:rsid w:val="00B17E1B"/>
    <w:rsid w:val="00B22BBE"/>
    <w:rsid w:val="00B2784A"/>
    <w:rsid w:val="00B30493"/>
    <w:rsid w:val="00B35FDB"/>
    <w:rsid w:val="00B37134"/>
    <w:rsid w:val="00B40FC8"/>
    <w:rsid w:val="00B45379"/>
    <w:rsid w:val="00B53817"/>
    <w:rsid w:val="00B80D0E"/>
    <w:rsid w:val="00B906D0"/>
    <w:rsid w:val="00B921EF"/>
    <w:rsid w:val="00B9770A"/>
    <w:rsid w:val="00BB5E66"/>
    <w:rsid w:val="00BD06C3"/>
    <w:rsid w:val="00BD12CB"/>
    <w:rsid w:val="00BE5C27"/>
    <w:rsid w:val="00BF1F3F"/>
    <w:rsid w:val="00C003F1"/>
    <w:rsid w:val="00C00C2E"/>
    <w:rsid w:val="00C22538"/>
    <w:rsid w:val="00C27B57"/>
    <w:rsid w:val="00C27C20"/>
    <w:rsid w:val="00C4103F"/>
    <w:rsid w:val="00C44F96"/>
    <w:rsid w:val="00C456FB"/>
    <w:rsid w:val="00C57DEB"/>
    <w:rsid w:val="00C71C30"/>
    <w:rsid w:val="00C75633"/>
    <w:rsid w:val="00CA5F28"/>
    <w:rsid w:val="00CC6896"/>
    <w:rsid w:val="00CD07AA"/>
    <w:rsid w:val="00CE6400"/>
    <w:rsid w:val="00CF4A74"/>
    <w:rsid w:val="00D009C7"/>
    <w:rsid w:val="00D01E05"/>
    <w:rsid w:val="00D16504"/>
    <w:rsid w:val="00D25B02"/>
    <w:rsid w:val="00D34D9A"/>
    <w:rsid w:val="00D37A93"/>
    <w:rsid w:val="00D409DE"/>
    <w:rsid w:val="00D42C9B"/>
    <w:rsid w:val="00D47D38"/>
    <w:rsid w:val="00D50594"/>
    <w:rsid w:val="00D53153"/>
    <w:rsid w:val="00D7532C"/>
    <w:rsid w:val="00D92A7E"/>
    <w:rsid w:val="00DC2ACC"/>
    <w:rsid w:val="00DC3F44"/>
    <w:rsid w:val="00DD1359"/>
    <w:rsid w:val="00DD146A"/>
    <w:rsid w:val="00DD15D5"/>
    <w:rsid w:val="00DD3E9D"/>
    <w:rsid w:val="00DD6B7D"/>
    <w:rsid w:val="00DE63D3"/>
    <w:rsid w:val="00DE73EE"/>
    <w:rsid w:val="00DF22BF"/>
    <w:rsid w:val="00E14552"/>
    <w:rsid w:val="00E15D59"/>
    <w:rsid w:val="00E206AF"/>
    <w:rsid w:val="00E21B42"/>
    <w:rsid w:val="00E30517"/>
    <w:rsid w:val="00E32C33"/>
    <w:rsid w:val="00E32EF2"/>
    <w:rsid w:val="00E42CC3"/>
    <w:rsid w:val="00E43CDE"/>
    <w:rsid w:val="00E51EB3"/>
    <w:rsid w:val="00E55512"/>
    <w:rsid w:val="00E86A2B"/>
    <w:rsid w:val="00EA74CD"/>
    <w:rsid w:val="00EB3286"/>
    <w:rsid w:val="00ED1599"/>
    <w:rsid w:val="00ED5439"/>
    <w:rsid w:val="00EE24CE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42EF0"/>
    <w:rsid w:val="00F54680"/>
    <w:rsid w:val="00F72CCA"/>
    <w:rsid w:val="00FA5460"/>
    <w:rsid w:val="00FA5E2C"/>
    <w:rsid w:val="00FB62E8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  <w:style w:type="paragraph" w:customStyle="1" w:styleId="Standard">
    <w:name w:val="Standard"/>
    <w:uiPriority w:val="99"/>
    <w:rsid w:val="007C1A3A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2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3</Pages>
  <Words>536</Words>
  <Characters>3221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46</cp:revision>
  <cp:lastPrinted>2016-07-26T08:32:00Z</cp:lastPrinted>
  <dcterms:created xsi:type="dcterms:W3CDTF">2016-08-09T15:03:00Z</dcterms:created>
  <dcterms:modified xsi:type="dcterms:W3CDTF">2020-05-22T07:52:00Z</dcterms:modified>
</cp:coreProperties>
</file>