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07" w:rsidRDefault="008C3D07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8C3D07" w:rsidRDefault="008C3D0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8C3D07" w:rsidRPr="00B030E9" w:rsidRDefault="008C3D0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8C3D07" w:rsidRPr="00A62CF8" w:rsidRDefault="008C3D07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8C3D07" w:rsidRPr="00C64C89" w:rsidRDefault="008C3D07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8C3D07" w:rsidRDefault="008C3D07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8C3D07" w:rsidRPr="00B030E9" w:rsidRDefault="008C3D07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8C3D07" w:rsidRPr="00B030E9" w:rsidRDefault="008C3D07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8C3D07" w:rsidRPr="00B030E9" w:rsidRDefault="008C3D07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8C3D07" w:rsidRDefault="008C3D07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8C3D07" w:rsidRPr="00F256BA" w:rsidRDefault="008C3D07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8C3D07" w:rsidRPr="00896545" w:rsidRDefault="008C3D07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C3D07" w:rsidRPr="00B030E9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8C3D07" w:rsidRPr="00B030E9" w:rsidRDefault="008C3D0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8C3D07" w:rsidRDefault="008C3D0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8C3D07" w:rsidRPr="00B030E9" w:rsidRDefault="008C3D0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C3D07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C3D07" w:rsidRPr="00B030E9" w:rsidRDefault="008C3D0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C3D07" w:rsidRPr="00B030E9" w:rsidRDefault="008C3D0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C3D07" w:rsidRPr="00A22DCF" w:rsidRDefault="008C3D07" w:rsidP="00C4103F">
      <w:pPr>
        <w:rPr>
          <w:rFonts w:ascii="Arial" w:hAnsi="Arial" w:cs="Arial"/>
          <w:sz w:val="21"/>
          <w:szCs w:val="21"/>
        </w:rPr>
      </w:pPr>
    </w:p>
    <w:p w:rsidR="008C3D07" w:rsidRPr="005E0285" w:rsidRDefault="008C3D07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8C3D07" w:rsidRPr="005E0285" w:rsidRDefault="008C3D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C3D07" w:rsidRPr="005E0285" w:rsidRDefault="008C3D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8C3D07" w:rsidRPr="002D249A" w:rsidRDefault="008C3D07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8C3D07" w:rsidRPr="005511AC" w:rsidRDefault="008C3D07" w:rsidP="005511AC">
      <w:pPr>
        <w:jc w:val="both"/>
        <w:rPr>
          <w:rFonts w:ascii="Tahoma" w:hAnsi="Tahoma" w:cs="Tahoma"/>
          <w:b/>
          <w:sz w:val="20"/>
          <w:szCs w:val="20"/>
        </w:rPr>
      </w:pPr>
      <w:r w:rsidRPr="00C55EAE">
        <w:rPr>
          <w:rFonts w:ascii="Tahoma" w:hAnsi="Tahoma" w:cs="Tahoma"/>
          <w:b/>
          <w:sz w:val="20"/>
          <w:szCs w:val="20"/>
        </w:rPr>
        <w:t>Na potrzeby postępowania o udzielenie zamówienia publicznego pn.: „Rozbudowa Klubu St</w:t>
      </w:r>
      <w:r>
        <w:rPr>
          <w:rFonts w:ascii="Tahoma" w:hAnsi="Tahoma" w:cs="Tahoma"/>
          <w:b/>
          <w:sz w:val="20"/>
          <w:szCs w:val="20"/>
        </w:rPr>
        <w:t>udenckiego ZAUEK” (nr: KZ-272-28</w:t>
      </w:r>
      <w:r w:rsidRPr="00C55EAE">
        <w:rPr>
          <w:rFonts w:ascii="Tahoma" w:hAnsi="Tahoma" w:cs="Tahoma"/>
          <w:b/>
          <w:sz w:val="20"/>
          <w:szCs w:val="20"/>
        </w:rPr>
        <w:t>/20),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C55EAE">
        <w:rPr>
          <w:rFonts w:ascii="Tahoma" w:hAnsi="Tahoma" w:cs="Tahoma"/>
          <w:b/>
          <w:sz w:val="20"/>
          <w:szCs w:val="20"/>
        </w:rPr>
        <w:t>prowadzonego przez Uniwersytet Ekonomiczny w Krakowie</w:t>
      </w:r>
      <w:r w:rsidRPr="00C55EAE">
        <w:rPr>
          <w:rFonts w:ascii="Tahoma" w:hAnsi="Tahoma" w:cs="Tahoma"/>
          <w:b/>
          <w:i/>
          <w:sz w:val="20"/>
          <w:szCs w:val="20"/>
        </w:rPr>
        <w:t xml:space="preserve">, </w:t>
      </w:r>
      <w:r w:rsidRPr="00C55EAE">
        <w:rPr>
          <w:rFonts w:ascii="Tahoma" w:hAnsi="Tahoma" w:cs="Tahoma"/>
          <w:b/>
          <w:sz w:val="20"/>
          <w:szCs w:val="20"/>
        </w:rPr>
        <w:t>oświadczam, co następuje:</w:t>
      </w:r>
    </w:p>
    <w:p w:rsidR="008C3D07" w:rsidRPr="005E0285" w:rsidRDefault="008C3D07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8C3D07" w:rsidRPr="005E0285" w:rsidRDefault="008C3D0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C3D07" w:rsidRPr="005E0285" w:rsidRDefault="008C3D0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8C3D07" w:rsidRDefault="008C3D0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C3D07" w:rsidRPr="00A038E7" w:rsidRDefault="008C3D0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C3D07" w:rsidRPr="00B030E9" w:rsidRDefault="008C3D0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C3D07" w:rsidRDefault="008C3D0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C3D07" w:rsidRPr="005E0285" w:rsidRDefault="008C3D07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8C3D07" w:rsidRPr="005E0285" w:rsidRDefault="008C3D0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8C3D07" w:rsidRPr="00A6741D" w:rsidRDefault="008C3D0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8C3D07" w:rsidRPr="005E0285" w:rsidRDefault="008C3D07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8C3D07" w:rsidRPr="00A038E7" w:rsidRDefault="008C3D0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C3D07" w:rsidRPr="00B030E9" w:rsidRDefault="008C3D0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C3D07" w:rsidRDefault="008C3D0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C3D07" w:rsidRPr="005E0285" w:rsidRDefault="008C3D0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C3D07" w:rsidRPr="005E0285" w:rsidRDefault="008C3D0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C3D07" w:rsidRPr="005E0285" w:rsidRDefault="008C3D07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8C3D07" w:rsidRPr="005E0285" w:rsidRDefault="008C3D07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8C3D07" w:rsidRPr="005E0285" w:rsidRDefault="008C3D07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C3D07" w:rsidRPr="00A038E7" w:rsidRDefault="008C3D0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C3D07" w:rsidRPr="00B030E9" w:rsidRDefault="008C3D0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C3D07" w:rsidRDefault="008C3D0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C3D07" w:rsidRDefault="008C3D0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C3D07" w:rsidRPr="005E0285" w:rsidRDefault="008C3D07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8C3D07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D07" w:rsidRDefault="008C3D07" w:rsidP="0038231F">
      <w:pPr>
        <w:spacing w:after="0" w:line="240" w:lineRule="auto"/>
      </w:pPr>
      <w:r>
        <w:separator/>
      </w:r>
    </w:p>
  </w:endnote>
  <w:endnote w:type="continuationSeparator" w:id="0">
    <w:p w:rsidR="008C3D07" w:rsidRDefault="008C3D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07" w:rsidRDefault="008C3D07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D07" w:rsidRDefault="008C3D07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07" w:rsidRDefault="008C3D07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C3D07" w:rsidRDefault="008C3D07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D07" w:rsidRDefault="008C3D07" w:rsidP="0038231F">
      <w:pPr>
        <w:spacing w:after="0" w:line="240" w:lineRule="auto"/>
      </w:pPr>
      <w:r>
        <w:separator/>
      </w:r>
    </w:p>
  </w:footnote>
  <w:footnote w:type="continuationSeparator" w:id="0">
    <w:p w:rsidR="008C3D07" w:rsidRDefault="008C3D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07" w:rsidRDefault="008C3D07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KZ-272-28/20</w:t>
    </w:r>
  </w:p>
  <w:p w:rsidR="008C3D07" w:rsidRDefault="008C3D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186D"/>
    <w:rsid w:val="001141AF"/>
    <w:rsid w:val="0012271C"/>
    <w:rsid w:val="00132682"/>
    <w:rsid w:val="00133B32"/>
    <w:rsid w:val="00137BEF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2115A"/>
    <w:rsid w:val="002407F3"/>
    <w:rsid w:val="00245F31"/>
    <w:rsid w:val="00250C09"/>
    <w:rsid w:val="00255142"/>
    <w:rsid w:val="00256CEC"/>
    <w:rsid w:val="00262667"/>
    <w:rsid w:val="00262D61"/>
    <w:rsid w:val="00290B01"/>
    <w:rsid w:val="002C1072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710ED"/>
    <w:rsid w:val="0038231F"/>
    <w:rsid w:val="00386E41"/>
    <w:rsid w:val="003966DD"/>
    <w:rsid w:val="003A4631"/>
    <w:rsid w:val="003B2070"/>
    <w:rsid w:val="003B214C"/>
    <w:rsid w:val="003B7238"/>
    <w:rsid w:val="003C1CC3"/>
    <w:rsid w:val="003C3B64"/>
    <w:rsid w:val="003C4D3B"/>
    <w:rsid w:val="003E1710"/>
    <w:rsid w:val="003E597C"/>
    <w:rsid w:val="003F024C"/>
    <w:rsid w:val="00405349"/>
    <w:rsid w:val="00416E30"/>
    <w:rsid w:val="00420FBA"/>
    <w:rsid w:val="004226C3"/>
    <w:rsid w:val="004236E1"/>
    <w:rsid w:val="00434CC2"/>
    <w:rsid w:val="004609F1"/>
    <w:rsid w:val="004651B5"/>
    <w:rsid w:val="00466EC5"/>
    <w:rsid w:val="004761C6"/>
    <w:rsid w:val="00476E7D"/>
    <w:rsid w:val="00477B6B"/>
    <w:rsid w:val="00482F6E"/>
    <w:rsid w:val="00484F88"/>
    <w:rsid w:val="004A64F9"/>
    <w:rsid w:val="004C0DF7"/>
    <w:rsid w:val="004C4854"/>
    <w:rsid w:val="004D7E48"/>
    <w:rsid w:val="004F23F7"/>
    <w:rsid w:val="004F40EF"/>
    <w:rsid w:val="00517CCF"/>
    <w:rsid w:val="00520174"/>
    <w:rsid w:val="00542AB4"/>
    <w:rsid w:val="005511AC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51ECC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87588"/>
    <w:rsid w:val="00892E48"/>
    <w:rsid w:val="00896545"/>
    <w:rsid w:val="008B7471"/>
    <w:rsid w:val="008C3D07"/>
    <w:rsid w:val="008C5709"/>
    <w:rsid w:val="008C6DF8"/>
    <w:rsid w:val="008D0487"/>
    <w:rsid w:val="008D3191"/>
    <w:rsid w:val="008D59AE"/>
    <w:rsid w:val="008E242B"/>
    <w:rsid w:val="008F2191"/>
    <w:rsid w:val="008F3B4E"/>
    <w:rsid w:val="008F6038"/>
    <w:rsid w:val="008F642A"/>
    <w:rsid w:val="00901AAF"/>
    <w:rsid w:val="00903019"/>
    <w:rsid w:val="0091264E"/>
    <w:rsid w:val="009206E8"/>
    <w:rsid w:val="009301A2"/>
    <w:rsid w:val="00931596"/>
    <w:rsid w:val="00940F47"/>
    <w:rsid w:val="00943D3B"/>
    <w:rsid w:val="00943F00"/>
    <w:rsid w:val="009440B7"/>
    <w:rsid w:val="00952535"/>
    <w:rsid w:val="0095653C"/>
    <w:rsid w:val="00956C26"/>
    <w:rsid w:val="00960337"/>
    <w:rsid w:val="00975019"/>
    <w:rsid w:val="00975C49"/>
    <w:rsid w:val="009A08DF"/>
    <w:rsid w:val="009A3052"/>
    <w:rsid w:val="009C7756"/>
    <w:rsid w:val="00A00EC2"/>
    <w:rsid w:val="00A038E7"/>
    <w:rsid w:val="00A06A1C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D2157"/>
    <w:rsid w:val="00AE6FF2"/>
    <w:rsid w:val="00B0088C"/>
    <w:rsid w:val="00B030E9"/>
    <w:rsid w:val="00B07B36"/>
    <w:rsid w:val="00B15219"/>
    <w:rsid w:val="00B1558B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BB299B"/>
    <w:rsid w:val="00C014B5"/>
    <w:rsid w:val="00C4103F"/>
    <w:rsid w:val="00C55EAE"/>
    <w:rsid w:val="00C57DEB"/>
    <w:rsid w:val="00C64C89"/>
    <w:rsid w:val="00C81012"/>
    <w:rsid w:val="00C96BA7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25B02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B15B2"/>
    <w:rsid w:val="00DC76ED"/>
    <w:rsid w:val="00DC7C89"/>
    <w:rsid w:val="00DC7DB5"/>
    <w:rsid w:val="00DD146A"/>
    <w:rsid w:val="00DD3E9D"/>
    <w:rsid w:val="00DF4CB0"/>
    <w:rsid w:val="00E022A1"/>
    <w:rsid w:val="00E1413B"/>
    <w:rsid w:val="00E21B42"/>
    <w:rsid w:val="00E303D3"/>
    <w:rsid w:val="00E309E9"/>
    <w:rsid w:val="00E31C06"/>
    <w:rsid w:val="00E36DD0"/>
    <w:rsid w:val="00E448F8"/>
    <w:rsid w:val="00E4582E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2306"/>
    <w:rsid w:val="00ED45D6"/>
    <w:rsid w:val="00EE1FBF"/>
    <w:rsid w:val="00EE7127"/>
    <w:rsid w:val="00EF6A4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D1A9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330</Words>
  <Characters>1983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57</cp:revision>
  <cp:lastPrinted>2016-07-26T10:32:00Z</cp:lastPrinted>
  <dcterms:created xsi:type="dcterms:W3CDTF">2016-07-26T09:13:00Z</dcterms:created>
  <dcterms:modified xsi:type="dcterms:W3CDTF">2020-08-13T10:26:00Z</dcterms:modified>
</cp:coreProperties>
</file>