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59" w:rsidRDefault="00430D59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430D59" w:rsidRDefault="00430D59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430D59" w:rsidRPr="00B030E9" w:rsidRDefault="00430D59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430D59" w:rsidRDefault="00430D59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430D59" w:rsidRPr="00284F95" w:rsidRDefault="00430D59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430D59" w:rsidRPr="00284F95" w:rsidRDefault="00430D59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430D59" w:rsidRPr="00284F95" w:rsidRDefault="00430D59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430D59" w:rsidRPr="00B030E9" w:rsidRDefault="00430D59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30D59" w:rsidRPr="00B030E9" w:rsidRDefault="00430D59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430D59" w:rsidRPr="00B030E9" w:rsidRDefault="00430D59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430D59" w:rsidRDefault="00430D59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430D59" w:rsidRPr="00F256BA" w:rsidRDefault="00430D59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430D59" w:rsidRPr="00896545" w:rsidRDefault="00430D59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30D59" w:rsidRPr="00B030E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430D59" w:rsidRPr="00B030E9" w:rsidRDefault="00430D59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430D59" w:rsidRDefault="00430D59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430D59" w:rsidRPr="00B030E9" w:rsidRDefault="00430D59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430D5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430D59" w:rsidRPr="00B030E9" w:rsidRDefault="00430D59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430D59" w:rsidRPr="00B030E9" w:rsidRDefault="00430D59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430D59" w:rsidRPr="00B030E9" w:rsidRDefault="00430D59" w:rsidP="00C4103F">
      <w:pPr>
        <w:rPr>
          <w:rFonts w:ascii="Tahoma" w:hAnsi="Tahoma" w:cs="Tahoma"/>
          <w:sz w:val="20"/>
          <w:szCs w:val="20"/>
        </w:rPr>
      </w:pPr>
    </w:p>
    <w:p w:rsidR="00430D59" w:rsidRPr="00B030E9" w:rsidRDefault="00430D59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430D59" w:rsidRPr="00B030E9" w:rsidRDefault="00430D59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30D59" w:rsidRPr="00B030E9" w:rsidRDefault="00430D59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430D59" w:rsidRPr="00B030E9" w:rsidRDefault="00430D59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430D59" w:rsidRPr="00284F95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C55EAE" w:rsidRDefault="00430D59" w:rsidP="00C55EAE">
      <w:pPr>
        <w:jc w:val="both"/>
        <w:rPr>
          <w:rFonts w:ascii="Tahoma" w:hAnsi="Tahoma" w:cs="Tahoma"/>
          <w:b/>
          <w:sz w:val="20"/>
          <w:szCs w:val="20"/>
        </w:rPr>
      </w:pPr>
      <w:r w:rsidRPr="00C55EAE">
        <w:rPr>
          <w:rFonts w:ascii="Tahoma" w:hAnsi="Tahoma" w:cs="Tahoma"/>
          <w:b/>
          <w:sz w:val="20"/>
          <w:szCs w:val="20"/>
        </w:rPr>
        <w:t>Na potrzeby postępowania o udzielenie zamówienia publicznego pn</w:t>
      </w:r>
      <w:r w:rsidRPr="00C5536E">
        <w:rPr>
          <w:rFonts w:ascii="Tahoma" w:hAnsi="Tahoma" w:cs="Tahoma"/>
          <w:b/>
          <w:sz w:val="20"/>
          <w:szCs w:val="20"/>
        </w:rPr>
        <w:t>.: „Remo</w:t>
      </w:r>
      <w:r>
        <w:rPr>
          <w:rFonts w:ascii="Tahoma" w:hAnsi="Tahoma" w:cs="Tahoma"/>
          <w:b/>
          <w:sz w:val="20"/>
          <w:szCs w:val="20"/>
        </w:rPr>
        <w:t>nt wybranych pokoi dla potrzeb K</w:t>
      </w:r>
      <w:r w:rsidRPr="00C5536E">
        <w:rPr>
          <w:rFonts w:ascii="Tahoma" w:hAnsi="Tahoma" w:cs="Tahoma"/>
          <w:b/>
          <w:sz w:val="20"/>
          <w:szCs w:val="20"/>
        </w:rPr>
        <w:t>atedry</w:t>
      </w:r>
      <w:r>
        <w:rPr>
          <w:rFonts w:ascii="Tahoma" w:hAnsi="Tahoma" w:cs="Tahoma"/>
          <w:b/>
          <w:sz w:val="20"/>
          <w:szCs w:val="20"/>
        </w:rPr>
        <w:t xml:space="preserve"> Finansów i Polityki Finansowej,</w:t>
      </w:r>
      <w:r w:rsidRPr="00C5536E">
        <w:rPr>
          <w:rFonts w:ascii="Tahoma" w:hAnsi="Tahoma" w:cs="Tahoma"/>
          <w:b/>
          <w:sz w:val="20"/>
          <w:szCs w:val="20"/>
        </w:rPr>
        <w:t xml:space="preserve"> Katedry Finansów P</w:t>
      </w:r>
      <w:r>
        <w:rPr>
          <w:rFonts w:ascii="Tahoma" w:hAnsi="Tahoma" w:cs="Tahoma"/>
          <w:b/>
          <w:sz w:val="20"/>
          <w:szCs w:val="20"/>
        </w:rPr>
        <w:t>ublicznych oraz remont korytarza</w:t>
      </w:r>
      <w:r w:rsidRPr="00C5536E">
        <w:rPr>
          <w:rFonts w:ascii="Tahoma" w:hAnsi="Tahoma" w:cs="Tahoma"/>
          <w:b/>
          <w:sz w:val="20"/>
          <w:szCs w:val="20"/>
        </w:rPr>
        <w:t xml:space="preserve"> w Pawilonie </w:t>
      </w:r>
      <w:r>
        <w:rPr>
          <w:rFonts w:ascii="Tahoma" w:hAnsi="Tahoma" w:cs="Tahoma"/>
          <w:b/>
          <w:sz w:val="20"/>
          <w:szCs w:val="20"/>
        </w:rPr>
        <w:t xml:space="preserve">Finansów znajdującego się </w:t>
      </w:r>
      <w:r w:rsidRPr="00C5536E">
        <w:rPr>
          <w:rFonts w:ascii="Tahoma" w:hAnsi="Tahoma" w:cs="Tahoma"/>
          <w:b/>
          <w:sz w:val="20"/>
          <w:szCs w:val="20"/>
        </w:rPr>
        <w:t>na terenie kampusu UEK przy ul. Rakowickiej 27</w:t>
      </w:r>
      <w:r>
        <w:rPr>
          <w:rFonts w:ascii="Tahoma" w:hAnsi="Tahoma" w:cs="Tahoma"/>
          <w:b/>
          <w:sz w:val="20"/>
          <w:szCs w:val="20"/>
        </w:rPr>
        <w:t xml:space="preserve"> w Krakowie</w:t>
      </w:r>
      <w:r w:rsidRPr="00C5536E">
        <w:rPr>
          <w:rFonts w:ascii="Tahoma" w:hAnsi="Tahoma" w:cs="Tahoma"/>
          <w:b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 xml:space="preserve"> (nr: KZ-272-33</w:t>
      </w:r>
      <w:r w:rsidRPr="00C55EAE">
        <w:rPr>
          <w:rFonts w:ascii="Tahoma" w:hAnsi="Tahoma" w:cs="Tahoma"/>
          <w:b/>
          <w:sz w:val="20"/>
          <w:szCs w:val="20"/>
        </w:rPr>
        <w:t>/20),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C55EAE">
        <w:rPr>
          <w:rFonts w:ascii="Tahoma" w:hAnsi="Tahoma" w:cs="Tahoma"/>
          <w:b/>
          <w:sz w:val="20"/>
          <w:szCs w:val="20"/>
        </w:rPr>
        <w:t>prowadzonego przez Uniwersytet Ekonomiczny w Krakowie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, </w:t>
      </w:r>
      <w:r w:rsidRPr="00C55EAE">
        <w:rPr>
          <w:rFonts w:ascii="Tahoma" w:hAnsi="Tahoma" w:cs="Tahoma"/>
          <w:b/>
          <w:sz w:val="20"/>
          <w:szCs w:val="20"/>
        </w:rPr>
        <w:t>oświadczam, co następuje:</w:t>
      </w:r>
    </w:p>
    <w:p w:rsidR="00430D59" w:rsidRPr="00B030E9" w:rsidRDefault="00430D59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B030E9" w:rsidRDefault="00430D59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430D59" w:rsidRPr="00B030E9" w:rsidRDefault="00430D59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430D59" w:rsidRPr="0027117B" w:rsidRDefault="00430D59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430D59" w:rsidRDefault="00430D59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30D59" w:rsidRPr="00A038E7" w:rsidRDefault="00430D5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30D59" w:rsidRPr="00B030E9" w:rsidRDefault="00430D59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30D59" w:rsidRDefault="00430D59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30D59" w:rsidRDefault="00430D59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30D59" w:rsidRDefault="00430D59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B030E9" w:rsidRDefault="00430D59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30D59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30D59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30D59" w:rsidRPr="00A038E7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30D59" w:rsidRPr="00B030E9" w:rsidRDefault="00430D59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30D59" w:rsidRDefault="00430D59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30D59" w:rsidRDefault="00430D59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30D59" w:rsidRPr="00B030E9" w:rsidRDefault="00430D59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430D59" w:rsidRPr="00B030E9" w:rsidRDefault="00430D59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430D59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A038E7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30D59" w:rsidRPr="00B030E9" w:rsidRDefault="00430D59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30D59" w:rsidRDefault="00430D59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30D59" w:rsidRDefault="00430D59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30D59" w:rsidRPr="00B030E9" w:rsidRDefault="00430D59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A038E7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30D59" w:rsidRPr="00B030E9" w:rsidRDefault="00430D59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30D59" w:rsidRDefault="00430D59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30D59" w:rsidRDefault="00430D59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Default="00430D59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Default="00430D59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30D59" w:rsidRPr="00B030E9" w:rsidRDefault="00430D59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430D59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30D59" w:rsidRPr="00A038E7" w:rsidRDefault="00430D59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430D59" w:rsidRPr="00B030E9" w:rsidRDefault="00430D59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430D59" w:rsidRDefault="00430D59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430D59" w:rsidRDefault="00430D59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430D59" w:rsidRPr="00B030E9" w:rsidRDefault="00430D5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430D59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D59" w:rsidRDefault="00430D59" w:rsidP="0038231F">
      <w:pPr>
        <w:spacing w:after="0" w:line="240" w:lineRule="auto"/>
      </w:pPr>
      <w:r>
        <w:separator/>
      </w:r>
    </w:p>
  </w:endnote>
  <w:endnote w:type="continuationSeparator" w:id="0">
    <w:p w:rsidR="00430D59" w:rsidRDefault="00430D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59" w:rsidRPr="0027560C" w:rsidRDefault="00430D59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430D59" w:rsidRDefault="00430D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D59" w:rsidRDefault="00430D59" w:rsidP="0038231F">
      <w:pPr>
        <w:spacing w:after="0" w:line="240" w:lineRule="auto"/>
      </w:pPr>
      <w:r>
        <w:separator/>
      </w:r>
    </w:p>
  </w:footnote>
  <w:footnote w:type="continuationSeparator" w:id="0">
    <w:p w:rsidR="00430D59" w:rsidRDefault="00430D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59" w:rsidRDefault="00430D59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KZ-272-33/20</w:t>
    </w:r>
  </w:p>
  <w:p w:rsidR="00430D59" w:rsidRDefault="00430D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46939"/>
    <w:rsid w:val="000613EB"/>
    <w:rsid w:val="00067D60"/>
    <w:rsid w:val="0007155B"/>
    <w:rsid w:val="00074C8F"/>
    <w:rsid w:val="00074E3A"/>
    <w:rsid w:val="000809B6"/>
    <w:rsid w:val="000817F4"/>
    <w:rsid w:val="00093AE3"/>
    <w:rsid w:val="000B1025"/>
    <w:rsid w:val="000B1F47"/>
    <w:rsid w:val="000C021E"/>
    <w:rsid w:val="000D03AF"/>
    <w:rsid w:val="000D180F"/>
    <w:rsid w:val="000D73C4"/>
    <w:rsid w:val="000E245B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35944"/>
    <w:rsid w:val="0014214D"/>
    <w:rsid w:val="001448FB"/>
    <w:rsid w:val="00146E46"/>
    <w:rsid w:val="001503C8"/>
    <w:rsid w:val="00157BEE"/>
    <w:rsid w:val="001670F2"/>
    <w:rsid w:val="001807BF"/>
    <w:rsid w:val="00190D6E"/>
    <w:rsid w:val="00193E01"/>
    <w:rsid w:val="001957C5"/>
    <w:rsid w:val="001A3E6B"/>
    <w:rsid w:val="001C6945"/>
    <w:rsid w:val="001D0B2A"/>
    <w:rsid w:val="001D3A19"/>
    <w:rsid w:val="001D4C90"/>
    <w:rsid w:val="001E3079"/>
    <w:rsid w:val="001E4D23"/>
    <w:rsid w:val="001F4C82"/>
    <w:rsid w:val="002167D3"/>
    <w:rsid w:val="00220462"/>
    <w:rsid w:val="002407F3"/>
    <w:rsid w:val="002431A0"/>
    <w:rsid w:val="0024732C"/>
    <w:rsid w:val="0025263C"/>
    <w:rsid w:val="0025358A"/>
    <w:rsid w:val="00255142"/>
    <w:rsid w:val="00257358"/>
    <w:rsid w:val="00267089"/>
    <w:rsid w:val="0027117B"/>
    <w:rsid w:val="0027560C"/>
    <w:rsid w:val="002822B0"/>
    <w:rsid w:val="002840F9"/>
    <w:rsid w:val="00284F95"/>
    <w:rsid w:val="00287BCD"/>
    <w:rsid w:val="002B2F3F"/>
    <w:rsid w:val="002B7FC4"/>
    <w:rsid w:val="002C42F8"/>
    <w:rsid w:val="002C4948"/>
    <w:rsid w:val="002C6614"/>
    <w:rsid w:val="002C76B6"/>
    <w:rsid w:val="002D305D"/>
    <w:rsid w:val="002E641A"/>
    <w:rsid w:val="002E6D32"/>
    <w:rsid w:val="002F2727"/>
    <w:rsid w:val="00300674"/>
    <w:rsid w:val="00304292"/>
    <w:rsid w:val="00304838"/>
    <w:rsid w:val="00307A36"/>
    <w:rsid w:val="00311920"/>
    <w:rsid w:val="00313911"/>
    <w:rsid w:val="003178CE"/>
    <w:rsid w:val="003416FE"/>
    <w:rsid w:val="0034230E"/>
    <w:rsid w:val="00351D52"/>
    <w:rsid w:val="00357DBE"/>
    <w:rsid w:val="003636E7"/>
    <w:rsid w:val="003742C9"/>
    <w:rsid w:val="00375DA2"/>
    <w:rsid w:val="003761EA"/>
    <w:rsid w:val="0038231F"/>
    <w:rsid w:val="00386E41"/>
    <w:rsid w:val="00392EC7"/>
    <w:rsid w:val="003960C1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0D59"/>
    <w:rsid w:val="00434CC2"/>
    <w:rsid w:val="004633FD"/>
    <w:rsid w:val="00465FE9"/>
    <w:rsid w:val="00466838"/>
    <w:rsid w:val="004761C6"/>
    <w:rsid w:val="00484F88"/>
    <w:rsid w:val="004B00A9"/>
    <w:rsid w:val="004C43B8"/>
    <w:rsid w:val="004C5C4E"/>
    <w:rsid w:val="004F23F7"/>
    <w:rsid w:val="004F3005"/>
    <w:rsid w:val="004F5994"/>
    <w:rsid w:val="004F5C00"/>
    <w:rsid w:val="004F7CFE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36CA"/>
    <w:rsid w:val="005A73FB"/>
    <w:rsid w:val="005C3AD1"/>
    <w:rsid w:val="005E176A"/>
    <w:rsid w:val="005E30A1"/>
    <w:rsid w:val="006172D0"/>
    <w:rsid w:val="006244B6"/>
    <w:rsid w:val="00631502"/>
    <w:rsid w:val="00640DD7"/>
    <w:rsid w:val="00641981"/>
    <w:rsid w:val="006440B0"/>
    <w:rsid w:val="0064500B"/>
    <w:rsid w:val="00661B3E"/>
    <w:rsid w:val="00665738"/>
    <w:rsid w:val="0066592A"/>
    <w:rsid w:val="00677A37"/>
    <w:rsid w:val="00677C66"/>
    <w:rsid w:val="00687919"/>
    <w:rsid w:val="006918DD"/>
    <w:rsid w:val="00692DF3"/>
    <w:rsid w:val="006A0D24"/>
    <w:rsid w:val="006A193B"/>
    <w:rsid w:val="006A52B6"/>
    <w:rsid w:val="006B0649"/>
    <w:rsid w:val="006C5344"/>
    <w:rsid w:val="006C747E"/>
    <w:rsid w:val="006D578D"/>
    <w:rsid w:val="006E16A6"/>
    <w:rsid w:val="006F3D32"/>
    <w:rsid w:val="00705030"/>
    <w:rsid w:val="007118F0"/>
    <w:rsid w:val="00725631"/>
    <w:rsid w:val="00744066"/>
    <w:rsid w:val="00746532"/>
    <w:rsid w:val="007530E5"/>
    <w:rsid w:val="00774F0E"/>
    <w:rsid w:val="007819E2"/>
    <w:rsid w:val="00781AFD"/>
    <w:rsid w:val="007840F2"/>
    <w:rsid w:val="007936D6"/>
    <w:rsid w:val="00796098"/>
    <w:rsid w:val="0079713A"/>
    <w:rsid w:val="007C1A3A"/>
    <w:rsid w:val="007E25BD"/>
    <w:rsid w:val="007E2F69"/>
    <w:rsid w:val="00804F07"/>
    <w:rsid w:val="008053A4"/>
    <w:rsid w:val="0081003B"/>
    <w:rsid w:val="00813929"/>
    <w:rsid w:val="00815511"/>
    <w:rsid w:val="00830AB1"/>
    <w:rsid w:val="00843984"/>
    <w:rsid w:val="0084469A"/>
    <w:rsid w:val="00851E11"/>
    <w:rsid w:val="008560CF"/>
    <w:rsid w:val="008711A0"/>
    <w:rsid w:val="00874044"/>
    <w:rsid w:val="00875011"/>
    <w:rsid w:val="00883BAB"/>
    <w:rsid w:val="00887588"/>
    <w:rsid w:val="00892E48"/>
    <w:rsid w:val="00894F61"/>
    <w:rsid w:val="00896545"/>
    <w:rsid w:val="008A5BE7"/>
    <w:rsid w:val="008B094A"/>
    <w:rsid w:val="008C6DF8"/>
    <w:rsid w:val="008D0487"/>
    <w:rsid w:val="008D2ED3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2E06"/>
    <w:rsid w:val="00975C49"/>
    <w:rsid w:val="00987B7C"/>
    <w:rsid w:val="009932B5"/>
    <w:rsid w:val="009A397D"/>
    <w:rsid w:val="009C0C6C"/>
    <w:rsid w:val="009C45F7"/>
    <w:rsid w:val="009C6DDE"/>
    <w:rsid w:val="009D0913"/>
    <w:rsid w:val="009D314C"/>
    <w:rsid w:val="009D665D"/>
    <w:rsid w:val="009E28E6"/>
    <w:rsid w:val="009F6F9E"/>
    <w:rsid w:val="00A038E7"/>
    <w:rsid w:val="00A058AD"/>
    <w:rsid w:val="00A0658E"/>
    <w:rsid w:val="00A10B6D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5B87"/>
    <w:rsid w:val="00A776FE"/>
    <w:rsid w:val="00AB39E6"/>
    <w:rsid w:val="00AB5E32"/>
    <w:rsid w:val="00AB6698"/>
    <w:rsid w:val="00AB71A8"/>
    <w:rsid w:val="00AE6FF2"/>
    <w:rsid w:val="00AF33BF"/>
    <w:rsid w:val="00AF69CC"/>
    <w:rsid w:val="00AF747D"/>
    <w:rsid w:val="00B01B85"/>
    <w:rsid w:val="00B030E9"/>
    <w:rsid w:val="00B0710E"/>
    <w:rsid w:val="00B119F4"/>
    <w:rsid w:val="00B15219"/>
    <w:rsid w:val="00B154B4"/>
    <w:rsid w:val="00B15625"/>
    <w:rsid w:val="00B1736F"/>
    <w:rsid w:val="00B179A9"/>
    <w:rsid w:val="00B17E1B"/>
    <w:rsid w:val="00B22BBE"/>
    <w:rsid w:val="00B2784A"/>
    <w:rsid w:val="00B30493"/>
    <w:rsid w:val="00B35FDB"/>
    <w:rsid w:val="00B37134"/>
    <w:rsid w:val="00B40FC8"/>
    <w:rsid w:val="00B45379"/>
    <w:rsid w:val="00B53817"/>
    <w:rsid w:val="00B80D0E"/>
    <w:rsid w:val="00B906D0"/>
    <w:rsid w:val="00B921EF"/>
    <w:rsid w:val="00B927EE"/>
    <w:rsid w:val="00B9770A"/>
    <w:rsid w:val="00BB5E66"/>
    <w:rsid w:val="00BD06C3"/>
    <w:rsid w:val="00BD12CB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536E"/>
    <w:rsid w:val="00C55EAE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25B02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359"/>
    <w:rsid w:val="00DD146A"/>
    <w:rsid w:val="00DD15D5"/>
    <w:rsid w:val="00DD3E9D"/>
    <w:rsid w:val="00DD6B7D"/>
    <w:rsid w:val="00DE63D3"/>
    <w:rsid w:val="00DE73EE"/>
    <w:rsid w:val="00DF01CE"/>
    <w:rsid w:val="00DF22BF"/>
    <w:rsid w:val="00E01B4D"/>
    <w:rsid w:val="00E116C8"/>
    <w:rsid w:val="00E14552"/>
    <w:rsid w:val="00E15D59"/>
    <w:rsid w:val="00E206AF"/>
    <w:rsid w:val="00E21B42"/>
    <w:rsid w:val="00E25500"/>
    <w:rsid w:val="00E30517"/>
    <w:rsid w:val="00E32C33"/>
    <w:rsid w:val="00E32EF2"/>
    <w:rsid w:val="00E42CC3"/>
    <w:rsid w:val="00E43CDE"/>
    <w:rsid w:val="00E51EB3"/>
    <w:rsid w:val="00E55512"/>
    <w:rsid w:val="00E67642"/>
    <w:rsid w:val="00E7688D"/>
    <w:rsid w:val="00E86A2B"/>
    <w:rsid w:val="00E9417F"/>
    <w:rsid w:val="00EA74CD"/>
    <w:rsid w:val="00EB3286"/>
    <w:rsid w:val="00ED1599"/>
    <w:rsid w:val="00ED4146"/>
    <w:rsid w:val="00ED5439"/>
    <w:rsid w:val="00EE24CE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42EF0"/>
    <w:rsid w:val="00F54680"/>
    <w:rsid w:val="00F72CCA"/>
    <w:rsid w:val="00F755D3"/>
    <w:rsid w:val="00FA5460"/>
    <w:rsid w:val="00FA5E2C"/>
    <w:rsid w:val="00FB62E8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2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3</Pages>
  <Words>544</Words>
  <Characters>3265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58</cp:revision>
  <cp:lastPrinted>2016-07-26T08:32:00Z</cp:lastPrinted>
  <dcterms:created xsi:type="dcterms:W3CDTF">2016-08-09T15:03:00Z</dcterms:created>
  <dcterms:modified xsi:type="dcterms:W3CDTF">2020-10-20T11:42:00Z</dcterms:modified>
</cp:coreProperties>
</file>