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BD9" w:rsidRPr="00746428" w:rsidRDefault="00544BD9" w:rsidP="00834A28">
      <w:pPr>
        <w:adjustRightInd w:val="0"/>
        <w:rPr>
          <w:rFonts w:cs="Tahoma"/>
          <w:b/>
          <w:bCs/>
        </w:rPr>
      </w:pPr>
      <w:r>
        <w:rPr>
          <w:rFonts w:cs="Tahoma"/>
          <w:b/>
          <w:bCs/>
        </w:rPr>
        <w:t>K</w:t>
      </w:r>
      <w:bookmarkStart w:id="0" w:name="_GoBack"/>
      <w:bookmarkEnd w:id="0"/>
      <w:r>
        <w:rPr>
          <w:rFonts w:cs="Tahoma"/>
          <w:b/>
          <w:bCs/>
        </w:rPr>
        <w:t>Z-272- 35/20</w:t>
      </w:r>
    </w:p>
    <w:p w:rsidR="00544BD9" w:rsidRPr="00746428" w:rsidRDefault="00544BD9" w:rsidP="00834A28">
      <w:pPr>
        <w:adjustRightInd w:val="0"/>
        <w:jc w:val="right"/>
        <w:rPr>
          <w:rFonts w:cs="TimesNewRomanPS-BoldMT CE"/>
          <w:b/>
          <w:bCs/>
        </w:rPr>
      </w:pPr>
      <w:r>
        <w:rPr>
          <w:rFonts w:cs="TimesNewRomanPS-BoldMT CE"/>
          <w:b/>
          <w:bCs/>
        </w:rPr>
        <w:t xml:space="preserve">Załącznik nr 8 </w:t>
      </w:r>
      <w:r w:rsidRPr="00746428">
        <w:rPr>
          <w:rFonts w:cs="TimesNewRomanPS-BoldMT CE"/>
          <w:b/>
          <w:bCs/>
        </w:rPr>
        <w:t>do SIWZ</w:t>
      </w:r>
    </w:p>
    <w:p w:rsidR="00544BD9" w:rsidRPr="006456EA" w:rsidRDefault="00544BD9" w:rsidP="00834A28">
      <w:pPr>
        <w:pStyle w:val="Default"/>
        <w:jc w:val="center"/>
      </w:pPr>
      <w:r w:rsidRPr="00746428">
        <w:rPr>
          <w:rFonts w:cs="TimesNewRomanPS-BoldMT CE"/>
          <w:b/>
          <w:bCs/>
          <w:sz w:val="22"/>
          <w:szCs w:val="22"/>
        </w:rPr>
        <w:t>SZCZEGÓŁOWY OPIS PRZEDMIOTU ZAMÓWIENIA</w:t>
      </w:r>
    </w:p>
    <w:p w:rsidR="00544BD9" w:rsidRPr="006456EA" w:rsidRDefault="00544BD9" w:rsidP="00F04651">
      <w:pPr>
        <w:pStyle w:val="Default"/>
        <w:rPr>
          <w:color w:val="auto"/>
        </w:rPr>
      </w:pPr>
    </w:p>
    <w:p w:rsidR="00544BD9" w:rsidRPr="006456EA" w:rsidRDefault="00544BD9" w:rsidP="00476223">
      <w:pPr>
        <w:pStyle w:val="Default"/>
        <w:jc w:val="right"/>
        <w:rPr>
          <w:color w:val="auto"/>
        </w:rPr>
      </w:pPr>
      <w:r w:rsidRPr="006456EA">
        <w:rPr>
          <w:color w:val="auto"/>
        </w:rPr>
        <w:t xml:space="preserve"> </w:t>
      </w:r>
    </w:p>
    <w:p w:rsidR="00544BD9" w:rsidRPr="006456EA" w:rsidRDefault="00544BD9" w:rsidP="00F04651">
      <w:pPr>
        <w:pStyle w:val="Default"/>
        <w:rPr>
          <w:b/>
          <w:bCs/>
          <w:color w:val="auto"/>
        </w:rPr>
      </w:pPr>
    </w:p>
    <w:p w:rsidR="00544BD9" w:rsidRPr="006456EA" w:rsidRDefault="00544BD9" w:rsidP="00F04651">
      <w:pPr>
        <w:pStyle w:val="Default"/>
        <w:rPr>
          <w:color w:val="auto"/>
        </w:rPr>
      </w:pPr>
      <w:r w:rsidRPr="006456EA">
        <w:rPr>
          <w:color w:val="auto"/>
        </w:rPr>
        <w:t xml:space="preserve">Przedmiotem zamówienia jest dostawa licencji na pakiety oprogramowania biurowego wraz z subskrypcją,  spełniających następujące wymagania: </w:t>
      </w:r>
    </w:p>
    <w:p w:rsidR="00544BD9" w:rsidRPr="006456EA" w:rsidRDefault="00544BD9" w:rsidP="00483163">
      <w:pPr>
        <w:pStyle w:val="Default"/>
        <w:numPr>
          <w:ilvl w:val="0"/>
          <w:numId w:val="4"/>
        </w:numPr>
        <w:spacing w:after="73"/>
        <w:rPr>
          <w:color w:val="auto"/>
        </w:rPr>
      </w:pPr>
      <w:r w:rsidRPr="006456EA">
        <w:rPr>
          <w:color w:val="auto"/>
        </w:rPr>
        <w:t xml:space="preserve">Licencja musi umożliwiać wykorzystanie pakietu oprogramowania biurowego w terminie minimum 12 miesięcy od daty dostarczenia licencji. </w:t>
      </w:r>
    </w:p>
    <w:p w:rsidR="00544BD9" w:rsidRPr="006456EA" w:rsidRDefault="00544BD9" w:rsidP="00483163">
      <w:pPr>
        <w:pStyle w:val="Default"/>
        <w:numPr>
          <w:ilvl w:val="0"/>
          <w:numId w:val="4"/>
        </w:numPr>
        <w:spacing w:after="73"/>
        <w:rPr>
          <w:color w:val="auto"/>
        </w:rPr>
      </w:pPr>
      <w:r w:rsidRPr="006456EA">
        <w:rPr>
          <w:color w:val="auto"/>
        </w:rPr>
        <w:t xml:space="preserve">Licencja musi pozwalać na przenoszenie pakietu oprogramowania biurowego pomiędzy stacjami roboczymi (np. w przypadku wymiany lub uszkodzenia sprzętu). </w:t>
      </w:r>
    </w:p>
    <w:p w:rsidR="00544BD9" w:rsidRPr="006456EA" w:rsidRDefault="00544BD9" w:rsidP="00483163">
      <w:pPr>
        <w:pStyle w:val="Default"/>
        <w:numPr>
          <w:ilvl w:val="0"/>
          <w:numId w:val="4"/>
        </w:numPr>
        <w:spacing w:after="73"/>
        <w:rPr>
          <w:color w:val="auto"/>
        </w:rPr>
      </w:pPr>
      <w:r w:rsidRPr="006456EA">
        <w:rPr>
          <w:color w:val="auto"/>
        </w:rPr>
        <w:t xml:space="preserve">Zamawiający wymaga oferty zawierającej licencje umożliwiające instalacje, uaktualnianie, aktywacje, zarządzanie, monitorowanie i wsparcie techniczne oraz umożliwiające wykorzystanie usługi katalogowej Active Directory posiadanej i użytkowanej przez Zamawiającego, jako mechanizmu autoryzacji dostępu do witryny udostępniającej wersje instalacyjne oprogramowania. </w:t>
      </w:r>
    </w:p>
    <w:p w:rsidR="00544BD9" w:rsidRPr="006456EA" w:rsidRDefault="00544BD9" w:rsidP="00483163">
      <w:pPr>
        <w:pStyle w:val="Default"/>
        <w:numPr>
          <w:ilvl w:val="0"/>
          <w:numId w:val="4"/>
        </w:numPr>
        <w:rPr>
          <w:color w:val="auto"/>
        </w:rPr>
      </w:pPr>
      <w:r w:rsidRPr="006456EA">
        <w:rPr>
          <w:color w:val="auto"/>
        </w:rPr>
        <w:t xml:space="preserve">Wykonawca musi zapewnić dostęp do strony internetowej umożliwiającej zarządzanie licencjami, w tym: sprawdzanie liczby aktywnych licencji w wykazie zakupionych licencji. </w:t>
      </w:r>
    </w:p>
    <w:p w:rsidR="00544BD9" w:rsidRPr="006456EA" w:rsidRDefault="00544BD9" w:rsidP="00483163">
      <w:pPr>
        <w:pStyle w:val="Default"/>
        <w:numPr>
          <w:ilvl w:val="0"/>
          <w:numId w:val="3"/>
        </w:numPr>
        <w:rPr>
          <w:color w:val="auto"/>
        </w:rPr>
      </w:pPr>
      <w:r w:rsidRPr="006456EA">
        <w:rPr>
          <w:color w:val="auto"/>
        </w:rPr>
        <w:t xml:space="preserve">Strona internetowa musi pozwalać na nadanie odpowiednich uprawnień wskazanym przedstawicielom Zamawiającego. Osoba odpowiedzialna za nadzór nad uprawnieniami do korzystania z licencji (zwana dalej administratorem) ze strony Zamawiającego, musi posiadać minimum 30 dniowy okres, w czasie którego może odebrać uprawnienia do korzystania z licencji pracownikom i studentom, którzy zakończyli pracę/naukę w danej jednostce. </w:t>
      </w:r>
    </w:p>
    <w:p w:rsidR="00544BD9" w:rsidRPr="006456EA" w:rsidRDefault="00544BD9" w:rsidP="00483163">
      <w:pPr>
        <w:pStyle w:val="Default"/>
        <w:numPr>
          <w:ilvl w:val="0"/>
          <w:numId w:val="3"/>
        </w:numPr>
        <w:rPr>
          <w:color w:val="auto"/>
        </w:rPr>
      </w:pPr>
      <w:r w:rsidRPr="006456EA">
        <w:rPr>
          <w:color w:val="auto"/>
        </w:rPr>
        <w:t xml:space="preserve">Administrator ze strony Zamawiającego musi mieć zapewniony dostęp do środowiska umożliwiającego zarządzanie licencjami z dostępem grupowym oraz z osobna dla każdego z użytkowników, zarówno pracowników jak i studentów. </w:t>
      </w:r>
    </w:p>
    <w:p w:rsidR="00544BD9" w:rsidRPr="006456EA" w:rsidRDefault="00544BD9" w:rsidP="00483163">
      <w:pPr>
        <w:pStyle w:val="Default"/>
        <w:numPr>
          <w:ilvl w:val="0"/>
          <w:numId w:val="4"/>
        </w:numPr>
        <w:spacing w:after="73"/>
        <w:rPr>
          <w:color w:val="auto"/>
        </w:rPr>
      </w:pPr>
      <w:r w:rsidRPr="006456EA">
        <w:rPr>
          <w:color w:val="auto"/>
        </w:rPr>
        <w:t xml:space="preserve">Zamawiający wymaga udzielenia uprawnień na stronie internetowej określonej w pkt 4 oraz dostępu do licencji w terminie do 14 dni po podpisaniu umowy. </w:t>
      </w:r>
    </w:p>
    <w:p w:rsidR="00544BD9" w:rsidRPr="006456EA" w:rsidRDefault="00544BD9" w:rsidP="00483163">
      <w:pPr>
        <w:pStyle w:val="Default"/>
        <w:numPr>
          <w:ilvl w:val="0"/>
          <w:numId w:val="4"/>
        </w:numPr>
        <w:rPr>
          <w:color w:val="auto"/>
        </w:rPr>
      </w:pPr>
      <w:r w:rsidRPr="006456EA">
        <w:rPr>
          <w:color w:val="auto"/>
        </w:rPr>
        <w:t xml:space="preserve">Pracownicy Zamawiającego i wszyscy studenci Uniwersytetu Ekonomicznego w Krakowie muszą mieć zapewniony dostęp do pakietu benefitów, uprawniających, w okresie ich studiów lub obowiązywania stosunku pracy, na domowe użytkowanie pakietu oprogramowania biurowego w ramach licencji, której dotyczy umowa, w wersji o funkcjonalności co najmniej równej wersji dla wymienionych pracowników na co najmniej 5 komputerach prywatnych z zainstalowanym systemem operacyjnym Windows lub MacOS, 5 smartfonach i 5 tabletach w ramach jednej licencji. </w:t>
      </w:r>
    </w:p>
    <w:p w:rsidR="00544BD9" w:rsidRPr="006456EA" w:rsidRDefault="00544BD9" w:rsidP="00483163">
      <w:pPr>
        <w:pStyle w:val="Default"/>
        <w:numPr>
          <w:ilvl w:val="0"/>
          <w:numId w:val="4"/>
        </w:numPr>
        <w:spacing w:after="73"/>
        <w:rPr>
          <w:color w:val="auto"/>
        </w:rPr>
      </w:pPr>
      <w:r w:rsidRPr="006456EA">
        <w:rPr>
          <w:color w:val="auto"/>
        </w:rPr>
        <w:t xml:space="preserve">Licencja musi umożliwiać instalacje aplikacji zawartych w pakiecie oprogramowania biurowego na komputerach użytkowników w taki sposób, aby możliwe było użytkowanie w/w aplikacji z pełną ich funkcjonalnością bez dostępu do Internetu (z wyłączeniem jednorazowego lub cyklicznego [nie częściej aniżeli co 30 dni] sprawdzenia dostępu do licencji w wersji online). </w:t>
      </w:r>
    </w:p>
    <w:p w:rsidR="00544BD9" w:rsidRPr="006456EA" w:rsidRDefault="00544BD9" w:rsidP="00483163">
      <w:pPr>
        <w:pStyle w:val="Default"/>
        <w:numPr>
          <w:ilvl w:val="0"/>
          <w:numId w:val="4"/>
        </w:numPr>
        <w:spacing w:after="73"/>
        <w:rPr>
          <w:color w:val="auto"/>
        </w:rPr>
      </w:pPr>
      <w:r w:rsidRPr="006456EA">
        <w:rPr>
          <w:color w:val="auto"/>
        </w:rPr>
        <w:t xml:space="preserve">Zamawiający wymaga możliwości samodzielnego pobierania pakietu oprogramowania biurowego w wersji instalacyjnej z witryny internetowej, do której logowanie oparte będzie o usługę Active Directory Zamawiającego. </w:t>
      </w:r>
    </w:p>
    <w:p w:rsidR="00544BD9" w:rsidRPr="006456EA" w:rsidRDefault="00544BD9" w:rsidP="00483163">
      <w:pPr>
        <w:pStyle w:val="Default"/>
        <w:numPr>
          <w:ilvl w:val="0"/>
          <w:numId w:val="4"/>
        </w:numPr>
        <w:rPr>
          <w:color w:val="auto"/>
        </w:rPr>
      </w:pPr>
      <w:r w:rsidRPr="006456EA">
        <w:rPr>
          <w:color w:val="auto"/>
        </w:rPr>
        <w:t xml:space="preserve">Zamawiający musi mieć możliwość instalowania pakietu oprogramowania biurowego na stanowiskach bez dostępu do Internetu. Dodatkowo Zamawiający musi mieć możliwość instalacji sieciowych na komputerach w pracowniach, laboratoriach, salach komputerowych, bibliotekach oraz komputerach współdzielonych. </w:t>
      </w:r>
    </w:p>
    <w:p w:rsidR="00544BD9" w:rsidRPr="006456EA" w:rsidRDefault="00544BD9" w:rsidP="006456EA">
      <w:pPr>
        <w:pStyle w:val="Default"/>
        <w:ind w:firstLine="708"/>
        <w:rPr>
          <w:color w:val="auto"/>
        </w:rPr>
      </w:pPr>
    </w:p>
    <w:p w:rsidR="00544BD9" w:rsidRPr="006456EA" w:rsidRDefault="00544BD9" w:rsidP="00F04651">
      <w:pPr>
        <w:pStyle w:val="Default"/>
        <w:rPr>
          <w:color w:val="auto"/>
        </w:rPr>
      </w:pPr>
      <w:r w:rsidRPr="006456EA">
        <w:rPr>
          <w:bCs/>
          <w:color w:val="auto"/>
        </w:rPr>
        <w:t>Pakiet oprogramowania biurowego musi spełniać następujące wymagania poprzez wbudowane mechanizmy, bez użycia dodatkowych aplikacji</w:t>
      </w:r>
      <w:r w:rsidRPr="006456EA">
        <w:rPr>
          <w:color w:val="auto"/>
        </w:rPr>
        <w:t xml:space="preserve">: </w:t>
      </w:r>
    </w:p>
    <w:p w:rsidR="00544BD9" w:rsidRPr="006456EA" w:rsidRDefault="00544BD9" w:rsidP="00483163">
      <w:pPr>
        <w:pStyle w:val="Default"/>
        <w:numPr>
          <w:ilvl w:val="0"/>
          <w:numId w:val="5"/>
        </w:numPr>
        <w:rPr>
          <w:color w:val="auto"/>
        </w:rPr>
      </w:pPr>
      <w:r w:rsidRPr="006456EA">
        <w:rPr>
          <w:color w:val="auto"/>
        </w:rPr>
        <w:t xml:space="preserve">Dostępność pakietu oprogramowania biurowego w wersjach 32-bit oraz 64-bit </w:t>
      </w:r>
    </w:p>
    <w:p w:rsidR="00544BD9" w:rsidRPr="006456EA" w:rsidRDefault="00544BD9" w:rsidP="00483163">
      <w:pPr>
        <w:pStyle w:val="Default"/>
        <w:numPr>
          <w:ilvl w:val="0"/>
          <w:numId w:val="5"/>
        </w:numPr>
        <w:rPr>
          <w:color w:val="auto"/>
        </w:rPr>
      </w:pPr>
      <w:r w:rsidRPr="006456EA">
        <w:rPr>
          <w:color w:val="auto"/>
        </w:rPr>
        <w:t xml:space="preserve">Pakiet oprogramowania biurowego musi mieć możliwość instalacji i użytkowania w systemach Windows 7 i nowsze, OS X 10 lub wyższych, oraz Android. </w:t>
      </w:r>
    </w:p>
    <w:p w:rsidR="00544BD9" w:rsidRPr="006456EA" w:rsidRDefault="00544BD9" w:rsidP="00483163">
      <w:pPr>
        <w:pStyle w:val="Default"/>
        <w:numPr>
          <w:ilvl w:val="0"/>
          <w:numId w:val="5"/>
        </w:numPr>
        <w:rPr>
          <w:color w:val="auto"/>
        </w:rPr>
      </w:pPr>
      <w:r w:rsidRPr="006456EA">
        <w:rPr>
          <w:color w:val="auto"/>
        </w:rPr>
        <w:t xml:space="preserve">Oprogramowanie zawarte w pakiecie oprogramowania biurowego musi umożliwiać dostosowanie dokumentów i szablonów do potrzeb Zamawiającego. </w:t>
      </w:r>
    </w:p>
    <w:p w:rsidR="00544BD9" w:rsidRPr="006456EA" w:rsidRDefault="00544BD9" w:rsidP="00483163">
      <w:pPr>
        <w:pStyle w:val="Default"/>
        <w:numPr>
          <w:ilvl w:val="0"/>
          <w:numId w:val="5"/>
        </w:numPr>
        <w:rPr>
          <w:color w:val="auto"/>
        </w:rPr>
      </w:pPr>
      <w:r w:rsidRPr="006456EA">
        <w:rPr>
          <w:color w:val="auto"/>
        </w:rPr>
        <w:t xml:space="preserve">W skład pakietu oprogramowania biurowego muszą wchodzić narzędzia programistyczne umożliwiające automatyzację pracy i wymianę danych pomiędzy dokumentami i aplikacjami (język makropoleceń, język skryptowy). </w:t>
      </w:r>
    </w:p>
    <w:p w:rsidR="00544BD9" w:rsidRPr="006456EA" w:rsidRDefault="00544BD9" w:rsidP="00483163">
      <w:pPr>
        <w:pStyle w:val="Default"/>
        <w:numPr>
          <w:ilvl w:val="0"/>
          <w:numId w:val="5"/>
        </w:numPr>
        <w:rPr>
          <w:color w:val="auto"/>
        </w:rPr>
      </w:pPr>
      <w:r w:rsidRPr="006456EA">
        <w:rPr>
          <w:color w:val="auto"/>
        </w:rPr>
        <w:t xml:space="preserve">Do aplikacji zawartych w pakiecie oprogramowania biurowego musi być dostępna pełna dokumentacja w języku polskim. </w:t>
      </w:r>
    </w:p>
    <w:p w:rsidR="00544BD9" w:rsidRPr="006456EA" w:rsidRDefault="00544BD9" w:rsidP="00483163">
      <w:pPr>
        <w:pStyle w:val="Default"/>
        <w:numPr>
          <w:ilvl w:val="0"/>
          <w:numId w:val="5"/>
        </w:numPr>
        <w:rPr>
          <w:color w:val="auto"/>
        </w:rPr>
      </w:pPr>
      <w:r w:rsidRPr="006456EA">
        <w:rPr>
          <w:color w:val="auto"/>
        </w:rPr>
        <w:t xml:space="preserve">Możliwość aktywacji zainstalowanego pakietu oprogramowania biurowego poprzez mechanizmy wdrożonej usługi katalogowej Active Directory. </w:t>
      </w:r>
    </w:p>
    <w:p w:rsidR="00544BD9" w:rsidRPr="006456EA" w:rsidRDefault="00544BD9" w:rsidP="00483163">
      <w:pPr>
        <w:pStyle w:val="Default"/>
        <w:numPr>
          <w:ilvl w:val="0"/>
          <w:numId w:val="5"/>
        </w:numPr>
        <w:rPr>
          <w:color w:val="auto"/>
        </w:rPr>
      </w:pPr>
      <w:r w:rsidRPr="006456EA">
        <w:rPr>
          <w:color w:val="auto"/>
        </w:rPr>
        <w:t xml:space="preserve">Narzędzie wspomagające procesy migracji z poprzednich wersji pakietu oprogramowania biurowego i badania zgodności z dokumentami wytworzonymi w pakietach oprogramowani biurowych. </w:t>
      </w:r>
    </w:p>
    <w:p w:rsidR="00544BD9" w:rsidRPr="006456EA" w:rsidRDefault="00544BD9" w:rsidP="00483163">
      <w:pPr>
        <w:pStyle w:val="Default"/>
        <w:numPr>
          <w:ilvl w:val="0"/>
          <w:numId w:val="5"/>
        </w:numPr>
        <w:rPr>
          <w:color w:val="auto"/>
        </w:rPr>
      </w:pPr>
      <w:r w:rsidRPr="006456EA">
        <w:rPr>
          <w:color w:val="auto"/>
        </w:rPr>
        <w:t>Oprogramowanie zawarte w pakiecie</w:t>
      </w:r>
      <w:r>
        <w:rPr>
          <w:color w:val="auto"/>
        </w:rPr>
        <w:t xml:space="preserve"> oprogramowania biurowego</w:t>
      </w:r>
      <w:r w:rsidRPr="006456EA">
        <w:rPr>
          <w:color w:val="auto"/>
        </w:rPr>
        <w:t xml:space="preserve"> musi umożliwiać opatrywanie dokumentów metadanymi. </w:t>
      </w:r>
    </w:p>
    <w:p w:rsidR="00544BD9" w:rsidRPr="006456EA" w:rsidRDefault="00544BD9" w:rsidP="00F04651">
      <w:pPr>
        <w:pStyle w:val="Default"/>
        <w:rPr>
          <w:color w:val="auto"/>
        </w:rPr>
      </w:pPr>
    </w:p>
    <w:p w:rsidR="00544BD9" w:rsidRPr="00483163" w:rsidRDefault="00544BD9" w:rsidP="00F04651">
      <w:pPr>
        <w:pStyle w:val="Default"/>
        <w:rPr>
          <w:color w:val="auto"/>
        </w:rPr>
      </w:pPr>
      <w:r w:rsidRPr="00483163">
        <w:rPr>
          <w:bCs/>
          <w:color w:val="auto"/>
        </w:rPr>
        <w:t xml:space="preserve">Wymagania odnośnie interfejsu użytkownika: </w:t>
      </w:r>
    </w:p>
    <w:p w:rsidR="00544BD9" w:rsidRPr="006456EA" w:rsidRDefault="00544BD9" w:rsidP="00483163">
      <w:pPr>
        <w:pStyle w:val="Default"/>
        <w:numPr>
          <w:ilvl w:val="0"/>
          <w:numId w:val="6"/>
        </w:numPr>
        <w:spacing w:after="27"/>
        <w:rPr>
          <w:color w:val="auto"/>
        </w:rPr>
      </w:pPr>
      <w:r w:rsidRPr="006456EA">
        <w:rPr>
          <w:color w:val="auto"/>
        </w:rPr>
        <w:t xml:space="preserve">Pełna polska wersja językowa interfejsu użytkownika z możliwością przełączania wersji językowej interfejsu na inne języki, w tym język angielski. </w:t>
      </w:r>
    </w:p>
    <w:p w:rsidR="00544BD9" w:rsidRPr="006456EA" w:rsidRDefault="00544BD9" w:rsidP="00483163">
      <w:pPr>
        <w:pStyle w:val="Default"/>
        <w:numPr>
          <w:ilvl w:val="0"/>
          <w:numId w:val="6"/>
        </w:numPr>
        <w:rPr>
          <w:color w:val="auto"/>
        </w:rPr>
      </w:pPr>
      <w:r w:rsidRPr="006456EA">
        <w:rPr>
          <w:color w:val="auto"/>
        </w:rPr>
        <w:t xml:space="preserve">Możliwość zintegrowania uwierzytelniania użytkowników z usługą katalogową (Active Directory lub funkcjonalnie równoważną) – użytkownik raz zalogowany z poziomu systemu operacyjnego stacji roboczej ma być automatycznie rozpoznawany we wszystkich modułach oferowanego rozwiązania bez potrzeby oddzielnego monitowania go o ponowne uwierzytelnienie się. </w:t>
      </w:r>
    </w:p>
    <w:p w:rsidR="00544BD9" w:rsidRPr="006456EA" w:rsidRDefault="00544BD9" w:rsidP="00F04651">
      <w:pPr>
        <w:pStyle w:val="Default"/>
        <w:rPr>
          <w:color w:val="auto"/>
        </w:rPr>
      </w:pPr>
    </w:p>
    <w:p w:rsidR="00544BD9" w:rsidRPr="00483163" w:rsidRDefault="00544BD9" w:rsidP="00F04651">
      <w:pPr>
        <w:pStyle w:val="Default"/>
        <w:rPr>
          <w:color w:val="auto"/>
        </w:rPr>
      </w:pPr>
      <w:r w:rsidRPr="00483163">
        <w:rPr>
          <w:bCs/>
          <w:color w:val="auto"/>
        </w:rPr>
        <w:t xml:space="preserve">Oprogramowanie musi umożliwiać tworzenie i edycję dokumentów elektronicznych w ustalonym standardzie, który spełnia następujące warunki: </w:t>
      </w:r>
    </w:p>
    <w:p w:rsidR="00544BD9" w:rsidRPr="006456EA" w:rsidRDefault="00544BD9" w:rsidP="00483163">
      <w:pPr>
        <w:pStyle w:val="Default"/>
        <w:numPr>
          <w:ilvl w:val="0"/>
          <w:numId w:val="7"/>
        </w:numPr>
        <w:spacing w:after="27"/>
        <w:rPr>
          <w:color w:val="auto"/>
        </w:rPr>
      </w:pPr>
      <w:r w:rsidRPr="006456EA">
        <w:rPr>
          <w:color w:val="auto"/>
        </w:rPr>
        <w:t xml:space="preserve">Posiada kompletny i publicznie dostępny opis formatu. </w:t>
      </w:r>
    </w:p>
    <w:p w:rsidR="00544BD9" w:rsidRPr="006456EA" w:rsidRDefault="00544BD9" w:rsidP="00483163">
      <w:pPr>
        <w:pStyle w:val="Default"/>
        <w:numPr>
          <w:ilvl w:val="0"/>
          <w:numId w:val="7"/>
        </w:numPr>
        <w:rPr>
          <w:color w:val="auto"/>
        </w:rPr>
      </w:pPr>
      <w:r w:rsidRPr="006456EA">
        <w:rPr>
          <w:color w:val="auto"/>
        </w:rPr>
        <w:t xml:space="preserve">Ma zdefiniowany układ informacji w postaci XML zgodnie z Załącznikiem 2 Rozporządzenia Rady Ministrów z dnia 12 kwietnia 2012 r. w sprawie Krajowych Ram Interoperacyjności, minimalnych wymagań dla rejestrów publicznych i wymiany informacji w postaci elektronicznej oraz minimalnych wymagań dla systemów teleinformatycznych (Dz.U. 2012, poz. 526). </w:t>
      </w:r>
    </w:p>
    <w:p w:rsidR="00544BD9" w:rsidRPr="006456EA" w:rsidRDefault="00544BD9" w:rsidP="00483163">
      <w:pPr>
        <w:pStyle w:val="Default"/>
        <w:numPr>
          <w:ilvl w:val="0"/>
          <w:numId w:val="7"/>
        </w:numPr>
        <w:spacing w:after="30"/>
        <w:rPr>
          <w:color w:val="auto"/>
        </w:rPr>
      </w:pPr>
      <w:r w:rsidRPr="006456EA">
        <w:rPr>
          <w:color w:val="auto"/>
        </w:rPr>
        <w:t xml:space="preserve">Umożliwia kreowanie plików w formacie XML. </w:t>
      </w:r>
    </w:p>
    <w:p w:rsidR="00544BD9" w:rsidRPr="006456EA" w:rsidRDefault="00544BD9" w:rsidP="00483163">
      <w:pPr>
        <w:pStyle w:val="Default"/>
        <w:numPr>
          <w:ilvl w:val="0"/>
          <w:numId w:val="7"/>
        </w:numPr>
        <w:rPr>
          <w:color w:val="auto"/>
        </w:rPr>
      </w:pPr>
      <w:r w:rsidRPr="006456EA">
        <w:rPr>
          <w:color w:val="auto"/>
        </w:rPr>
        <w:t xml:space="preserve">Wspiera w swojej specyfikacji podpis elektroniczny w formacie XAdES. </w:t>
      </w:r>
    </w:p>
    <w:p w:rsidR="00544BD9" w:rsidRPr="006456EA" w:rsidRDefault="00544BD9" w:rsidP="00F04651">
      <w:pPr>
        <w:pStyle w:val="Default"/>
        <w:rPr>
          <w:color w:val="auto"/>
        </w:rPr>
      </w:pPr>
    </w:p>
    <w:p w:rsidR="00544BD9" w:rsidRPr="00483163" w:rsidRDefault="00544BD9" w:rsidP="00F04651">
      <w:pPr>
        <w:pStyle w:val="Default"/>
        <w:rPr>
          <w:color w:val="auto"/>
        </w:rPr>
      </w:pPr>
      <w:r w:rsidRPr="00483163">
        <w:rPr>
          <w:bCs/>
          <w:color w:val="auto"/>
        </w:rPr>
        <w:t xml:space="preserve">Pakiet zintegrowanych aplikacji biurowych musi zawierać: </w:t>
      </w:r>
    </w:p>
    <w:p w:rsidR="00544BD9" w:rsidRPr="006456EA" w:rsidRDefault="00544BD9" w:rsidP="005A1A48">
      <w:pPr>
        <w:pStyle w:val="Default"/>
        <w:numPr>
          <w:ilvl w:val="0"/>
          <w:numId w:val="19"/>
        </w:numPr>
        <w:spacing w:after="27"/>
        <w:rPr>
          <w:color w:val="auto"/>
        </w:rPr>
      </w:pPr>
      <w:r w:rsidRPr="006456EA">
        <w:rPr>
          <w:color w:val="auto"/>
        </w:rPr>
        <w:t xml:space="preserve">Edytor tekstów. </w:t>
      </w:r>
    </w:p>
    <w:p w:rsidR="00544BD9" w:rsidRPr="006456EA" w:rsidRDefault="00544BD9" w:rsidP="005A1A48">
      <w:pPr>
        <w:pStyle w:val="Default"/>
        <w:numPr>
          <w:ilvl w:val="0"/>
          <w:numId w:val="19"/>
        </w:numPr>
        <w:spacing w:after="27"/>
        <w:rPr>
          <w:color w:val="auto"/>
        </w:rPr>
      </w:pPr>
      <w:r w:rsidRPr="006456EA">
        <w:rPr>
          <w:color w:val="auto"/>
        </w:rPr>
        <w:t xml:space="preserve">Arkusz kalkulacyjny. </w:t>
      </w:r>
    </w:p>
    <w:p w:rsidR="00544BD9" w:rsidRPr="006456EA" w:rsidRDefault="00544BD9" w:rsidP="005A1A48">
      <w:pPr>
        <w:pStyle w:val="Default"/>
        <w:numPr>
          <w:ilvl w:val="0"/>
          <w:numId w:val="19"/>
        </w:numPr>
        <w:spacing w:after="27"/>
        <w:rPr>
          <w:color w:val="auto"/>
        </w:rPr>
      </w:pPr>
      <w:r w:rsidRPr="006456EA">
        <w:rPr>
          <w:color w:val="auto"/>
        </w:rPr>
        <w:t xml:space="preserve">Narzędzie do przygotowywania i prowadzenia prezentacji. </w:t>
      </w:r>
    </w:p>
    <w:p w:rsidR="00544BD9" w:rsidRPr="006456EA" w:rsidRDefault="00544BD9" w:rsidP="005A1A48">
      <w:pPr>
        <w:pStyle w:val="Default"/>
        <w:numPr>
          <w:ilvl w:val="0"/>
          <w:numId w:val="19"/>
        </w:numPr>
        <w:spacing w:after="27"/>
        <w:rPr>
          <w:color w:val="auto"/>
        </w:rPr>
      </w:pPr>
      <w:r w:rsidRPr="006456EA">
        <w:rPr>
          <w:color w:val="auto"/>
        </w:rPr>
        <w:t xml:space="preserve">Narzędzie do tworzenia drukowanych materiałów informacyjnych. </w:t>
      </w:r>
    </w:p>
    <w:p w:rsidR="00544BD9" w:rsidRPr="006456EA" w:rsidRDefault="00544BD9" w:rsidP="005A1A48">
      <w:pPr>
        <w:pStyle w:val="Default"/>
        <w:numPr>
          <w:ilvl w:val="0"/>
          <w:numId w:val="19"/>
        </w:numPr>
        <w:spacing w:after="27"/>
        <w:rPr>
          <w:color w:val="auto"/>
        </w:rPr>
      </w:pPr>
      <w:r w:rsidRPr="006456EA">
        <w:rPr>
          <w:color w:val="auto"/>
        </w:rPr>
        <w:t xml:space="preserve">Narzędzie do tworzenia i pracy z lokalną bazą danych. </w:t>
      </w:r>
    </w:p>
    <w:p w:rsidR="00544BD9" w:rsidRPr="006456EA" w:rsidRDefault="00544BD9" w:rsidP="005A1A48">
      <w:pPr>
        <w:pStyle w:val="Default"/>
        <w:numPr>
          <w:ilvl w:val="0"/>
          <w:numId w:val="19"/>
        </w:numPr>
        <w:spacing w:after="27"/>
        <w:rPr>
          <w:color w:val="auto"/>
        </w:rPr>
      </w:pPr>
      <w:r w:rsidRPr="006456EA">
        <w:rPr>
          <w:color w:val="auto"/>
        </w:rPr>
        <w:t xml:space="preserve">Narzędzie do zarządzania informacją prywatą (pocztą elektroniczną, kalendarzem, kontaktami i zadaniami). </w:t>
      </w:r>
    </w:p>
    <w:p w:rsidR="00544BD9" w:rsidRPr="006456EA" w:rsidRDefault="00544BD9" w:rsidP="005A1A48">
      <w:pPr>
        <w:pStyle w:val="Default"/>
        <w:numPr>
          <w:ilvl w:val="0"/>
          <w:numId w:val="19"/>
        </w:numPr>
        <w:spacing w:after="27"/>
        <w:rPr>
          <w:color w:val="auto"/>
        </w:rPr>
      </w:pPr>
      <w:r w:rsidRPr="006456EA">
        <w:rPr>
          <w:color w:val="auto"/>
        </w:rPr>
        <w:t xml:space="preserve">Narzędzie do tworzenia notatek przy pomocy klawiatury lub notatek odręcznych na ekranie urządzenia typu tablet PC z mechanizmem OCR. </w:t>
      </w:r>
    </w:p>
    <w:p w:rsidR="00544BD9" w:rsidRPr="006456EA" w:rsidRDefault="00544BD9" w:rsidP="005A1A48">
      <w:pPr>
        <w:pStyle w:val="Default"/>
        <w:numPr>
          <w:ilvl w:val="0"/>
          <w:numId w:val="19"/>
        </w:numPr>
        <w:rPr>
          <w:color w:val="auto"/>
        </w:rPr>
      </w:pPr>
      <w:r w:rsidRPr="006456EA">
        <w:rPr>
          <w:color w:val="auto"/>
        </w:rPr>
        <w:t xml:space="preserve">Narzędzie komunikacji wielokanałowej stanowiące interfejs do systemu wiadomości błyskawicznych (tekstowych), komunikacji głosowej, komunikacji video. </w:t>
      </w:r>
    </w:p>
    <w:p w:rsidR="00544BD9" w:rsidRPr="006456EA" w:rsidRDefault="00544BD9" w:rsidP="00F04651">
      <w:pPr>
        <w:pStyle w:val="Default"/>
        <w:rPr>
          <w:color w:val="auto"/>
        </w:rPr>
      </w:pPr>
    </w:p>
    <w:p w:rsidR="00544BD9" w:rsidRPr="00483163" w:rsidRDefault="00544BD9" w:rsidP="005A1A48">
      <w:pPr>
        <w:pStyle w:val="Default"/>
        <w:numPr>
          <w:ilvl w:val="0"/>
          <w:numId w:val="21"/>
        </w:numPr>
        <w:ind w:left="567" w:hanging="578"/>
        <w:rPr>
          <w:color w:val="auto"/>
        </w:rPr>
      </w:pPr>
      <w:r w:rsidRPr="00483163">
        <w:rPr>
          <w:bCs/>
          <w:color w:val="auto"/>
        </w:rPr>
        <w:t xml:space="preserve">Edytor tekstów musi umożliwiać: </w:t>
      </w:r>
    </w:p>
    <w:p w:rsidR="00544BD9" w:rsidRPr="006456EA" w:rsidRDefault="00544BD9" w:rsidP="00483163">
      <w:pPr>
        <w:pStyle w:val="Default"/>
        <w:numPr>
          <w:ilvl w:val="1"/>
          <w:numId w:val="9"/>
        </w:numPr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Edycję i formatowanie tekstu w języku polskim wraz z obsługą języka polskiego w zakresie sprawdzania pisowni i poprawności gramatycznej oraz funkcjonalnością słownika wyrazów bliskoznacznych i autokorekty. </w:t>
      </w:r>
    </w:p>
    <w:p w:rsidR="00544BD9" w:rsidRPr="006456EA" w:rsidRDefault="00544BD9" w:rsidP="00483163">
      <w:pPr>
        <w:pStyle w:val="Default"/>
        <w:numPr>
          <w:ilvl w:val="1"/>
          <w:numId w:val="9"/>
        </w:numPr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Edycję i formatowanie tekstu w języku angielskim wraz z obsługą języka angielskiego w zakresie sprawdzania pisowni i poprawności gramatycznej oraz funkcjonalnością słownika wyrazów bliskoznacznych i autokorekty. </w:t>
      </w:r>
    </w:p>
    <w:p w:rsidR="00544BD9" w:rsidRPr="006456EA" w:rsidRDefault="00544BD9" w:rsidP="00483163">
      <w:pPr>
        <w:pStyle w:val="Default"/>
        <w:numPr>
          <w:ilvl w:val="1"/>
          <w:numId w:val="9"/>
        </w:numPr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Wstawianie oraz formatowanie tabel. </w:t>
      </w:r>
    </w:p>
    <w:p w:rsidR="00544BD9" w:rsidRPr="006456EA" w:rsidRDefault="00544BD9" w:rsidP="00483163">
      <w:pPr>
        <w:pStyle w:val="Default"/>
        <w:numPr>
          <w:ilvl w:val="1"/>
          <w:numId w:val="9"/>
        </w:numPr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Wstawianie oraz formatowanie obiektów graficznych. </w:t>
      </w:r>
    </w:p>
    <w:p w:rsidR="00544BD9" w:rsidRPr="006456EA" w:rsidRDefault="00544BD9" w:rsidP="00483163">
      <w:pPr>
        <w:pStyle w:val="Default"/>
        <w:numPr>
          <w:ilvl w:val="1"/>
          <w:numId w:val="9"/>
        </w:numPr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Wstawianie wykresów i tabel z arkusza kalkulacyjnego (wliczając tabele przestawne). </w:t>
      </w:r>
    </w:p>
    <w:p w:rsidR="00544BD9" w:rsidRPr="006456EA" w:rsidRDefault="00544BD9" w:rsidP="00483163">
      <w:pPr>
        <w:pStyle w:val="Default"/>
        <w:numPr>
          <w:ilvl w:val="1"/>
          <w:numId w:val="9"/>
        </w:numPr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Automatyczne numerowanie rozdziałów, punktów, akapitów, tabel i rysunków. </w:t>
      </w:r>
    </w:p>
    <w:p w:rsidR="00544BD9" w:rsidRPr="006456EA" w:rsidRDefault="00544BD9" w:rsidP="00483163">
      <w:pPr>
        <w:pStyle w:val="Default"/>
        <w:numPr>
          <w:ilvl w:val="1"/>
          <w:numId w:val="9"/>
        </w:numPr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Automatyczne tworzenie spisów treści. </w:t>
      </w:r>
    </w:p>
    <w:p w:rsidR="00544BD9" w:rsidRPr="006456EA" w:rsidRDefault="00544BD9" w:rsidP="00483163">
      <w:pPr>
        <w:pStyle w:val="Default"/>
        <w:numPr>
          <w:ilvl w:val="1"/>
          <w:numId w:val="9"/>
        </w:numPr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Formatowanie nagłówków i stopek stron. </w:t>
      </w:r>
    </w:p>
    <w:p w:rsidR="00544BD9" w:rsidRPr="006456EA" w:rsidRDefault="00544BD9" w:rsidP="00483163">
      <w:pPr>
        <w:pStyle w:val="Default"/>
        <w:numPr>
          <w:ilvl w:val="1"/>
          <w:numId w:val="9"/>
        </w:numPr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Śledzenie i porównywanie zmian wprowadzonych przez użytkowników w dokumencie. </w:t>
      </w:r>
    </w:p>
    <w:p w:rsidR="00544BD9" w:rsidRPr="006456EA" w:rsidRDefault="00544BD9" w:rsidP="00483163">
      <w:pPr>
        <w:pStyle w:val="Default"/>
        <w:numPr>
          <w:ilvl w:val="1"/>
          <w:numId w:val="9"/>
        </w:numPr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Zapamiętywanie i wskazywanie miejsca, w którym zakończona była edycja dokumentu przed jego uprzednim zamknięciem. </w:t>
      </w:r>
    </w:p>
    <w:p w:rsidR="00544BD9" w:rsidRPr="006456EA" w:rsidRDefault="00544BD9" w:rsidP="00483163">
      <w:pPr>
        <w:pStyle w:val="Default"/>
        <w:numPr>
          <w:ilvl w:val="1"/>
          <w:numId w:val="9"/>
        </w:numPr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Nagrywanie, tworzenie i edycję makr automatyzujących wykonywanie czynności. </w:t>
      </w:r>
    </w:p>
    <w:p w:rsidR="00544BD9" w:rsidRPr="006456EA" w:rsidRDefault="00544BD9" w:rsidP="00483163">
      <w:pPr>
        <w:pStyle w:val="Default"/>
        <w:numPr>
          <w:ilvl w:val="1"/>
          <w:numId w:val="9"/>
        </w:numPr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Określenie układu strony (pionowa/pozioma). </w:t>
      </w:r>
    </w:p>
    <w:p w:rsidR="00544BD9" w:rsidRPr="006456EA" w:rsidRDefault="00544BD9" w:rsidP="00483163">
      <w:pPr>
        <w:pStyle w:val="Default"/>
        <w:numPr>
          <w:ilvl w:val="1"/>
          <w:numId w:val="9"/>
        </w:numPr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Wydruk dokumentów. </w:t>
      </w:r>
    </w:p>
    <w:p w:rsidR="00544BD9" w:rsidRPr="006456EA" w:rsidRDefault="00544BD9" w:rsidP="00483163">
      <w:pPr>
        <w:pStyle w:val="Default"/>
        <w:numPr>
          <w:ilvl w:val="1"/>
          <w:numId w:val="9"/>
        </w:numPr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Wykonywanie korespondencji seryjnej bazując na danych adresowych pochodzących z arkusza kalkulacyjnego i z narzędzia do zarządzania informacją prywatną. </w:t>
      </w:r>
    </w:p>
    <w:p w:rsidR="00544BD9" w:rsidRPr="006456EA" w:rsidRDefault="00544BD9" w:rsidP="00483163">
      <w:pPr>
        <w:pStyle w:val="Default"/>
        <w:numPr>
          <w:ilvl w:val="1"/>
          <w:numId w:val="9"/>
        </w:numPr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Pracę na dokumentach utworzonych przy pomocy Microsoft Word 2010, 2013, 2016 i 2019 z zapewnieniem bezproblemowej konwersji wszystkich elementów i atrybutów dokumentu. </w:t>
      </w:r>
    </w:p>
    <w:p w:rsidR="00544BD9" w:rsidRPr="006456EA" w:rsidRDefault="00544BD9" w:rsidP="00483163">
      <w:pPr>
        <w:pStyle w:val="Default"/>
        <w:numPr>
          <w:ilvl w:val="1"/>
          <w:numId w:val="9"/>
        </w:numPr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Zapis i edycję plików w formacie PDF. </w:t>
      </w:r>
    </w:p>
    <w:p w:rsidR="00544BD9" w:rsidRPr="006456EA" w:rsidRDefault="00544BD9" w:rsidP="00483163">
      <w:pPr>
        <w:pStyle w:val="Default"/>
        <w:numPr>
          <w:ilvl w:val="1"/>
          <w:numId w:val="9"/>
        </w:numPr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Zabezpieczenie dokumentów hasłem przed odczytem oraz przed wprowadzaniem modyfikacji. </w:t>
      </w:r>
    </w:p>
    <w:p w:rsidR="00544BD9" w:rsidRPr="006456EA" w:rsidRDefault="00544BD9" w:rsidP="00483163">
      <w:pPr>
        <w:pStyle w:val="Default"/>
        <w:numPr>
          <w:ilvl w:val="1"/>
          <w:numId w:val="9"/>
        </w:numPr>
        <w:ind w:left="709"/>
        <w:rPr>
          <w:color w:val="auto"/>
        </w:rPr>
      </w:pPr>
      <w:r w:rsidRPr="006456EA">
        <w:rPr>
          <w:color w:val="auto"/>
        </w:rPr>
        <w:t xml:space="preserve">Możliwość jednoczesnej pracy wielu użytkowników na jednym dokumencie z uwidacznianiem ich uprawnień i wyświetlaniem dokonywanych przez nie zmian na bieżąco. </w:t>
      </w:r>
    </w:p>
    <w:p w:rsidR="00544BD9" w:rsidRPr="006456EA" w:rsidRDefault="00544BD9" w:rsidP="00483163">
      <w:pPr>
        <w:pStyle w:val="Default"/>
        <w:numPr>
          <w:ilvl w:val="1"/>
          <w:numId w:val="9"/>
        </w:numPr>
        <w:ind w:left="709"/>
        <w:rPr>
          <w:color w:val="auto"/>
        </w:rPr>
      </w:pPr>
      <w:r w:rsidRPr="006456EA">
        <w:rPr>
          <w:color w:val="auto"/>
        </w:rPr>
        <w:t xml:space="preserve">Możliwość wyboru jednej z zapisanych wersji dokumentu, nad którym pracuje wiele osób. </w:t>
      </w:r>
    </w:p>
    <w:p w:rsidR="00544BD9" w:rsidRPr="006456EA" w:rsidRDefault="00544BD9" w:rsidP="00F04651">
      <w:pPr>
        <w:pStyle w:val="Default"/>
        <w:rPr>
          <w:color w:val="auto"/>
        </w:rPr>
      </w:pPr>
    </w:p>
    <w:p w:rsidR="00544BD9" w:rsidRPr="00483163" w:rsidRDefault="00544BD9" w:rsidP="005A1A48">
      <w:pPr>
        <w:pStyle w:val="Default"/>
        <w:numPr>
          <w:ilvl w:val="0"/>
          <w:numId w:val="21"/>
        </w:numPr>
        <w:ind w:left="567" w:hanging="578"/>
        <w:rPr>
          <w:color w:val="auto"/>
        </w:rPr>
      </w:pPr>
      <w:r w:rsidRPr="00483163">
        <w:rPr>
          <w:bCs/>
          <w:color w:val="auto"/>
        </w:rPr>
        <w:t xml:space="preserve">Arkusz kalkulacyjny musi umożliwiać: </w:t>
      </w:r>
    </w:p>
    <w:p w:rsidR="00544BD9" w:rsidRPr="006456EA" w:rsidRDefault="00544BD9" w:rsidP="005A1A48">
      <w:pPr>
        <w:pStyle w:val="Default"/>
        <w:numPr>
          <w:ilvl w:val="1"/>
          <w:numId w:val="10"/>
        </w:numPr>
        <w:spacing w:after="25"/>
        <w:ind w:left="709"/>
        <w:rPr>
          <w:color w:val="auto"/>
        </w:rPr>
      </w:pPr>
      <w:r w:rsidRPr="006456EA">
        <w:rPr>
          <w:color w:val="auto"/>
        </w:rPr>
        <w:t xml:space="preserve">Tworzenie raportów tabelarycznych. </w:t>
      </w:r>
    </w:p>
    <w:p w:rsidR="00544BD9" w:rsidRPr="006456EA" w:rsidRDefault="00544BD9" w:rsidP="00483163">
      <w:pPr>
        <w:pStyle w:val="Default"/>
        <w:numPr>
          <w:ilvl w:val="1"/>
          <w:numId w:val="10"/>
        </w:numPr>
        <w:spacing w:after="25"/>
        <w:ind w:left="709"/>
        <w:rPr>
          <w:color w:val="auto"/>
        </w:rPr>
      </w:pPr>
      <w:r w:rsidRPr="006456EA">
        <w:rPr>
          <w:color w:val="auto"/>
        </w:rPr>
        <w:t xml:space="preserve">Tworzenie wykresów liniowych (wraz z linią trendu), słupkowych, kołowych. </w:t>
      </w:r>
    </w:p>
    <w:p w:rsidR="00544BD9" w:rsidRPr="006456EA" w:rsidRDefault="00544BD9" w:rsidP="00483163">
      <w:pPr>
        <w:pStyle w:val="Default"/>
        <w:numPr>
          <w:ilvl w:val="1"/>
          <w:numId w:val="10"/>
        </w:numPr>
        <w:spacing w:after="25"/>
        <w:ind w:left="709"/>
        <w:rPr>
          <w:color w:val="auto"/>
        </w:rPr>
      </w:pPr>
      <w:r w:rsidRPr="006456EA">
        <w:rPr>
          <w:color w:val="auto"/>
        </w:rPr>
        <w:t xml:space="preserve">Tworzenie arkuszy kalkulacyjnych zawierających teksty, dane liczbowe oraz formuły przeprowadzające operacje matematyczne, logiczne, tekstowe, statystyczne oraz operacje na danych finansowych i na miarach czasu. </w:t>
      </w:r>
    </w:p>
    <w:p w:rsidR="00544BD9" w:rsidRPr="006456EA" w:rsidRDefault="00544BD9" w:rsidP="00483163">
      <w:pPr>
        <w:pStyle w:val="Default"/>
        <w:numPr>
          <w:ilvl w:val="1"/>
          <w:numId w:val="10"/>
        </w:numPr>
        <w:spacing w:after="25"/>
        <w:ind w:left="709"/>
        <w:rPr>
          <w:color w:val="auto"/>
        </w:rPr>
      </w:pPr>
      <w:r w:rsidRPr="006456EA">
        <w:rPr>
          <w:color w:val="auto"/>
        </w:rPr>
        <w:t xml:space="preserve">Tworzenie raportów z zewnętrznych źródeł danych (inne arkusze kalkulacyjne, bazy danych zgodne z ODBC, pliki tekstowe, pliki XML, webservice). </w:t>
      </w:r>
    </w:p>
    <w:p w:rsidR="00544BD9" w:rsidRPr="006456EA" w:rsidRDefault="00544BD9" w:rsidP="00483163">
      <w:pPr>
        <w:pStyle w:val="Default"/>
        <w:numPr>
          <w:ilvl w:val="1"/>
          <w:numId w:val="10"/>
        </w:numPr>
        <w:spacing w:after="25"/>
        <w:ind w:left="709"/>
        <w:rPr>
          <w:color w:val="auto"/>
        </w:rPr>
      </w:pPr>
      <w:r w:rsidRPr="006456EA">
        <w:rPr>
          <w:color w:val="auto"/>
        </w:rPr>
        <w:t xml:space="preserve">Obsługę kostek OLAP oraz tworzenie i edycję kwerend bazodanowych i webowych. Narzędzia wspomagające analizę statystyczną i finansową, analizę wariantową i rozwiązywanie problemów optymalizacyjnych. </w:t>
      </w:r>
    </w:p>
    <w:p w:rsidR="00544BD9" w:rsidRPr="006456EA" w:rsidRDefault="00544BD9" w:rsidP="00483163">
      <w:pPr>
        <w:pStyle w:val="Default"/>
        <w:numPr>
          <w:ilvl w:val="1"/>
          <w:numId w:val="10"/>
        </w:numPr>
        <w:spacing w:after="25"/>
        <w:ind w:left="709"/>
        <w:rPr>
          <w:color w:val="auto"/>
        </w:rPr>
      </w:pPr>
      <w:r w:rsidRPr="006456EA">
        <w:rPr>
          <w:color w:val="auto"/>
        </w:rPr>
        <w:t xml:space="preserve">Tworzenie raportów tabeli przestawnych umożliwiających dynamiczną zmianę wymiarów oraz wykresów bazujących na danych z tabeli przestawnych. </w:t>
      </w:r>
    </w:p>
    <w:p w:rsidR="00544BD9" w:rsidRPr="006456EA" w:rsidRDefault="00544BD9" w:rsidP="00483163">
      <w:pPr>
        <w:pStyle w:val="Default"/>
        <w:numPr>
          <w:ilvl w:val="1"/>
          <w:numId w:val="10"/>
        </w:numPr>
        <w:spacing w:after="25"/>
        <w:ind w:left="709"/>
        <w:rPr>
          <w:color w:val="auto"/>
        </w:rPr>
      </w:pPr>
      <w:r w:rsidRPr="006456EA">
        <w:rPr>
          <w:color w:val="auto"/>
        </w:rPr>
        <w:t xml:space="preserve">Wyszukiwanie i zamianę danych. </w:t>
      </w:r>
    </w:p>
    <w:p w:rsidR="00544BD9" w:rsidRPr="006456EA" w:rsidRDefault="00544BD9" w:rsidP="00483163">
      <w:pPr>
        <w:pStyle w:val="Default"/>
        <w:numPr>
          <w:ilvl w:val="1"/>
          <w:numId w:val="10"/>
        </w:numPr>
        <w:spacing w:after="25"/>
        <w:ind w:left="709"/>
        <w:rPr>
          <w:color w:val="auto"/>
        </w:rPr>
      </w:pPr>
      <w:r w:rsidRPr="006456EA">
        <w:rPr>
          <w:color w:val="auto"/>
        </w:rPr>
        <w:t xml:space="preserve">Wykonywanie analiz danych przy użyciu formatowania warunkowego. </w:t>
      </w:r>
    </w:p>
    <w:p w:rsidR="00544BD9" w:rsidRPr="006456EA" w:rsidRDefault="00544BD9" w:rsidP="00483163">
      <w:pPr>
        <w:pStyle w:val="Default"/>
        <w:numPr>
          <w:ilvl w:val="1"/>
          <w:numId w:val="10"/>
        </w:numPr>
        <w:spacing w:after="25"/>
        <w:ind w:left="709"/>
        <w:rPr>
          <w:color w:val="auto"/>
        </w:rPr>
      </w:pPr>
      <w:r w:rsidRPr="006456EA">
        <w:rPr>
          <w:color w:val="auto"/>
        </w:rPr>
        <w:t xml:space="preserve">Tworzenie wykresów prognoz i trendów na podstawie danych historycznych z użyciem algorytmu ETS. </w:t>
      </w:r>
    </w:p>
    <w:p w:rsidR="00544BD9" w:rsidRPr="006456EA" w:rsidRDefault="00544BD9" w:rsidP="00483163">
      <w:pPr>
        <w:pStyle w:val="Default"/>
        <w:numPr>
          <w:ilvl w:val="1"/>
          <w:numId w:val="10"/>
        </w:numPr>
        <w:spacing w:after="25"/>
        <w:ind w:left="709"/>
        <w:rPr>
          <w:color w:val="auto"/>
        </w:rPr>
      </w:pPr>
      <w:r w:rsidRPr="006456EA">
        <w:rPr>
          <w:color w:val="auto"/>
        </w:rPr>
        <w:t xml:space="preserve">Nazywanie komórek arkusza i odwoływanie się w formułach po takiej nazwie. </w:t>
      </w:r>
    </w:p>
    <w:p w:rsidR="00544BD9" w:rsidRPr="006456EA" w:rsidRDefault="00544BD9" w:rsidP="00483163">
      <w:pPr>
        <w:pStyle w:val="Default"/>
        <w:numPr>
          <w:ilvl w:val="1"/>
          <w:numId w:val="10"/>
        </w:numPr>
        <w:spacing w:after="25"/>
        <w:ind w:left="709"/>
        <w:rPr>
          <w:color w:val="auto"/>
        </w:rPr>
      </w:pPr>
      <w:r w:rsidRPr="006456EA">
        <w:rPr>
          <w:color w:val="auto"/>
        </w:rPr>
        <w:t xml:space="preserve">Nagrywanie, tworzenie i edycję makr automatyzujących wykonywanie czynności. </w:t>
      </w:r>
    </w:p>
    <w:p w:rsidR="00544BD9" w:rsidRPr="006456EA" w:rsidRDefault="00544BD9" w:rsidP="00483163">
      <w:pPr>
        <w:pStyle w:val="Default"/>
        <w:numPr>
          <w:ilvl w:val="1"/>
          <w:numId w:val="10"/>
        </w:numPr>
        <w:spacing w:after="25"/>
        <w:ind w:left="709"/>
        <w:rPr>
          <w:color w:val="auto"/>
        </w:rPr>
      </w:pPr>
      <w:r w:rsidRPr="006456EA">
        <w:rPr>
          <w:color w:val="auto"/>
        </w:rPr>
        <w:t xml:space="preserve">Formatowanie czasu, daty i wartości finansowych z polskim formatem. </w:t>
      </w:r>
    </w:p>
    <w:p w:rsidR="00544BD9" w:rsidRPr="006456EA" w:rsidRDefault="00544BD9" w:rsidP="00483163">
      <w:pPr>
        <w:pStyle w:val="Default"/>
        <w:numPr>
          <w:ilvl w:val="1"/>
          <w:numId w:val="10"/>
        </w:numPr>
        <w:spacing w:after="25"/>
        <w:ind w:left="709"/>
        <w:rPr>
          <w:color w:val="auto"/>
        </w:rPr>
      </w:pPr>
      <w:r w:rsidRPr="006456EA">
        <w:rPr>
          <w:color w:val="auto"/>
        </w:rPr>
        <w:t xml:space="preserve">Zapis wielu arkuszy kalkulacyjnych w jednym pliku. </w:t>
      </w:r>
    </w:p>
    <w:p w:rsidR="00544BD9" w:rsidRPr="006456EA" w:rsidRDefault="00544BD9" w:rsidP="00483163">
      <w:pPr>
        <w:pStyle w:val="Default"/>
        <w:numPr>
          <w:ilvl w:val="1"/>
          <w:numId w:val="10"/>
        </w:numPr>
        <w:spacing w:after="25"/>
        <w:ind w:left="709"/>
        <w:rPr>
          <w:color w:val="auto"/>
        </w:rPr>
      </w:pPr>
      <w:r w:rsidRPr="006456EA">
        <w:rPr>
          <w:color w:val="auto"/>
        </w:rPr>
        <w:t xml:space="preserve">Inteligentne uzupełnianie komórek w kolumnie według rozpoznanych wzorców, wraz z ich możliwością poprawiania poprzez modyfikację proponowanych formuł. </w:t>
      </w:r>
    </w:p>
    <w:p w:rsidR="00544BD9" w:rsidRPr="006456EA" w:rsidRDefault="00544BD9" w:rsidP="00483163">
      <w:pPr>
        <w:pStyle w:val="Default"/>
        <w:numPr>
          <w:ilvl w:val="1"/>
          <w:numId w:val="10"/>
        </w:numPr>
        <w:spacing w:after="25"/>
        <w:ind w:left="709"/>
        <w:rPr>
          <w:color w:val="auto"/>
        </w:rPr>
      </w:pPr>
      <w:r w:rsidRPr="006456EA">
        <w:rPr>
          <w:color w:val="auto"/>
        </w:rPr>
        <w:t xml:space="preserve">Możliwość przedstawienia różnych wykresów przed ich finalnym wyborem (tylko po najechaniu znacznikiem myszy na dany rodzaj wykresu). </w:t>
      </w:r>
    </w:p>
    <w:p w:rsidR="00544BD9" w:rsidRPr="006456EA" w:rsidRDefault="00544BD9" w:rsidP="00483163">
      <w:pPr>
        <w:pStyle w:val="Default"/>
        <w:numPr>
          <w:ilvl w:val="1"/>
          <w:numId w:val="10"/>
        </w:numPr>
        <w:spacing w:after="25"/>
        <w:ind w:left="709"/>
        <w:rPr>
          <w:color w:val="auto"/>
        </w:rPr>
      </w:pPr>
      <w:r w:rsidRPr="006456EA">
        <w:rPr>
          <w:color w:val="auto"/>
        </w:rPr>
        <w:t xml:space="preserve">Zachowanie pełnej zgodności z formatami plików utworzonych za pomocą oprogramowania Microsoft Excel 2010, 2013, 2016 I 2019 z uwzględnieniem poprawnej realizacji użytych w nich funkcji specjalnych i makropoleceń. </w:t>
      </w:r>
    </w:p>
    <w:p w:rsidR="00544BD9" w:rsidRPr="006456EA" w:rsidRDefault="00544BD9" w:rsidP="00483163">
      <w:pPr>
        <w:pStyle w:val="Default"/>
        <w:numPr>
          <w:ilvl w:val="1"/>
          <w:numId w:val="10"/>
        </w:numPr>
        <w:ind w:left="709"/>
        <w:rPr>
          <w:color w:val="auto"/>
        </w:rPr>
      </w:pPr>
      <w:r w:rsidRPr="006456EA">
        <w:rPr>
          <w:color w:val="auto"/>
        </w:rPr>
        <w:t xml:space="preserve">Zabezpieczenie dokumentów hasłem przed odczytem oraz przed wprowadzaniem modyfikacji. </w:t>
      </w:r>
    </w:p>
    <w:p w:rsidR="00544BD9" w:rsidRPr="006456EA" w:rsidRDefault="00544BD9" w:rsidP="00F04651">
      <w:pPr>
        <w:pStyle w:val="Default"/>
        <w:rPr>
          <w:color w:val="auto"/>
        </w:rPr>
      </w:pPr>
    </w:p>
    <w:p w:rsidR="00544BD9" w:rsidRPr="00483163" w:rsidRDefault="00544BD9" w:rsidP="005A1A48">
      <w:pPr>
        <w:pStyle w:val="Default"/>
        <w:numPr>
          <w:ilvl w:val="0"/>
          <w:numId w:val="21"/>
        </w:numPr>
        <w:ind w:left="567" w:hanging="578"/>
        <w:rPr>
          <w:color w:val="auto"/>
        </w:rPr>
      </w:pPr>
      <w:r w:rsidRPr="00483163">
        <w:rPr>
          <w:bCs/>
          <w:color w:val="auto"/>
        </w:rPr>
        <w:t xml:space="preserve">Narzędzie do przygotowywania i prowadzenia prezentacji musi umożliwiać: </w:t>
      </w:r>
    </w:p>
    <w:p w:rsidR="00544BD9" w:rsidRPr="006456EA" w:rsidRDefault="00544BD9" w:rsidP="00483163">
      <w:pPr>
        <w:pStyle w:val="Default"/>
        <w:numPr>
          <w:ilvl w:val="0"/>
          <w:numId w:val="11"/>
        </w:numPr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Przygotowywanie prezentacji multimedialnych.: </w:t>
      </w:r>
    </w:p>
    <w:p w:rsidR="00544BD9" w:rsidRPr="006456EA" w:rsidRDefault="00544BD9" w:rsidP="00483163">
      <w:pPr>
        <w:pStyle w:val="Default"/>
        <w:numPr>
          <w:ilvl w:val="0"/>
          <w:numId w:val="11"/>
        </w:numPr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Prezentowanie przy użyciu projektora multimedialnego. </w:t>
      </w:r>
    </w:p>
    <w:p w:rsidR="00544BD9" w:rsidRPr="006456EA" w:rsidRDefault="00544BD9" w:rsidP="00483163">
      <w:pPr>
        <w:pStyle w:val="Default"/>
        <w:numPr>
          <w:ilvl w:val="0"/>
          <w:numId w:val="11"/>
        </w:numPr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Drukowanie w formacie umożliwiającym robienie notatek. </w:t>
      </w:r>
    </w:p>
    <w:p w:rsidR="00544BD9" w:rsidRPr="006456EA" w:rsidRDefault="00544BD9" w:rsidP="00483163">
      <w:pPr>
        <w:pStyle w:val="Default"/>
        <w:numPr>
          <w:ilvl w:val="0"/>
          <w:numId w:val="11"/>
        </w:numPr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Zapisanie jako prezentacja tylko do odczytu. </w:t>
      </w:r>
    </w:p>
    <w:p w:rsidR="00544BD9" w:rsidRPr="006456EA" w:rsidRDefault="00544BD9" w:rsidP="00483163">
      <w:pPr>
        <w:pStyle w:val="Default"/>
        <w:numPr>
          <w:ilvl w:val="0"/>
          <w:numId w:val="11"/>
        </w:numPr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Nagrywanie narracji i dołączanie jej do prezentacji. </w:t>
      </w:r>
    </w:p>
    <w:p w:rsidR="00544BD9" w:rsidRPr="006456EA" w:rsidRDefault="00544BD9" w:rsidP="00483163">
      <w:pPr>
        <w:pStyle w:val="Default"/>
        <w:numPr>
          <w:ilvl w:val="0"/>
          <w:numId w:val="11"/>
        </w:numPr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Opatrywanie slajdów notatkami dla prezentera. </w:t>
      </w:r>
    </w:p>
    <w:p w:rsidR="00544BD9" w:rsidRPr="006456EA" w:rsidRDefault="00544BD9" w:rsidP="00483163">
      <w:pPr>
        <w:pStyle w:val="Default"/>
        <w:numPr>
          <w:ilvl w:val="0"/>
          <w:numId w:val="11"/>
        </w:numPr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Umieszczanie i formatowanie tekstów, obiektów graficznych, tabel, nagrań dźwiękowych i wideo. </w:t>
      </w:r>
    </w:p>
    <w:p w:rsidR="00544BD9" w:rsidRPr="006456EA" w:rsidRDefault="00544BD9" w:rsidP="00483163">
      <w:pPr>
        <w:pStyle w:val="Default"/>
        <w:numPr>
          <w:ilvl w:val="0"/>
          <w:numId w:val="11"/>
        </w:numPr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Umieszczanie tabel i wykresów pochodzących z arkusza kalkulacyjnego. </w:t>
      </w:r>
    </w:p>
    <w:p w:rsidR="00544BD9" w:rsidRPr="006456EA" w:rsidRDefault="00544BD9" w:rsidP="00483163">
      <w:pPr>
        <w:pStyle w:val="Default"/>
        <w:numPr>
          <w:ilvl w:val="0"/>
          <w:numId w:val="11"/>
        </w:numPr>
        <w:ind w:left="709"/>
        <w:rPr>
          <w:color w:val="auto"/>
        </w:rPr>
      </w:pPr>
      <w:r w:rsidRPr="006456EA">
        <w:rPr>
          <w:color w:val="auto"/>
        </w:rPr>
        <w:t xml:space="preserve">Odświeżenie wykresu znajdującego się w prezentacji po zmianie danych w źródłowym arkuszu kalkulacyjnym. </w:t>
      </w:r>
    </w:p>
    <w:p w:rsidR="00544BD9" w:rsidRPr="006456EA" w:rsidRDefault="00544BD9" w:rsidP="00483163">
      <w:pPr>
        <w:pStyle w:val="Default"/>
        <w:numPr>
          <w:ilvl w:val="0"/>
          <w:numId w:val="11"/>
        </w:numPr>
        <w:spacing w:after="25"/>
        <w:ind w:left="709"/>
        <w:rPr>
          <w:color w:val="auto"/>
        </w:rPr>
      </w:pPr>
      <w:r w:rsidRPr="006456EA">
        <w:rPr>
          <w:color w:val="auto"/>
        </w:rPr>
        <w:t xml:space="preserve">Możliwość tworzenia animacji obiektów i całych slajdów. </w:t>
      </w:r>
    </w:p>
    <w:p w:rsidR="00544BD9" w:rsidRPr="006456EA" w:rsidRDefault="00544BD9" w:rsidP="00483163">
      <w:pPr>
        <w:pStyle w:val="Default"/>
        <w:numPr>
          <w:ilvl w:val="0"/>
          <w:numId w:val="11"/>
        </w:numPr>
        <w:spacing w:after="25"/>
        <w:ind w:left="709"/>
        <w:rPr>
          <w:color w:val="auto"/>
        </w:rPr>
      </w:pPr>
      <w:r w:rsidRPr="006456EA">
        <w:rPr>
          <w:color w:val="auto"/>
        </w:rPr>
        <w:t xml:space="preserve">Prowadzenie prezentacji w trybie prezentera, gdzie slajdy są widoczne na jednym monitorze lub projektorze, a na drugim widoczne są slajdy i notatki prezentera, z możliwością podglądu następnego slajdu. </w:t>
      </w:r>
    </w:p>
    <w:p w:rsidR="00544BD9" w:rsidRPr="006456EA" w:rsidRDefault="00544BD9" w:rsidP="00483163">
      <w:pPr>
        <w:pStyle w:val="Default"/>
        <w:numPr>
          <w:ilvl w:val="0"/>
          <w:numId w:val="11"/>
        </w:numPr>
        <w:ind w:left="709"/>
        <w:rPr>
          <w:color w:val="auto"/>
        </w:rPr>
      </w:pPr>
      <w:r w:rsidRPr="006456EA">
        <w:rPr>
          <w:color w:val="auto"/>
        </w:rPr>
        <w:t xml:space="preserve">Pełna zgodność z formatami plików utworzonych za pomocą oprogramowania MS PowerPoint 2010, 2013, 2016 i 2019. </w:t>
      </w:r>
    </w:p>
    <w:p w:rsidR="00544BD9" w:rsidRPr="006456EA" w:rsidRDefault="00544BD9" w:rsidP="00F04651">
      <w:pPr>
        <w:pStyle w:val="Default"/>
        <w:rPr>
          <w:color w:val="auto"/>
        </w:rPr>
      </w:pPr>
    </w:p>
    <w:p w:rsidR="00544BD9" w:rsidRPr="00483163" w:rsidRDefault="00544BD9" w:rsidP="005A1A48">
      <w:pPr>
        <w:pStyle w:val="Default"/>
        <w:numPr>
          <w:ilvl w:val="0"/>
          <w:numId w:val="21"/>
        </w:numPr>
        <w:ind w:left="567" w:hanging="578"/>
        <w:rPr>
          <w:color w:val="auto"/>
        </w:rPr>
      </w:pPr>
      <w:r w:rsidRPr="00483163">
        <w:rPr>
          <w:bCs/>
          <w:color w:val="auto"/>
        </w:rPr>
        <w:t xml:space="preserve">Narzędzie do tworzenia drukowanych materiałów informacyjnych musi umożliwiać: </w:t>
      </w:r>
    </w:p>
    <w:p w:rsidR="00544BD9" w:rsidRPr="006456EA" w:rsidRDefault="00544BD9" w:rsidP="00483163">
      <w:pPr>
        <w:pStyle w:val="Default"/>
        <w:numPr>
          <w:ilvl w:val="1"/>
          <w:numId w:val="13"/>
        </w:numPr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Tworzenie i edycję drukowanych materiałów informacyjnych. </w:t>
      </w:r>
    </w:p>
    <w:p w:rsidR="00544BD9" w:rsidRPr="006456EA" w:rsidRDefault="00544BD9" w:rsidP="00483163">
      <w:pPr>
        <w:pStyle w:val="Default"/>
        <w:numPr>
          <w:ilvl w:val="1"/>
          <w:numId w:val="13"/>
        </w:numPr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Tworzenie materiałów przy użyciu dostępnych z narzędziem szablonów: broszur, biuletynów, katalogów. </w:t>
      </w:r>
    </w:p>
    <w:p w:rsidR="00544BD9" w:rsidRPr="006456EA" w:rsidRDefault="00544BD9" w:rsidP="00483163">
      <w:pPr>
        <w:pStyle w:val="Default"/>
        <w:numPr>
          <w:ilvl w:val="1"/>
          <w:numId w:val="13"/>
        </w:numPr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Edycję poszczególnych stron materiałów. </w:t>
      </w:r>
    </w:p>
    <w:p w:rsidR="00544BD9" w:rsidRPr="006456EA" w:rsidRDefault="00544BD9" w:rsidP="00483163">
      <w:pPr>
        <w:pStyle w:val="Default"/>
        <w:numPr>
          <w:ilvl w:val="1"/>
          <w:numId w:val="13"/>
        </w:numPr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Podział treści na kolumny. </w:t>
      </w:r>
    </w:p>
    <w:p w:rsidR="00544BD9" w:rsidRPr="006456EA" w:rsidRDefault="00544BD9" w:rsidP="00483163">
      <w:pPr>
        <w:pStyle w:val="Default"/>
        <w:numPr>
          <w:ilvl w:val="1"/>
          <w:numId w:val="13"/>
        </w:numPr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Umieszczanie elementów graficznych. </w:t>
      </w:r>
    </w:p>
    <w:p w:rsidR="00544BD9" w:rsidRPr="006456EA" w:rsidRDefault="00544BD9" w:rsidP="00483163">
      <w:pPr>
        <w:pStyle w:val="Default"/>
        <w:numPr>
          <w:ilvl w:val="1"/>
          <w:numId w:val="13"/>
        </w:numPr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wykorzystanie mechanizmu korespondencji seryjnej. </w:t>
      </w:r>
    </w:p>
    <w:p w:rsidR="00544BD9" w:rsidRPr="006456EA" w:rsidRDefault="00544BD9" w:rsidP="00483163">
      <w:pPr>
        <w:pStyle w:val="Default"/>
        <w:numPr>
          <w:ilvl w:val="1"/>
          <w:numId w:val="13"/>
        </w:numPr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Płynne przesuwanie elementów po całej stronie publikacji. </w:t>
      </w:r>
    </w:p>
    <w:p w:rsidR="00544BD9" w:rsidRPr="006456EA" w:rsidRDefault="00544BD9" w:rsidP="00483163">
      <w:pPr>
        <w:pStyle w:val="Default"/>
        <w:numPr>
          <w:ilvl w:val="1"/>
          <w:numId w:val="13"/>
        </w:numPr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Eksport publikacji do formatu PDF oraz TIFF. </w:t>
      </w:r>
    </w:p>
    <w:p w:rsidR="00544BD9" w:rsidRPr="006456EA" w:rsidRDefault="00544BD9" w:rsidP="00483163">
      <w:pPr>
        <w:pStyle w:val="Default"/>
        <w:numPr>
          <w:ilvl w:val="1"/>
          <w:numId w:val="13"/>
        </w:numPr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Wydruk publikacji. </w:t>
      </w:r>
    </w:p>
    <w:p w:rsidR="00544BD9" w:rsidRPr="006456EA" w:rsidRDefault="00544BD9" w:rsidP="00483163">
      <w:pPr>
        <w:pStyle w:val="Default"/>
        <w:numPr>
          <w:ilvl w:val="1"/>
          <w:numId w:val="12"/>
        </w:numPr>
        <w:ind w:left="709"/>
        <w:rPr>
          <w:color w:val="auto"/>
        </w:rPr>
      </w:pPr>
      <w:r w:rsidRPr="006456EA">
        <w:rPr>
          <w:color w:val="auto"/>
        </w:rPr>
        <w:t xml:space="preserve">Możliwość przygotowywania materiałów do wydruku w standardzie CMYK. </w:t>
      </w:r>
    </w:p>
    <w:p w:rsidR="00544BD9" w:rsidRPr="006456EA" w:rsidRDefault="00544BD9" w:rsidP="00F04651">
      <w:pPr>
        <w:pStyle w:val="Default"/>
        <w:rPr>
          <w:color w:val="auto"/>
        </w:rPr>
      </w:pPr>
    </w:p>
    <w:p w:rsidR="00544BD9" w:rsidRPr="00483163" w:rsidRDefault="00544BD9" w:rsidP="005A1A48">
      <w:pPr>
        <w:pStyle w:val="Default"/>
        <w:numPr>
          <w:ilvl w:val="0"/>
          <w:numId w:val="21"/>
        </w:numPr>
        <w:ind w:left="567" w:hanging="578"/>
        <w:rPr>
          <w:color w:val="auto"/>
        </w:rPr>
      </w:pPr>
      <w:r w:rsidRPr="00483163">
        <w:rPr>
          <w:bCs/>
          <w:color w:val="auto"/>
        </w:rPr>
        <w:t xml:space="preserve">Narzędzie do tworzenia i pracy z lokalną bazą danych musi umożliwiać: </w:t>
      </w:r>
    </w:p>
    <w:p w:rsidR="00544BD9" w:rsidRPr="006456EA" w:rsidRDefault="00544BD9" w:rsidP="00483163">
      <w:pPr>
        <w:pStyle w:val="Default"/>
        <w:numPr>
          <w:ilvl w:val="1"/>
          <w:numId w:val="15"/>
        </w:numPr>
        <w:ind w:left="709"/>
        <w:rPr>
          <w:color w:val="auto"/>
        </w:rPr>
      </w:pPr>
      <w:r w:rsidRPr="006456EA">
        <w:rPr>
          <w:color w:val="auto"/>
        </w:rPr>
        <w:t xml:space="preserve">Tworzenie bazy danych przez zdefiniowanie: </w:t>
      </w:r>
    </w:p>
    <w:p w:rsidR="00544BD9" w:rsidRPr="006456EA" w:rsidRDefault="00544BD9" w:rsidP="00483163">
      <w:pPr>
        <w:pStyle w:val="Default"/>
        <w:spacing w:after="40"/>
        <w:ind w:left="709"/>
        <w:rPr>
          <w:color w:val="auto"/>
        </w:rPr>
      </w:pPr>
      <w:r w:rsidRPr="006456EA">
        <w:rPr>
          <w:color w:val="auto"/>
        </w:rPr>
        <w:t xml:space="preserve">• Tabel składających się z unikatowego klucza i pól różnych typów, w tym tekstowych i liczbowych. </w:t>
      </w:r>
    </w:p>
    <w:p w:rsidR="00544BD9" w:rsidRPr="006456EA" w:rsidRDefault="00544BD9" w:rsidP="00483163">
      <w:pPr>
        <w:pStyle w:val="Default"/>
        <w:spacing w:after="40"/>
        <w:ind w:left="709"/>
        <w:rPr>
          <w:color w:val="auto"/>
        </w:rPr>
      </w:pPr>
      <w:r w:rsidRPr="006456EA">
        <w:rPr>
          <w:color w:val="auto"/>
        </w:rPr>
        <w:t xml:space="preserve">• Relacji pomiędzy tabelami. </w:t>
      </w:r>
    </w:p>
    <w:p w:rsidR="00544BD9" w:rsidRPr="006456EA" w:rsidRDefault="00544BD9" w:rsidP="00483163">
      <w:pPr>
        <w:pStyle w:val="Default"/>
        <w:spacing w:after="40"/>
        <w:ind w:left="709"/>
        <w:rPr>
          <w:color w:val="auto"/>
        </w:rPr>
      </w:pPr>
      <w:r w:rsidRPr="006456EA">
        <w:rPr>
          <w:color w:val="auto"/>
        </w:rPr>
        <w:t xml:space="preserve">• Formularzy do wprowadzania i edycji danych. </w:t>
      </w:r>
    </w:p>
    <w:p w:rsidR="00544BD9" w:rsidRPr="006456EA" w:rsidRDefault="00544BD9" w:rsidP="00483163">
      <w:pPr>
        <w:pStyle w:val="Default"/>
        <w:ind w:left="709"/>
        <w:rPr>
          <w:color w:val="auto"/>
        </w:rPr>
      </w:pPr>
      <w:r w:rsidRPr="006456EA">
        <w:rPr>
          <w:color w:val="auto"/>
        </w:rPr>
        <w:t xml:space="preserve">• Raportów. </w:t>
      </w:r>
    </w:p>
    <w:p w:rsidR="00544BD9" w:rsidRPr="006456EA" w:rsidRDefault="00544BD9" w:rsidP="00483163">
      <w:pPr>
        <w:pStyle w:val="Default"/>
        <w:numPr>
          <w:ilvl w:val="0"/>
          <w:numId w:val="16"/>
        </w:numPr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Edycję danych i zapisywanie ich w lokalnie przechowywanej bazie danych. </w:t>
      </w:r>
    </w:p>
    <w:p w:rsidR="00544BD9" w:rsidRPr="006456EA" w:rsidRDefault="00544BD9" w:rsidP="00483163">
      <w:pPr>
        <w:pStyle w:val="Default"/>
        <w:numPr>
          <w:ilvl w:val="0"/>
          <w:numId w:val="16"/>
        </w:numPr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Tworzenie bazy danych przy użyciu zdefiniowanych szablonów. </w:t>
      </w:r>
    </w:p>
    <w:p w:rsidR="00544BD9" w:rsidRPr="006456EA" w:rsidRDefault="00544BD9" w:rsidP="00483163">
      <w:pPr>
        <w:pStyle w:val="Default"/>
        <w:numPr>
          <w:ilvl w:val="0"/>
          <w:numId w:val="16"/>
        </w:numPr>
        <w:ind w:left="709"/>
        <w:rPr>
          <w:color w:val="auto"/>
        </w:rPr>
      </w:pPr>
      <w:r w:rsidRPr="006456EA">
        <w:rPr>
          <w:color w:val="auto"/>
        </w:rPr>
        <w:t xml:space="preserve">Połączenie z danymi zewnętrznymi, a w szczególności z innymi bazami danych zgodnymi z ODBC, plikami XML, arkuszem kalkulacyjnym. </w:t>
      </w:r>
    </w:p>
    <w:p w:rsidR="00544BD9" w:rsidRPr="006456EA" w:rsidRDefault="00544BD9" w:rsidP="00F04651">
      <w:pPr>
        <w:pStyle w:val="Default"/>
        <w:rPr>
          <w:color w:val="auto"/>
        </w:rPr>
      </w:pPr>
    </w:p>
    <w:p w:rsidR="00544BD9" w:rsidRPr="00483163" w:rsidRDefault="00544BD9" w:rsidP="005A1A48">
      <w:pPr>
        <w:pStyle w:val="Default"/>
        <w:ind w:left="567" w:hanging="567"/>
        <w:rPr>
          <w:color w:val="auto"/>
        </w:rPr>
      </w:pPr>
      <w:r>
        <w:rPr>
          <w:bCs/>
          <w:color w:val="auto"/>
        </w:rPr>
        <w:t>VI.</w:t>
      </w:r>
      <w:r>
        <w:rPr>
          <w:bCs/>
          <w:color w:val="auto"/>
        </w:rPr>
        <w:tab/>
        <w:t xml:space="preserve"> </w:t>
      </w:r>
      <w:r w:rsidRPr="00483163">
        <w:rPr>
          <w:bCs/>
          <w:color w:val="auto"/>
        </w:rPr>
        <w:t xml:space="preserve">Narzędzie do zarządzania informacją prywatną (pocztą elektroniczną, kalendarzem, kontaktami i zadaniami) musi umożliwiać: </w:t>
      </w:r>
    </w:p>
    <w:p w:rsidR="00544BD9" w:rsidRPr="006456EA" w:rsidRDefault="00544BD9" w:rsidP="00483163">
      <w:pPr>
        <w:pStyle w:val="Default"/>
        <w:numPr>
          <w:ilvl w:val="1"/>
          <w:numId w:val="14"/>
        </w:numPr>
        <w:spacing w:after="25"/>
        <w:ind w:left="709"/>
        <w:rPr>
          <w:color w:val="auto"/>
        </w:rPr>
      </w:pPr>
      <w:r w:rsidRPr="006456EA">
        <w:rPr>
          <w:color w:val="auto"/>
        </w:rPr>
        <w:t xml:space="preserve">Uwierzytelnianie wieloskładnikowe poprzez wbudowane wsparcie integrujące z usługą Active Directory. </w:t>
      </w:r>
    </w:p>
    <w:p w:rsidR="00544BD9" w:rsidRPr="006456EA" w:rsidRDefault="00544BD9" w:rsidP="00483163">
      <w:pPr>
        <w:pStyle w:val="Default"/>
        <w:numPr>
          <w:ilvl w:val="1"/>
          <w:numId w:val="14"/>
        </w:numPr>
        <w:spacing w:after="25"/>
        <w:ind w:left="709"/>
        <w:rPr>
          <w:color w:val="auto"/>
        </w:rPr>
      </w:pPr>
      <w:r w:rsidRPr="006456EA">
        <w:rPr>
          <w:color w:val="auto"/>
        </w:rPr>
        <w:t xml:space="preserve">Pobieranie i wysyłanie poczty elektronicznej z serwera pocztowego. </w:t>
      </w:r>
    </w:p>
    <w:p w:rsidR="00544BD9" w:rsidRPr="006456EA" w:rsidRDefault="00544BD9" w:rsidP="00483163">
      <w:pPr>
        <w:pStyle w:val="Default"/>
        <w:numPr>
          <w:ilvl w:val="1"/>
          <w:numId w:val="14"/>
        </w:numPr>
        <w:spacing w:after="25"/>
        <w:ind w:left="709"/>
        <w:rPr>
          <w:color w:val="auto"/>
        </w:rPr>
      </w:pPr>
      <w:r w:rsidRPr="006456EA">
        <w:rPr>
          <w:color w:val="auto"/>
        </w:rPr>
        <w:t xml:space="preserve">Przechowywanie wiadomości na serwerze lub w lokalnym pliku tworzonym z zastosowaniem efektywnej kompresji danych. </w:t>
      </w:r>
    </w:p>
    <w:p w:rsidR="00544BD9" w:rsidRPr="006456EA" w:rsidRDefault="00544BD9" w:rsidP="00483163">
      <w:pPr>
        <w:pStyle w:val="Default"/>
        <w:numPr>
          <w:ilvl w:val="1"/>
          <w:numId w:val="14"/>
        </w:numPr>
        <w:spacing w:after="25"/>
        <w:ind w:left="709"/>
        <w:rPr>
          <w:color w:val="auto"/>
        </w:rPr>
      </w:pPr>
      <w:r w:rsidRPr="006456EA">
        <w:rPr>
          <w:color w:val="auto"/>
        </w:rPr>
        <w:t xml:space="preserve">Filtrowanie niechcianej poczty elektronicznej (SPAM) oraz określanie listy zablokowanych i bezpiecznych nadawców. </w:t>
      </w:r>
    </w:p>
    <w:p w:rsidR="00544BD9" w:rsidRPr="006456EA" w:rsidRDefault="00544BD9" w:rsidP="00483163">
      <w:pPr>
        <w:pStyle w:val="Default"/>
        <w:numPr>
          <w:ilvl w:val="1"/>
          <w:numId w:val="14"/>
        </w:numPr>
        <w:spacing w:after="25"/>
        <w:ind w:left="709"/>
        <w:rPr>
          <w:color w:val="auto"/>
        </w:rPr>
      </w:pPr>
      <w:r w:rsidRPr="006456EA">
        <w:rPr>
          <w:color w:val="auto"/>
        </w:rPr>
        <w:t xml:space="preserve">Tworzenie katalogów, pozwalających katalogować pocztę elektroniczną. </w:t>
      </w:r>
    </w:p>
    <w:p w:rsidR="00544BD9" w:rsidRPr="006456EA" w:rsidRDefault="00544BD9" w:rsidP="00483163">
      <w:pPr>
        <w:pStyle w:val="Default"/>
        <w:numPr>
          <w:ilvl w:val="1"/>
          <w:numId w:val="14"/>
        </w:numPr>
        <w:spacing w:after="25"/>
        <w:ind w:left="709"/>
        <w:rPr>
          <w:color w:val="auto"/>
        </w:rPr>
      </w:pPr>
      <w:r w:rsidRPr="006456EA">
        <w:rPr>
          <w:color w:val="auto"/>
        </w:rPr>
        <w:t xml:space="preserve">Automatyczne grupowanie poczty o tym samym tytule. </w:t>
      </w:r>
    </w:p>
    <w:p w:rsidR="00544BD9" w:rsidRPr="006456EA" w:rsidRDefault="00544BD9" w:rsidP="00483163">
      <w:pPr>
        <w:pStyle w:val="Default"/>
        <w:numPr>
          <w:ilvl w:val="1"/>
          <w:numId w:val="14"/>
        </w:numPr>
        <w:ind w:left="709"/>
        <w:rPr>
          <w:color w:val="auto"/>
        </w:rPr>
      </w:pPr>
      <w:r w:rsidRPr="006456EA">
        <w:rPr>
          <w:color w:val="auto"/>
        </w:rPr>
        <w:t xml:space="preserve">Tworzenie reguł przenoszących automatycznie nową pocztę elektroniczną do określonych katalogów bazując na słowach zawartych w tytule, adresie nadawcy i odbiorcy. </w:t>
      </w:r>
    </w:p>
    <w:p w:rsidR="00544BD9" w:rsidRPr="006456EA" w:rsidRDefault="00544BD9" w:rsidP="00483163">
      <w:pPr>
        <w:pStyle w:val="Default"/>
        <w:numPr>
          <w:ilvl w:val="1"/>
          <w:numId w:val="14"/>
        </w:numPr>
        <w:spacing w:after="25"/>
        <w:ind w:left="709"/>
        <w:rPr>
          <w:color w:val="auto"/>
        </w:rPr>
      </w:pPr>
      <w:r w:rsidRPr="006456EA">
        <w:rPr>
          <w:color w:val="auto"/>
        </w:rPr>
        <w:t xml:space="preserve">Oflagowanie poczty elektronicznej z określeniem terminu przypomnienia, oddzielnie dla nadawcy i adresatów. </w:t>
      </w:r>
    </w:p>
    <w:p w:rsidR="00544BD9" w:rsidRPr="006456EA" w:rsidRDefault="00544BD9" w:rsidP="00483163">
      <w:pPr>
        <w:pStyle w:val="Default"/>
        <w:numPr>
          <w:ilvl w:val="1"/>
          <w:numId w:val="14"/>
        </w:numPr>
        <w:spacing w:after="25"/>
        <w:ind w:left="709"/>
        <w:rPr>
          <w:color w:val="auto"/>
        </w:rPr>
      </w:pPr>
      <w:r w:rsidRPr="006456EA">
        <w:rPr>
          <w:color w:val="auto"/>
        </w:rPr>
        <w:t xml:space="preserve">Mechanizm ustalania liczby wiadomości, które mają być synchronizowane lokalnie. </w:t>
      </w:r>
    </w:p>
    <w:p w:rsidR="00544BD9" w:rsidRPr="006456EA" w:rsidRDefault="00544BD9" w:rsidP="00483163">
      <w:pPr>
        <w:pStyle w:val="Default"/>
        <w:numPr>
          <w:ilvl w:val="1"/>
          <w:numId w:val="14"/>
        </w:numPr>
        <w:spacing w:after="25"/>
        <w:ind w:left="709"/>
        <w:rPr>
          <w:color w:val="auto"/>
        </w:rPr>
      </w:pPr>
      <w:r w:rsidRPr="006456EA">
        <w:rPr>
          <w:color w:val="auto"/>
        </w:rPr>
        <w:t xml:space="preserve">Zarządzanie kalendarzem. </w:t>
      </w:r>
    </w:p>
    <w:p w:rsidR="00544BD9" w:rsidRPr="006456EA" w:rsidRDefault="00544BD9" w:rsidP="00483163">
      <w:pPr>
        <w:pStyle w:val="Default"/>
        <w:numPr>
          <w:ilvl w:val="1"/>
          <w:numId w:val="14"/>
        </w:numPr>
        <w:spacing w:after="25"/>
        <w:ind w:left="709"/>
        <w:rPr>
          <w:color w:val="auto"/>
        </w:rPr>
      </w:pPr>
      <w:r w:rsidRPr="006456EA">
        <w:rPr>
          <w:color w:val="auto"/>
        </w:rPr>
        <w:t xml:space="preserve">Udostępnianie kalendarza innym użytkownikom z możliwością określania uprawnień użytkowników. </w:t>
      </w:r>
    </w:p>
    <w:p w:rsidR="00544BD9" w:rsidRPr="006456EA" w:rsidRDefault="00544BD9" w:rsidP="00483163">
      <w:pPr>
        <w:pStyle w:val="Default"/>
        <w:numPr>
          <w:ilvl w:val="1"/>
          <w:numId w:val="14"/>
        </w:numPr>
        <w:spacing w:after="25"/>
        <w:ind w:left="709"/>
        <w:rPr>
          <w:color w:val="auto"/>
        </w:rPr>
      </w:pPr>
      <w:r w:rsidRPr="006456EA">
        <w:rPr>
          <w:color w:val="auto"/>
        </w:rPr>
        <w:t xml:space="preserve">Przeglądanie kalendarza innych użytkowników. </w:t>
      </w:r>
    </w:p>
    <w:p w:rsidR="00544BD9" w:rsidRPr="006456EA" w:rsidRDefault="00544BD9" w:rsidP="00483163">
      <w:pPr>
        <w:pStyle w:val="Default"/>
        <w:numPr>
          <w:ilvl w:val="1"/>
          <w:numId w:val="14"/>
        </w:numPr>
        <w:spacing w:after="25"/>
        <w:ind w:left="709"/>
        <w:rPr>
          <w:color w:val="auto"/>
        </w:rPr>
      </w:pPr>
      <w:r w:rsidRPr="006456EA">
        <w:rPr>
          <w:color w:val="auto"/>
        </w:rPr>
        <w:t xml:space="preserve">Zapraszanie uczestników na spotkanie, co po ich akceptacji powoduje automatyczne wprowadzenie spotkania w ich kalendarzach. </w:t>
      </w:r>
    </w:p>
    <w:p w:rsidR="00544BD9" w:rsidRPr="006456EA" w:rsidRDefault="00544BD9" w:rsidP="00483163">
      <w:pPr>
        <w:pStyle w:val="Default"/>
        <w:numPr>
          <w:ilvl w:val="1"/>
          <w:numId w:val="14"/>
        </w:numPr>
        <w:spacing w:after="25"/>
        <w:ind w:left="709"/>
        <w:rPr>
          <w:color w:val="auto"/>
        </w:rPr>
      </w:pPr>
      <w:r w:rsidRPr="006456EA">
        <w:rPr>
          <w:color w:val="auto"/>
        </w:rPr>
        <w:t xml:space="preserve">Zarządzanie listą zadań. </w:t>
      </w:r>
    </w:p>
    <w:p w:rsidR="00544BD9" w:rsidRPr="006456EA" w:rsidRDefault="00544BD9" w:rsidP="00483163">
      <w:pPr>
        <w:pStyle w:val="Default"/>
        <w:numPr>
          <w:ilvl w:val="1"/>
          <w:numId w:val="14"/>
        </w:numPr>
        <w:spacing w:after="25"/>
        <w:ind w:left="709"/>
        <w:rPr>
          <w:color w:val="auto"/>
        </w:rPr>
      </w:pPr>
      <w:r w:rsidRPr="006456EA">
        <w:rPr>
          <w:color w:val="auto"/>
        </w:rPr>
        <w:t xml:space="preserve">Zlecanie zadań innym użytkownikom. </w:t>
      </w:r>
    </w:p>
    <w:p w:rsidR="00544BD9" w:rsidRPr="006456EA" w:rsidRDefault="00544BD9" w:rsidP="00483163">
      <w:pPr>
        <w:pStyle w:val="Default"/>
        <w:numPr>
          <w:ilvl w:val="1"/>
          <w:numId w:val="14"/>
        </w:numPr>
        <w:spacing w:after="25"/>
        <w:ind w:left="709"/>
        <w:rPr>
          <w:color w:val="auto"/>
        </w:rPr>
      </w:pPr>
      <w:r w:rsidRPr="006456EA">
        <w:rPr>
          <w:color w:val="auto"/>
        </w:rPr>
        <w:t xml:space="preserve">Zarządzanie listą kontaktów. </w:t>
      </w:r>
    </w:p>
    <w:p w:rsidR="00544BD9" w:rsidRPr="006456EA" w:rsidRDefault="00544BD9" w:rsidP="00483163">
      <w:pPr>
        <w:pStyle w:val="Default"/>
        <w:numPr>
          <w:ilvl w:val="1"/>
          <w:numId w:val="14"/>
        </w:numPr>
        <w:spacing w:after="25"/>
        <w:ind w:left="709"/>
        <w:rPr>
          <w:color w:val="auto"/>
        </w:rPr>
      </w:pPr>
      <w:r w:rsidRPr="006456EA">
        <w:rPr>
          <w:color w:val="auto"/>
        </w:rPr>
        <w:t xml:space="preserve">Udostępnianie listy kontaktów innym użytkownikom. </w:t>
      </w:r>
    </w:p>
    <w:p w:rsidR="00544BD9" w:rsidRPr="006456EA" w:rsidRDefault="00544BD9" w:rsidP="00483163">
      <w:pPr>
        <w:pStyle w:val="Default"/>
        <w:numPr>
          <w:ilvl w:val="1"/>
          <w:numId w:val="14"/>
        </w:numPr>
        <w:spacing w:after="25"/>
        <w:ind w:left="709"/>
        <w:rPr>
          <w:color w:val="auto"/>
        </w:rPr>
      </w:pPr>
      <w:r w:rsidRPr="006456EA">
        <w:rPr>
          <w:color w:val="auto"/>
        </w:rPr>
        <w:t xml:space="preserve">Przeglądanie listy kontaktów innych użytkowników. </w:t>
      </w:r>
    </w:p>
    <w:p w:rsidR="00544BD9" w:rsidRPr="006456EA" w:rsidRDefault="00544BD9" w:rsidP="00483163">
      <w:pPr>
        <w:pStyle w:val="Default"/>
        <w:numPr>
          <w:ilvl w:val="1"/>
          <w:numId w:val="14"/>
        </w:numPr>
        <w:spacing w:after="25"/>
        <w:ind w:left="709"/>
        <w:rPr>
          <w:color w:val="auto"/>
        </w:rPr>
      </w:pPr>
      <w:r w:rsidRPr="006456EA">
        <w:rPr>
          <w:color w:val="auto"/>
        </w:rPr>
        <w:t xml:space="preserve">Możliwość przesyłania kontaktów innym użytkowników. </w:t>
      </w:r>
    </w:p>
    <w:p w:rsidR="00544BD9" w:rsidRPr="006456EA" w:rsidRDefault="00544BD9" w:rsidP="00483163">
      <w:pPr>
        <w:pStyle w:val="Default"/>
        <w:numPr>
          <w:ilvl w:val="1"/>
          <w:numId w:val="14"/>
        </w:numPr>
        <w:ind w:left="709"/>
        <w:rPr>
          <w:color w:val="auto"/>
        </w:rPr>
      </w:pPr>
      <w:r w:rsidRPr="006456EA">
        <w:rPr>
          <w:color w:val="auto"/>
        </w:rPr>
        <w:t xml:space="preserve">Możliwość wykorzystania do komunikacji z serwerem pocztowym mechanizmu MAPI poprzez http. </w:t>
      </w:r>
    </w:p>
    <w:p w:rsidR="00544BD9" w:rsidRPr="006456EA" w:rsidRDefault="00544BD9" w:rsidP="00F04651">
      <w:pPr>
        <w:pStyle w:val="Default"/>
        <w:rPr>
          <w:color w:val="auto"/>
        </w:rPr>
      </w:pPr>
    </w:p>
    <w:p w:rsidR="00544BD9" w:rsidRPr="006456EA" w:rsidRDefault="00544BD9" w:rsidP="005A1A48">
      <w:pPr>
        <w:pStyle w:val="Default"/>
        <w:numPr>
          <w:ilvl w:val="0"/>
          <w:numId w:val="21"/>
        </w:numPr>
        <w:ind w:left="567" w:hanging="567"/>
        <w:rPr>
          <w:color w:val="auto"/>
        </w:rPr>
      </w:pPr>
      <w:r w:rsidRPr="00483163">
        <w:rPr>
          <w:bCs/>
          <w:color w:val="auto"/>
        </w:rPr>
        <w:t>Narzędzie komunikacji wielokanałowej</w:t>
      </w:r>
      <w:r w:rsidRPr="006456EA">
        <w:rPr>
          <w:b/>
          <w:bCs/>
          <w:color w:val="auto"/>
        </w:rPr>
        <w:t xml:space="preserve"> </w:t>
      </w:r>
      <w:r w:rsidRPr="006456EA">
        <w:rPr>
          <w:color w:val="auto"/>
        </w:rPr>
        <w:t xml:space="preserve">stanowiące interfejs do systemu wiadomości błyskawicznych (tekstowych), komunikacji głosowej, komunikacji video musi spełniać następujące wymagania: </w:t>
      </w:r>
    </w:p>
    <w:p w:rsidR="00544BD9" w:rsidRPr="006456EA" w:rsidRDefault="00544BD9" w:rsidP="00483163">
      <w:pPr>
        <w:pStyle w:val="Default"/>
        <w:numPr>
          <w:ilvl w:val="1"/>
          <w:numId w:val="17"/>
        </w:numPr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Pełna polska wersja językowa interfejsu użytkownika. </w:t>
      </w:r>
    </w:p>
    <w:p w:rsidR="00544BD9" w:rsidRPr="006456EA" w:rsidRDefault="00544BD9" w:rsidP="00483163">
      <w:pPr>
        <w:pStyle w:val="Default"/>
        <w:numPr>
          <w:ilvl w:val="1"/>
          <w:numId w:val="17"/>
        </w:numPr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Prostota i intuicyjność obsługi, pozwalająca na pracę osobom nieposiadającym umiejętności technicznych. </w:t>
      </w:r>
    </w:p>
    <w:p w:rsidR="00544BD9" w:rsidRPr="006456EA" w:rsidRDefault="00544BD9" w:rsidP="00483163">
      <w:pPr>
        <w:pStyle w:val="Default"/>
        <w:numPr>
          <w:ilvl w:val="1"/>
          <w:numId w:val="17"/>
        </w:numPr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Dostępność aplikacji na platformie Windows 7 lub wyższych oraz OS X 10 lub wyższych, </w:t>
      </w:r>
    </w:p>
    <w:p w:rsidR="00544BD9" w:rsidRPr="006456EA" w:rsidRDefault="00544BD9" w:rsidP="00483163">
      <w:pPr>
        <w:pStyle w:val="Default"/>
        <w:numPr>
          <w:ilvl w:val="1"/>
          <w:numId w:val="17"/>
        </w:numPr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Możliwość zintegrowania uwierzytelniania użytkowników z usługą katalogową (Active Directory lub funkcjonalnie równoważną) – użytkownik raz zalogowany z poziomu systemu operacyjnego stacji roboczej ma być automatycznie rozpoznawany we wszystkich modułach oferowanego rozwiązania bez potrzeby oddzielnego monitowania go o ponowne uwierzytelnienie się. </w:t>
      </w:r>
    </w:p>
    <w:p w:rsidR="00544BD9" w:rsidRPr="006456EA" w:rsidRDefault="00544BD9" w:rsidP="00483163">
      <w:pPr>
        <w:pStyle w:val="Default"/>
        <w:numPr>
          <w:ilvl w:val="1"/>
          <w:numId w:val="17"/>
        </w:numPr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Możliwość obsługi tekstowych wiadomości błyskawicznych w modelu jeden do jeden i jeden do wielu. </w:t>
      </w:r>
    </w:p>
    <w:p w:rsidR="00544BD9" w:rsidRPr="006456EA" w:rsidRDefault="00544BD9" w:rsidP="00483163">
      <w:pPr>
        <w:pStyle w:val="Default"/>
        <w:numPr>
          <w:ilvl w:val="1"/>
          <w:numId w:val="17"/>
        </w:numPr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Możliwość komunikacji głosowej i video w modelu jeden do jeden i jeden do wielu. </w:t>
      </w:r>
    </w:p>
    <w:p w:rsidR="00544BD9" w:rsidRPr="006456EA" w:rsidRDefault="00544BD9" w:rsidP="00483163">
      <w:pPr>
        <w:pStyle w:val="Default"/>
        <w:numPr>
          <w:ilvl w:val="1"/>
          <w:numId w:val="17"/>
        </w:numPr>
        <w:ind w:left="709"/>
        <w:rPr>
          <w:color w:val="auto"/>
        </w:rPr>
      </w:pPr>
      <w:r w:rsidRPr="006456EA">
        <w:rPr>
          <w:color w:val="auto"/>
        </w:rPr>
        <w:t xml:space="preserve">Obsługa telekonferencji SKW: </w:t>
      </w:r>
    </w:p>
    <w:p w:rsidR="00544BD9" w:rsidRPr="006456EA" w:rsidRDefault="00544BD9" w:rsidP="00483163">
      <w:pPr>
        <w:pStyle w:val="Default"/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a) Dołączania do telekonferencji, </w:t>
      </w:r>
    </w:p>
    <w:p w:rsidR="00544BD9" w:rsidRPr="006456EA" w:rsidRDefault="00544BD9" w:rsidP="00483163">
      <w:pPr>
        <w:pStyle w:val="Default"/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b) Szczegółowej listy uczestników, </w:t>
      </w:r>
    </w:p>
    <w:p w:rsidR="00544BD9" w:rsidRPr="006456EA" w:rsidRDefault="00544BD9" w:rsidP="00483163">
      <w:pPr>
        <w:pStyle w:val="Default"/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c) Wiadomości błyskawicznych w trybach jeden do jeden i jeden do wielu, </w:t>
      </w:r>
    </w:p>
    <w:p w:rsidR="00544BD9" w:rsidRPr="006456EA" w:rsidRDefault="00544BD9" w:rsidP="00483163">
      <w:pPr>
        <w:pStyle w:val="Default"/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d) Udostępniania własnego pulpitu lub aplikacji z możliwością przekazywania zdalnej kontroli, </w:t>
      </w:r>
    </w:p>
    <w:p w:rsidR="00544BD9" w:rsidRPr="006456EA" w:rsidRDefault="00544BD9" w:rsidP="00483163">
      <w:pPr>
        <w:pStyle w:val="Default"/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e) Głosowania, </w:t>
      </w:r>
    </w:p>
    <w:p w:rsidR="00544BD9" w:rsidRPr="006456EA" w:rsidRDefault="00544BD9" w:rsidP="00483163">
      <w:pPr>
        <w:pStyle w:val="Default"/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f) Udostępniania plików i pulpitów, </w:t>
      </w:r>
    </w:p>
    <w:p w:rsidR="00544BD9" w:rsidRPr="006456EA" w:rsidRDefault="00544BD9" w:rsidP="00483163">
      <w:pPr>
        <w:pStyle w:val="Default"/>
        <w:ind w:left="709"/>
        <w:rPr>
          <w:color w:val="auto"/>
        </w:rPr>
      </w:pPr>
      <w:r w:rsidRPr="006456EA">
        <w:rPr>
          <w:color w:val="auto"/>
        </w:rPr>
        <w:t xml:space="preserve">g) Możliwości nawigowania w prezentacjach i edycji dokumentów udostępnionych przez innych uczestników konferencji, </w:t>
      </w:r>
    </w:p>
    <w:p w:rsidR="00544BD9" w:rsidRPr="006456EA" w:rsidRDefault="00544BD9" w:rsidP="00483163">
      <w:pPr>
        <w:pStyle w:val="Default"/>
        <w:numPr>
          <w:ilvl w:val="0"/>
          <w:numId w:val="18"/>
        </w:numPr>
        <w:spacing w:after="27"/>
        <w:ind w:left="709"/>
        <w:rPr>
          <w:color w:val="auto"/>
        </w:rPr>
      </w:pPr>
      <w:r w:rsidRPr="006456EA">
        <w:rPr>
          <w:color w:val="auto"/>
        </w:rPr>
        <w:t xml:space="preserve">Możliwość zmiany kanału komunikacji z pośrednictwem wiadomości błyskawicznych do połączenia głosowego i/lub wideo w ramach pojedynczej, otwartej w aplikacji sesji (bez konieczności przełączania się pomiędzy aplikacjami). </w:t>
      </w:r>
    </w:p>
    <w:p w:rsidR="00544BD9" w:rsidRPr="006456EA" w:rsidRDefault="00544BD9" w:rsidP="00483163">
      <w:pPr>
        <w:pStyle w:val="Default"/>
        <w:numPr>
          <w:ilvl w:val="0"/>
          <w:numId w:val="18"/>
        </w:numPr>
        <w:ind w:left="709"/>
        <w:rPr>
          <w:color w:val="auto"/>
        </w:rPr>
      </w:pPr>
      <w:r w:rsidRPr="006456EA">
        <w:rPr>
          <w:color w:val="auto"/>
        </w:rPr>
        <w:t xml:space="preserve">Lista adresowa wraz ze statusem obecności, opisem użytkowników SKW, zdjęciami użytkowników, listą dostępnych do komunikacji z nimi kanałów komunikacyjnych i możliwością bezpośredniego wybrania kanału komunikacji oraz wydzielania grup kontaktów typu ulubione lub ostatnie. </w:t>
      </w:r>
    </w:p>
    <w:p w:rsidR="00544BD9" w:rsidRPr="006456EA" w:rsidRDefault="00544BD9" w:rsidP="00483163">
      <w:pPr>
        <w:pStyle w:val="Default"/>
        <w:numPr>
          <w:ilvl w:val="0"/>
          <w:numId w:val="18"/>
        </w:numPr>
        <w:spacing w:after="25"/>
        <w:ind w:left="709"/>
        <w:rPr>
          <w:color w:val="auto"/>
        </w:rPr>
      </w:pPr>
      <w:r w:rsidRPr="006456EA">
        <w:rPr>
          <w:color w:val="auto"/>
        </w:rPr>
        <w:t xml:space="preserve">Status obecności, dający możliwość ręcznego ustawiania statusu (dostępny, zajęty, nie przeszkadzać, z dala od komputera, niedostępny), automatycznej synchronizacji z jego aktywnością w systemie operacyjnym stacji roboczej, a w przypadku instalacji wybranych systemów poczty elektronicznej – dostępu do informacji o dostępności użytkownika na bazie wpisów do jego kalendarza. </w:t>
      </w:r>
    </w:p>
    <w:p w:rsidR="00544BD9" w:rsidRPr="006456EA" w:rsidRDefault="00544BD9" w:rsidP="00483163">
      <w:pPr>
        <w:pStyle w:val="Default"/>
        <w:numPr>
          <w:ilvl w:val="0"/>
          <w:numId w:val="18"/>
        </w:numPr>
        <w:spacing w:after="25"/>
        <w:ind w:left="709"/>
        <w:rPr>
          <w:color w:val="auto"/>
        </w:rPr>
      </w:pPr>
      <w:r w:rsidRPr="006456EA">
        <w:rPr>
          <w:color w:val="auto"/>
        </w:rPr>
        <w:t xml:space="preserve">Możliwość rozszerzania listy adresowej o zewnętrznych użytkowników wraz z informacjami opisowymi i kontaktowymi, </w:t>
      </w:r>
    </w:p>
    <w:p w:rsidR="00544BD9" w:rsidRPr="006456EA" w:rsidRDefault="00544BD9" w:rsidP="00483163">
      <w:pPr>
        <w:pStyle w:val="Default"/>
        <w:numPr>
          <w:ilvl w:val="0"/>
          <w:numId w:val="18"/>
        </w:numPr>
        <w:spacing w:after="25"/>
        <w:ind w:left="709"/>
        <w:rPr>
          <w:color w:val="auto"/>
        </w:rPr>
      </w:pPr>
      <w:r w:rsidRPr="006456EA">
        <w:rPr>
          <w:color w:val="auto"/>
        </w:rPr>
        <w:t xml:space="preserve">Historia ostatnich kontaktów, konwersacji, nieodebranych połączeń i powiadomień, </w:t>
      </w:r>
    </w:p>
    <w:p w:rsidR="00544BD9" w:rsidRPr="006456EA" w:rsidRDefault="00544BD9" w:rsidP="00483163">
      <w:pPr>
        <w:pStyle w:val="Default"/>
        <w:numPr>
          <w:ilvl w:val="0"/>
          <w:numId w:val="18"/>
        </w:numPr>
        <w:spacing w:after="25"/>
        <w:ind w:left="709"/>
        <w:rPr>
          <w:color w:val="auto"/>
        </w:rPr>
      </w:pPr>
      <w:r w:rsidRPr="006456EA">
        <w:rPr>
          <w:color w:val="auto"/>
        </w:rPr>
        <w:t xml:space="preserve">m. Integracja ze składnikami wybranych Pakietów biurowych z kontekstową komunikacją i z funkcjami obecności. </w:t>
      </w:r>
    </w:p>
    <w:p w:rsidR="00544BD9" w:rsidRPr="006456EA" w:rsidRDefault="00544BD9" w:rsidP="00483163">
      <w:pPr>
        <w:pStyle w:val="Default"/>
        <w:numPr>
          <w:ilvl w:val="0"/>
          <w:numId w:val="18"/>
        </w:numPr>
        <w:spacing w:after="25"/>
        <w:ind w:left="709"/>
        <w:rPr>
          <w:color w:val="auto"/>
        </w:rPr>
      </w:pPr>
      <w:r w:rsidRPr="006456EA">
        <w:rPr>
          <w:color w:val="auto"/>
        </w:rPr>
        <w:t xml:space="preserve">Definiowanie i konfiguracja urządzeń wykorzystywanych do komunikacji: mikrofonu, głośników lub słuchawek, kamery czy innych specjalizowanych urządzeń peryferyjnych zgodnych z SKW. </w:t>
      </w:r>
    </w:p>
    <w:p w:rsidR="00544BD9" w:rsidRPr="006456EA" w:rsidRDefault="00544BD9" w:rsidP="00483163">
      <w:pPr>
        <w:pStyle w:val="Default"/>
        <w:numPr>
          <w:ilvl w:val="0"/>
          <w:numId w:val="18"/>
        </w:numPr>
        <w:spacing w:after="25"/>
        <w:ind w:left="709"/>
        <w:rPr>
          <w:color w:val="auto"/>
        </w:rPr>
      </w:pPr>
      <w:r w:rsidRPr="006456EA">
        <w:rPr>
          <w:color w:val="auto"/>
        </w:rPr>
        <w:t xml:space="preserve">Sygnalizowanie statusu dostępności innych użytkowników serwera komunikacji wielokanałowej. </w:t>
      </w:r>
    </w:p>
    <w:p w:rsidR="00544BD9" w:rsidRPr="006456EA" w:rsidRDefault="00544BD9" w:rsidP="00483163">
      <w:pPr>
        <w:pStyle w:val="Default"/>
        <w:numPr>
          <w:ilvl w:val="0"/>
          <w:numId w:val="18"/>
        </w:numPr>
        <w:spacing w:after="25"/>
        <w:ind w:left="709"/>
        <w:rPr>
          <w:color w:val="auto"/>
        </w:rPr>
      </w:pPr>
      <w:r w:rsidRPr="006456EA">
        <w:rPr>
          <w:color w:val="auto"/>
        </w:rPr>
        <w:t xml:space="preserve">Możliwość definiowania listy kontaktów lub dołączania jej z listy zawartej w usłudze katalogowej. </w:t>
      </w:r>
    </w:p>
    <w:p w:rsidR="00544BD9" w:rsidRPr="006456EA" w:rsidRDefault="00544BD9" w:rsidP="00483163">
      <w:pPr>
        <w:pStyle w:val="Default"/>
        <w:numPr>
          <w:ilvl w:val="0"/>
          <w:numId w:val="18"/>
        </w:numPr>
        <w:ind w:left="709"/>
        <w:rPr>
          <w:color w:val="auto"/>
        </w:rPr>
      </w:pPr>
      <w:r w:rsidRPr="006456EA">
        <w:rPr>
          <w:color w:val="auto"/>
        </w:rPr>
        <w:t xml:space="preserve">Możliwość wyświetlania szczegółowej informacji opisującej innych użytkowników oraz ich dostępność, pobieranej z usługi katalogowej i systemu kalendarzy serwera poczty elektronicznej. </w:t>
      </w:r>
    </w:p>
    <w:p w:rsidR="00544BD9" w:rsidRPr="006456EA" w:rsidRDefault="00544BD9" w:rsidP="00F04651">
      <w:pPr>
        <w:pStyle w:val="Default"/>
        <w:rPr>
          <w:color w:val="auto"/>
        </w:rPr>
      </w:pPr>
    </w:p>
    <w:p w:rsidR="00544BD9" w:rsidRPr="006456EA" w:rsidRDefault="00544BD9" w:rsidP="00F04651">
      <w:pPr>
        <w:pStyle w:val="Default"/>
        <w:rPr>
          <w:color w:val="auto"/>
        </w:rPr>
      </w:pPr>
      <w:r w:rsidRPr="006456EA">
        <w:rPr>
          <w:b/>
          <w:bCs/>
          <w:color w:val="auto"/>
        </w:rPr>
        <w:t xml:space="preserve">Pozostałe wymagania </w:t>
      </w:r>
    </w:p>
    <w:p w:rsidR="00544BD9" w:rsidRPr="006456EA" w:rsidRDefault="00544BD9" w:rsidP="00F04651">
      <w:pPr>
        <w:pStyle w:val="Default"/>
        <w:rPr>
          <w:color w:val="auto"/>
        </w:rPr>
      </w:pPr>
      <w:r w:rsidRPr="006456EA">
        <w:rPr>
          <w:color w:val="auto"/>
        </w:rPr>
        <w:t xml:space="preserve">Dodatkowo każdy użytkownik Pakietu biurowego musi mieć prawo do korzystania z usługi personalizowanej przestrzeni dyskowej w architekturze chmury dostępnej przez sieć internetową o pojemności minimum 1TB wraz z mechanizmami pozwalającymi na synchronizację zawartości własnego folderu na dysku lokalnym i przestrzeni dyskowej. Dostęp do ww. usługi ma być realizowany m.in. za pomocą przeglądarki internetowej. </w:t>
      </w:r>
    </w:p>
    <w:p w:rsidR="00544BD9" w:rsidRPr="006456EA" w:rsidRDefault="00544BD9" w:rsidP="00F04651">
      <w:pPr>
        <w:pStyle w:val="Default"/>
        <w:rPr>
          <w:color w:val="auto"/>
        </w:rPr>
      </w:pPr>
      <w:r w:rsidRPr="006456EA">
        <w:rPr>
          <w:color w:val="auto"/>
        </w:rPr>
        <w:t xml:space="preserve">Usługa przestrzeni dyskowej musi zapewniać posiadanie powszechnie uznanych i rozpowszechnionych standardów i normatywów potwierdzonych aktualnymi wynikami niezależnych audytów, w szczególności: </w:t>
      </w:r>
    </w:p>
    <w:p w:rsidR="00544BD9" w:rsidRPr="006456EA" w:rsidRDefault="00544BD9" w:rsidP="00483163">
      <w:pPr>
        <w:pStyle w:val="Default"/>
        <w:numPr>
          <w:ilvl w:val="0"/>
          <w:numId w:val="1"/>
        </w:numPr>
        <w:spacing w:after="33"/>
        <w:rPr>
          <w:color w:val="auto"/>
        </w:rPr>
      </w:pPr>
      <w:r w:rsidRPr="006456EA">
        <w:rPr>
          <w:color w:val="auto"/>
        </w:rPr>
        <w:t xml:space="preserve">ISO 27001, ISO 27002, ISO 27017, ISO 27018 </w:t>
      </w:r>
    </w:p>
    <w:p w:rsidR="00544BD9" w:rsidRPr="006456EA" w:rsidRDefault="00544BD9" w:rsidP="00483163">
      <w:pPr>
        <w:pStyle w:val="Default"/>
        <w:numPr>
          <w:ilvl w:val="0"/>
          <w:numId w:val="1"/>
        </w:numPr>
        <w:spacing w:after="33"/>
        <w:rPr>
          <w:color w:val="auto"/>
        </w:rPr>
      </w:pPr>
      <w:r w:rsidRPr="006456EA">
        <w:rPr>
          <w:color w:val="auto"/>
        </w:rPr>
        <w:t xml:space="preserve">SOC 1, SOC 2 </w:t>
      </w:r>
    </w:p>
    <w:p w:rsidR="00544BD9" w:rsidRPr="006456EA" w:rsidRDefault="00544BD9" w:rsidP="00483163">
      <w:pPr>
        <w:pStyle w:val="Default"/>
        <w:numPr>
          <w:ilvl w:val="0"/>
          <w:numId w:val="1"/>
        </w:numPr>
        <w:rPr>
          <w:color w:val="auto"/>
        </w:rPr>
      </w:pPr>
      <w:r w:rsidRPr="006456EA">
        <w:rPr>
          <w:color w:val="auto"/>
        </w:rPr>
        <w:t xml:space="preserve">Open Authentication Standard – OAuth </w:t>
      </w:r>
    </w:p>
    <w:p w:rsidR="00544BD9" w:rsidRPr="006456EA" w:rsidRDefault="00544BD9" w:rsidP="00F04651">
      <w:pPr>
        <w:pStyle w:val="Default"/>
        <w:rPr>
          <w:color w:val="auto"/>
        </w:rPr>
      </w:pPr>
    </w:p>
    <w:p w:rsidR="00544BD9" w:rsidRPr="006456EA" w:rsidRDefault="00544BD9" w:rsidP="00F04651">
      <w:pPr>
        <w:pStyle w:val="Default"/>
        <w:rPr>
          <w:color w:val="auto"/>
        </w:rPr>
      </w:pPr>
      <w:r w:rsidRPr="006456EA">
        <w:rPr>
          <w:color w:val="auto"/>
        </w:rPr>
        <w:t xml:space="preserve">Ponadto usługa ta musi zapewniać: </w:t>
      </w:r>
    </w:p>
    <w:p w:rsidR="00544BD9" w:rsidRPr="006456EA" w:rsidRDefault="00544BD9" w:rsidP="00483163">
      <w:pPr>
        <w:pStyle w:val="Default"/>
        <w:numPr>
          <w:ilvl w:val="0"/>
          <w:numId w:val="2"/>
        </w:numPr>
        <w:spacing w:after="33"/>
        <w:rPr>
          <w:color w:val="auto"/>
        </w:rPr>
      </w:pPr>
      <w:r w:rsidRPr="006456EA">
        <w:rPr>
          <w:color w:val="auto"/>
        </w:rPr>
        <w:t xml:space="preserve">dostępność na poziomie 99,9% (lub wyższym), </w:t>
      </w:r>
    </w:p>
    <w:p w:rsidR="00544BD9" w:rsidRPr="006456EA" w:rsidRDefault="00544BD9" w:rsidP="00483163">
      <w:pPr>
        <w:pStyle w:val="Default"/>
        <w:numPr>
          <w:ilvl w:val="0"/>
          <w:numId w:val="2"/>
        </w:numPr>
        <w:spacing w:after="33"/>
        <w:rPr>
          <w:color w:val="auto"/>
        </w:rPr>
      </w:pPr>
      <w:r w:rsidRPr="006456EA">
        <w:rPr>
          <w:color w:val="auto"/>
        </w:rPr>
        <w:t xml:space="preserve">Dostępność na żądanie wyników aktualnych audytów, w tym audytów bezpieczeństwa, dla usług i centrów przetwarzania danych oferujących te usługi i audytów związanych z certyfikatami ISO. </w:t>
      </w:r>
    </w:p>
    <w:p w:rsidR="00544BD9" w:rsidRPr="006456EA" w:rsidRDefault="00544BD9" w:rsidP="00483163">
      <w:pPr>
        <w:pStyle w:val="Default"/>
        <w:numPr>
          <w:ilvl w:val="0"/>
          <w:numId w:val="2"/>
        </w:numPr>
        <w:spacing w:after="33"/>
        <w:rPr>
          <w:color w:val="auto"/>
        </w:rPr>
      </w:pPr>
      <w:r w:rsidRPr="006456EA">
        <w:rPr>
          <w:color w:val="auto"/>
        </w:rPr>
        <w:t xml:space="preserve">Dostępność na żądanie wyników aktualnych audytów, w tym audytów bezpieczeństwa, dla usług i centrów przetwarzania danych oferujących te usługi i audytów związanych z certyfikatami ISO. </w:t>
      </w:r>
    </w:p>
    <w:p w:rsidR="00544BD9" w:rsidRPr="006456EA" w:rsidRDefault="00544BD9" w:rsidP="00483163">
      <w:pPr>
        <w:pStyle w:val="Default"/>
        <w:numPr>
          <w:ilvl w:val="0"/>
          <w:numId w:val="2"/>
        </w:numPr>
        <w:rPr>
          <w:color w:val="auto"/>
        </w:rPr>
      </w:pPr>
      <w:r w:rsidRPr="006456EA">
        <w:rPr>
          <w:color w:val="auto"/>
        </w:rPr>
        <w:t xml:space="preserve">Przetwarzanie/składowanie danych na terytorium krajów Europejskiego Obszaru Gospodarczego. </w:t>
      </w:r>
    </w:p>
    <w:p w:rsidR="00544BD9" w:rsidRPr="006456EA" w:rsidRDefault="00544BD9">
      <w:pPr>
        <w:rPr>
          <w:rFonts w:cs="Calibri"/>
          <w:sz w:val="24"/>
          <w:szCs w:val="24"/>
        </w:rPr>
      </w:pPr>
    </w:p>
    <w:sectPr w:rsidR="00544BD9" w:rsidRPr="006456EA" w:rsidSect="00037AC5">
      <w:footerReference w:type="even" r:id="rId7"/>
      <w:footerReference w:type="default" r:id="rId8"/>
      <w:pgSz w:w="11906" w:h="17338"/>
      <w:pgMar w:top="972" w:right="1084" w:bottom="607" w:left="1225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BD9" w:rsidRDefault="00544BD9">
      <w:r>
        <w:separator/>
      </w:r>
    </w:p>
  </w:endnote>
  <w:endnote w:type="continuationSeparator" w:id="0">
    <w:p w:rsidR="00544BD9" w:rsidRDefault="00544B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 CE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BD9" w:rsidRDefault="00544BD9" w:rsidP="00B1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44BD9" w:rsidRDefault="00544BD9" w:rsidP="00834A2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BD9" w:rsidRDefault="00544BD9" w:rsidP="00B1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544BD9" w:rsidRDefault="00544BD9" w:rsidP="00834A2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BD9" w:rsidRDefault="00544BD9">
      <w:r>
        <w:separator/>
      </w:r>
    </w:p>
  </w:footnote>
  <w:footnote w:type="continuationSeparator" w:id="0">
    <w:p w:rsidR="00544BD9" w:rsidRDefault="00544B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368D5"/>
    <w:multiLevelType w:val="hybridMultilevel"/>
    <w:tmpl w:val="09D0B2E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B11E4F"/>
    <w:multiLevelType w:val="hybridMultilevel"/>
    <w:tmpl w:val="EF040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DD5F4F"/>
    <w:multiLevelType w:val="hybridMultilevel"/>
    <w:tmpl w:val="6AA8142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115D3"/>
    <w:multiLevelType w:val="hybridMultilevel"/>
    <w:tmpl w:val="041C22FA"/>
    <w:lvl w:ilvl="0" w:tplc="EB3046DE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A17F5C"/>
    <w:multiLevelType w:val="hybridMultilevel"/>
    <w:tmpl w:val="5A2E0FD2"/>
    <w:lvl w:ilvl="0" w:tplc="2C88D24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D42278C"/>
    <w:multiLevelType w:val="hybridMultilevel"/>
    <w:tmpl w:val="DC98372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1EE5A3D"/>
    <w:multiLevelType w:val="hybridMultilevel"/>
    <w:tmpl w:val="449A34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75A697B"/>
    <w:multiLevelType w:val="hybridMultilevel"/>
    <w:tmpl w:val="AAF8A0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8836094"/>
    <w:multiLevelType w:val="hybridMultilevel"/>
    <w:tmpl w:val="8E2C8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6B46E7"/>
    <w:multiLevelType w:val="hybridMultilevel"/>
    <w:tmpl w:val="902084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68A68E6"/>
    <w:multiLevelType w:val="hybridMultilevel"/>
    <w:tmpl w:val="98FEBB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8FF18DF"/>
    <w:multiLevelType w:val="hybridMultilevel"/>
    <w:tmpl w:val="9CFE65A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E100F6B"/>
    <w:multiLevelType w:val="hybridMultilevel"/>
    <w:tmpl w:val="59E411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A1E6DC6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3D01318"/>
    <w:multiLevelType w:val="hybridMultilevel"/>
    <w:tmpl w:val="7CC0519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4C375E6"/>
    <w:multiLevelType w:val="hybridMultilevel"/>
    <w:tmpl w:val="EECC89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BBE609E"/>
    <w:multiLevelType w:val="hybridMultilevel"/>
    <w:tmpl w:val="B5122A62"/>
    <w:lvl w:ilvl="0" w:tplc="67D030A0">
      <w:start w:val="8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17A4AA3"/>
    <w:multiLevelType w:val="hybridMultilevel"/>
    <w:tmpl w:val="0ABC3DD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7A1E6DC6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76E3083"/>
    <w:multiLevelType w:val="hybridMultilevel"/>
    <w:tmpl w:val="797024FA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706807AD"/>
    <w:multiLevelType w:val="hybridMultilevel"/>
    <w:tmpl w:val="D60AF5E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6AC7C67"/>
    <w:multiLevelType w:val="hybridMultilevel"/>
    <w:tmpl w:val="88E425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C9F39D6"/>
    <w:multiLevelType w:val="hybridMultilevel"/>
    <w:tmpl w:val="9F5AD00E"/>
    <w:lvl w:ilvl="0" w:tplc="0FBE2E5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2"/>
  </w:num>
  <w:num w:numId="5">
    <w:abstractNumId w:val="5"/>
  </w:num>
  <w:num w:numId="6">
    <w:abstractNumId w:val="14"/>
  </w:num>
  <w:num w:numId="7">
    <w:abstractNumId w:val="10"/>
  </w:num>
  <w:num w:numId="8">
    <w:abstractNumId w:val="12"/>
  </w:num>
  <w:num w:numId="9">
    <w:abstractNumId w:val="11"/>
  </w:num>
  <w:num w:numId="10">
    <w:abstractNumId w:val="0"/>
  </w:num>
  <w:num w:numId="11">
    <w:abstractNumId w:val="17"/>
  </w:num>
  <w:num w:numId="12">
    <w:abstractNumId w:val="13"/>
  </w:num>
  <w:num w:numId="13">
    <w:abstractNumId w:val="7"/>
  </w:num>
  <w:num w:numId="14">
    <w:abstractNumId w:val="9"/>
  </w:num>
  <w:num w:numId="15">
    <w:abstractNumId w:val="18"/>
  </w:num>
  <w:num w:numId="16">
    <w:abstractNumId w:val="3"/>
  </w:num>
  <w:num w:numId="17">
    <w:abstractNumId w:val="19"/>
  </w:num>
  <w:num w:numId="18">
    <w:abstractNumId w:val="15"/>
  </w:num>
  <w:num w:numId="19">
    <w:abstractNumId w:val="16"/>
  </w:num>
  <w:num w:numId="20">
    <w:abstractNumId w:val="20"/>
  </w:num>
  <w:num w:numId="21">
    <w:abstractNumId w:val="4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4651"/>
    <w:rsid w:val="00037AC5"/>
    <w:rsid w:val="000B5BC9"/>
    <w:rsid w:val="00142E6B"/>
    <w:rsid w:val="001A3DFD"/>
    <w:rsid w:val="001B703D"/>
    <w:rsid w:val="00253043"/>
    <w:rsid w:val="002A2B62"/>
    <w:rsid w:val="002B6DDE"/>
    <w:rsid w:val="003247BE"/>
    <w:rsid w:val="003275D1"/>
    <w:rsid w:val="00357889"/>
    <w:rsid w:val="00372904"/>
    <w:rsid w:val="004077E0"/>
    <w:rsid w:val="004200E8"/>
    <w:rsid w:val="00460BE0"/>
    <w:rsid w:val="00476223"/>
    <w:rsid w:val="00483163"/>
    <w:rsid w:val="00544BD9"/>
    <w:rsid w:val="005A1A48"/>
    <w:rsid w:val="005A1FF8"/>
    <w:rsid w:val="00621CF6"/>
    <w:rsid w:val="006456EA"/>
    <w:rsid w:val="00746428"/>
    <w:rsid w:val="007C3463"/>
    <w:rsid w:val="00834A28"/>
    <w:rsid w:val="0097067E"/>
    <w:rsid w:val="00A53946"/>
    <w:rsid w:val="00B1628D"/>
    <w:rsid w:val="00C84504"/>
    <w:rsid w:val="00D456CA"/>
    <w:rsid w:val="00DC1633"/>
    <w:rsid w:val="00F04651"/>
    <w:rsid w:val="00F16D80"/>
    <w:rsid w:val="00FA0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CF6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F04651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7067E"/>
    <w:pPr>
      <w:spacing w:after="0" w:line="240" w:lineRule="auto"/>
    </w:pPr>
    <w:rPr>
      <w:rFonts w:ascii="Segoe UI" w:hAnsi="Segoe UI"/>
      <w:sz w:val="18"/>
      <w:szCs w:val="18"/>
      <w:lang w:eastAsia="pl-P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067E"/>
    <w:rPr>
      <w:rFonts w:ascii="Segoe UI" w:hAnsi="Segoe UI"/>
      <w:sz w:val="18"/>
    </w:rPr>
  </w:style>
  <w:style w:type="paragraph" w:customStyle="1" w:styleId="Standard">
    <w:name w:val="Standard"/>
    <w:uiPriority w:val="99"/>
    <w:rsid w:val="00834A28"/>
    <w:pPr>
      <w:widowControl w:val="0"/>
      <w:suppressAutoHyphens/>
      <w:autoSpaceDN w:val="0"/>
      <w:spacing w:after="200" w:line="276" w:lineRule="auto"/>
    </w:pPr>
    <w:rPr>
      <w:rFonts w:cs="Calibri"/>
      <w:kern w:val="3"/>
      <w:lang w:eastAsia="en-US"/>
    </w:rPr>
  </w:style>
  <w:style w:type="paragraph" w:styleId="Footer">
    <w:name w:val="footer"/>
    <w:basedOn w:val="Normal"/>
    <w:link w:val="FooterChar"/>
    <w:uiPriority w:val="99"/>
    <w:rsid w:val="00834A2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53043"/>
    <w:rPr>
      <w:lang w:eastAsia="en-US"/>
    </w:rPr>
  </w:style>
  <w:style w:type="character" w:styleId="PageNumber">
    <w:name w:val="page number"/>
    <w:basedOn w:val="DefaultParagraphFont"/>
    <w:uiPriority w:val="99"/>
    <w:rsid w:val="00834A2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7</Pages>
  <Words>2610</Words>
  <Characters>15661</Characters>
  <Application>Microsoft Office Outlook</Application>
  <DocSecurity>0</DocSecurity>
  <Lines>0</Lines>
  <Paragraphs>0</Paragraphs>
  <ScaleCrop>false</ScaleCrop>
  <Company>Uniwersytet Ekonomiczny w Krakowie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bielatoh</cp:lastModifiedBy>
  <cp:revision>7</cp:revision>
  <cp:lastPrinted>2020-09-21T06:59:00Z</cp:lastPrinted>
  <dcterms:created xsi:type="dcterms:W3CDTF">2020-09-23T07:40:00Z</dcterms:created>
  <dcterms:modified xsi:type="dcterms:W3CDTF">2020-10-16T11:25:00Z</dcterms:modified>
</cp:coreProperties>
</file>